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203ECA" w14:paraId="5E17B501" w14:textId="77777777" w:rsidTr="00BD221D">
        <w:trPr>
          <w:cantSplit/>
          <w:trHeight w:hRule="exact" w:val="1440"/>
          <w:jc w:val="right"/>
        </w:trPr>
        <w:tc>
          <w:tcPr>
            <w:tcW w:w="9000" w:type="dxa"/>
            <w:shd w:val="clear" w:color="auto" w:fill="8DC63F"/>
            <w:vAlign w:val="center"/>
          </w:tcPr>
          <w:p w14:paraId="18DCE7F9" w14:textId="77777777" w:rsidR="00BD221D" w:rsidRPr="00203ECA" w:rsidRDefault="00314EAB" w:rsidP="00BD221D">
            <w:pPr>
              <w:pStyle w:val="eTRMHeading1"/>
              <w:jc w:val="center"/>
            </w:pPr>
            <w:r>
              <w:t>Appliance</w:t>
            </w:r>
          </w:p>
          <w:p w14:paraId="6DBBF0F4" w14:textId="5B197C8C" w:rsidR="00BD221D" w:rsidRPr="00203ECA" w:rsidRDefault="005D530F" w:rsidP="00CC5542">
            <w:pPr>
              <w:pStyle w:val="eTRMHeading2"/>
              <w:rPr>
                <w:color w:val="FFFFFF" w:themeColor="background1"/>
              </w:rPr>
            </w:pPr>
            <w:r>
              <w:rPr>
                <w:color w:val="FFFFFF" w:themeColor="background1"/>
                <w:spacing w:val="60"/>
              </w:rPr>
              <w:t>SW</w:t>
            </w:r>
            <w:r w:rsidR="008A1AE9">
              <w:rPr>
                <w:color w:val="FFFFFF" w:themeColor="background1"/>
                <w:spacing w:val="60"/>
              </w:rPr>
              <w:t>WH</w:t>
            </w:r>
            <w:r w:rsidR="004D2C1E">
              <w:rPr>
                <w:color w:val="FFFFFF" w:themeColor="background1"/>
                <w:spacing w:val="60"/>
              </w:rPr>
              <w:t>0</w:t>
            </w:r>
            <w:r w:rsidR="0043235B">
              <w:rPr>
                <w:color w:val="FFFFFF" w:themeColor="background1"/>
                <w:spacing w:val="60"/>
              </w:rPr>
              <w:t>25</w:t>
            </w:r>
            <w:r w:rsidR="004D2C1E">
              <w:rPr>
                <w:color w:val="FFFFFF" w:themeColor="background1"/>
                <w:spacing w:val="60"/>
              </w:rPr>
              <w:t>-0</w:t>
            </w:r>
            <w:r w:rsidR="00520BB8">
              <w:rPr>
                <w:color w:val="FFFFFF" w:themeColor="background1"/>
                <w:spacing w:val="60"/>
              </w:rPr>
              <w:t>3</w:t>
            </w:r>
            <w:r w:rsidR="00372EC6">
              <w:rPr>
                <w:color w:val="FFFFFF" w:themeColor="background1"/>
                <w:spacing w:val="60"/>
              </w:rPr>
              <w:t xml:space="preserve"> </w:t>
            </w:r>
            <w:r w:rsidR="00372EC6" w:rsidRPr="0043235B">
              <w:rPr>
                <w:color w:val="FFFFFF" w:themeColor="background1"/>
                <w:spacing w:val="60"/>
              </w:rPr>
              <w:t>Residential</w:t>
            </w:r>
            <w:r w:rsidR="004D2C1E">
              <w:rPr>
                <w:color w:val="FFFFFF" w:themeColor="background1"/>
                <w:spacing w:val="60"/>
              </w:rPr>
              <w:t xml:space="preserve"> </w:t>
            </w:r>
            <w:r w:rsidR="0043235B" w:rsidRPr="0043235B">
              <w:rPr>
                <w:color w:val="FFFFFF" w:themeColor="background1"/>
                <w:spacing w:val="60"/>
              </w:rPr>
              <w:t>Heat Pump Water Heate</w:t>
            </w:r>
            <w:r w:rsidR="00372EC6">
              <w:rPr>
                <w:color w:val="FFFFFF" w:themeColor="background1"/>
                <w:spacing w:val="60"/>
              </w:rPr>
              <w:t>r-</w:t>
            </w:r>
            <w:r w:rsidR="0043235B" w:rsidRPr="0043235B">
              <w:rPr>
                <w:color w:val="FFFFFF" w:themeColor="background1"/>
                <w:spacing w:val="60"/>
              </w:rPr>
              <w:t>Fuel Substitution</w:t>
            </w:r>
          </w:p>
        </w:tc>
      </w:tr>
    </w:tbl>
    <w:p w14:paraId="4E87C4A6" w14:textId="77777777" w:rsidR="00BD221D" w:rsidRPr="00203ECA" w:rsidRDefault="00BD221D" w:rsidP="00BD221D"/>
    <w:p w14:paraId="498FF39D" w14:textId="77777777" w:rsidR="00D12B8C" w:rsidRPr="00203ECA" w:rsidRDefault="007E1F66" w:rsidP="0053748E">
      <w:pPr>
        <w:jc w:val="center"/>
        <w:rPr>
          <w:spacing w:val="80"/>
          <w:sz w:val="28"/>
        </w:rPr>
      </w:pPr>
      <w:r w:rsidRPr="00203ECA">
        <w:rPr>
          <w:spacing w:val="80"/>
          <w:sz w:val="28"/>
        </w:rPr>
        <w:t>CONTENTS</w:t>
      </w:r>
    </w:p>
    <w:p w14:paraId="57AC60BA" w14:textId="07D82EBC" w:rsidR="00BB4D4C" w:rsidRDefault="001C6C9B">
      <w:pPr>
        <w:pStyle w:val="TOC3"/>
        <w:rPr>
          <w:rFonts w:asciiTheme="minorHAnsi" w:hAnsiTheme="minorHAnsi"/>
          <w:noProof/>
          <w:szCs w:val="22"/>
        </w:rPr>
      </w:pPr>
      <w:r w:rsidRPr="00203ECA">
        <w:fldChar w:fldCharType="begin"/>
      </w:r>
      <w:r w:rsidRPr="00203ECA">
        <w:instrText xml:space="preserve"> TOC \t "eTRM Heading 3,3" </w:instrText>
      </w:r>
      <w:r w:rsidRPr="00203ECA">
        <w:fldChar w:fldCharType="separate"/>
      </w:r>
      <w:r w:rsidR="00BB4D4C" w:rsidRPr="001E0D3E">
        <w:rPr>
          <w:rFonts w:cs="Calibri Light"/>
          <w:noProof/>
        </w:rPr>
        <w:t>Measure Name</w:t>
      </w:r>
      <w:r w:rsidR="00BB4D4C">
        <w:rPr>
          <w:noProof/>
        </w:rPr>
        <w:tab/>
      </w:r>
      <w:r w:rsidR="00BB4D4C">
        <w:rPr>
          <w:noProof/>
        </w:rPr>
        <w:fldChar w:fldCharType="begin"/>
      </w:r>
      <w:r w:rsidR="00BB4D4C">
        <w:rPr>
          <w:noProof/>
        </w:rPr>
        <w:instrText xml:space="preserve"> PAGEREF _Toc69106296 \h </w:instrText>
      </w:r>
      <w:r w:rsidR="00BB4D4C">
        <w:rPr>
          <w:noProof/>
        </w:rPr>
      </w:r>
      <w:r w:rsidR="00BB4D4C">
        <w:rPr>
          <w:noProof/>
        </w:rPr>
        <w:fldChar w:fldCharType="separate"/>
      </w:r>
      <w:r w:rsidR="00E975D4">
        <w:rPr>
          <w:noProof/>
        </w:rPr>
        <w:t>2</w:t>
      </w:r>
      <w:r w:rsidR="00BB4D4C">
        <w:rPr>
          <w:noProof/>
        </w:rPr>
        <w:fldChar w:fldCharType="end"/>
      </w:r>
    </w:p>
    <w:p w14:paraId="0B07AA92" w14:textId="20A42986" w:rsidR="00BB4D4C" w:rsidRDefault="00BB4D4C">
      <w:pPr>
        <w:pStyle w:val="TOC3"/>
        <w:rPr>
          <w:rFonts w:asciiTheme="minorHAnsi" w:hAnsiTheme="minorHAnsi"/>
          <w:noProof/>
          <w:szCs w:val="22"/>
        </w:rPr>
      </w:pPr>
      <w:r w:rsidRPr="001E0D3E">
        <w:rPr>
          <w:rFonts w:cs="Calibri Light"/>
          <w:noProof/>
        </w:rPr>
        <w:t>Statewide Measure ID</w:t>
      </w:r>
      <w:r>
        <w:rPr>
          <w:noProof/>
        </w:rPr>
        <w:tab/>
      </w:r>
      <w:r>
        <w:rPr>
          <w:noProof/>
        </w:rPr>
        <w:fldChar w:fldCharType="begin"/>
      </w:r>
      <w:r>
        <w:rPr>
          <w:noProof/>
        </w:rPr>
        <w:instrText xml:space="preserve"> PAGEREF _Toc69106297 \h </w:instrText>
      </w:r>
      <w:r>
        <w:rPr>
          <w:noProof/>
        </w:rPr>
      </w:r>
      <w:r>
        <w:rPr>
          <w:noProof/>
        </w:rPr>
        <w:fldChar w:fldCharType="separate"/>
      </w:r>
      <w:r w:rsidR="00E975D4">
        <w:rPr>
          <w:noProof/>
        </w:rPr>
        <w:t>2</w:t>
      </w:r>
      <w:r>
        <w:rPr>
          <w:noProof/>
        </w:rPr>
        <w:fldChar w:fldCharType="end"/>
      </w:r>
    </w:p>
    <w:p w14:paraId="40276533" w14:textId="4094E985" w:rsidR="00BB4D4C" w:rsidRDefault="00BB4D4C">
      <w:pPr>
        <w:pStyle w:val="TOC3"/>
        <w:rPr>
          <w:rFonts w:asciiTheme="minorHAnsi" w:hAnsiTheme="minorHAnsi"/>
          <w:noProof/>
          <w:szCs w:val="22"/>
        </w:rPr>
      </w:pPr>
      <w:r w:rsidRPr="001E0D3E">
        <w:rPr>
          <w:rFonts w:cs="Calibri Light"/>
          <w:noProof/>
        </w:rPr>
        <w:t>Effective Date</w:t>
      </w:r>
      <w:r>
        <w:rPr>
          <w:noProof/>
        </w:rPr>
        <w:tab/>
      </w:r>
      <w:r>
        <w:rPr>
          <w:noProof/>
        </w:rPr>
        <w:fldChar w:fldCharType="begin"/>
      </w:r>
      <w:r>
        <w:rPr>
          <w:noProof/>
        </w:rPr>
        <w:instrText xml:space="preserve"> PAGEREF _Toc69106298 \h </w:instrText>
      </w:r>
      <w:r>
        <w:rPr>
          <w:noProof/>
        </w:rPr>
      </w:r>
      <w:r>
        <w:rPr>
          <w:noProof/>
        </w:rPr>
        <w:fldChar w:fldCharType="separate"/>
      </w:r>
      <w:r w:rsidR="00E975D4">
        <w:rPr>
          <w:noProof/>
        </w:rPr>
        <w:t>2</w:t>
      </w:r>
      <w:r>
        <w:rPr>
          <w:noProof/>
        </w:rPr>
        <w:fldChar w:fldCharType="end"/>
      </w:r>
    </w:p>
    <w:p w14:paraId="42623E47" w14:textId="4DB59F0F" w:rsidR="00BB4D4C" w:rsidRDefault="00BB4D4C">
      <w:pPr>
        <w:pStyle w:val="TOC3"/>
        <w:rPr>
          <w:rFonts w:asciiTheme="minorHAnsi" w:hAnsiTheme="minorHAnsi"/>
          <w:noProof/>
          <w:szCs w:val="22"/>
        </w:rPr>
      </w:pPr>
      <w:r w:rsidRPr="001E0D3E">
        <w:rPr>
          <w:rFonts w:cs="Calibri Light"/>
          <w:noProof/>
        </w:rPr>
        <w:t>Technology Summary</w:t>
      </w:r>
      <w:r>
        <w:rPr>
          <w:noProof/>
        </w:rPr>
        <w:tab/>
      </w:r>
      <w:r>
        <w:rPr>
          <w:noProof/>
        </w:rPr>
        <w:fldChar w:fldCharType="begin"/>
      </w:r>
      <w:r>
        <w:rPr>
          <w:noProof/>
        </w:rPr>
        <w:instrText xml:space="preserve"> PAGEREF _Toc69106299 \h </w:instrText>
      </w:r>
      <w:r>
        <w:rPr>
          <w:noProof/>
        </w:rPr>
      </w:r>
      <w:r>
        <w:rPr>
          <w:noProof/>
        </w:rPr>
        <w:fldChar w:fldCharType="separate"/>
      </w:r>
      <w:r w:rsidR="00E975D4">
        <w:rPr>
          <w:noProof/>
        </w:rPr>
        <w:t>2</w:t>
      </w:r>
      <w:r>
        <w:rPr>
          <w:noProof/>
        </w:rPr>
        <w:fldChar w:fldCharType="end"/>
      </w:r>
    </w:p>
    <w:p w14:paraId="4DFC0115" w14:textId="6918AB1D" w:rsidR="00BB4D4C" w:rsidRDefault="00BB4D4C">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_Toc69106300 \h </w:instrText>
      </w:r>
      <w:r>
        <w:rPr>
          <w:noProof/>
        </w:rPr>
      </w:r>
      <w:r>
        <w:rPr>
          <w:noProof/>
        </w:rPr>
        <w:fldChar w:fldCharType="separate"/>
      </w:r>
      <w:r w:rsidR="00E975D4">
        <w:rPr>
          <w:noProof/>
        </w:rPr>
        <w:t>4</w:t>
      </w:r>
      <w:r>
        <w:rPr>
          <w:noProof/>
        </w:rPr>
        <w:fldChar w:fldCharType="end"/>
      </w:r>
    </w:p>
    <w:p w14:paraId="57C273EB" w14:textId="4E3B37D9" w:rsidR="00BB4D4C" w:rsidRDefault="00BB4D4C">
      <w:pPr>
        <w:pStyle w:val="TOC3"/>
        <w:rPr>
          <w:rFonts w:asciiTheme="minorHAnsi" w:hAnsiTheme="minorHAnsi"/>
          <w:noProof/>
          <w:szCs w:val="22"/>
        </w:rPr>
      </w:pPr>
      <w:r w:rsidRPr="001E0D3E">
        <w:rPr>
          <w:rFonts w:cs="Calibri Light"/>
          <w:noProof/>
        </w:rPr>
        <w:t>Base Case Description</w:t>
      </w:r>
      <w:r>
        <w:rPr>
          <w:noProof/>
        </w:rPr>
        <w:tab/>
      </w:r>
      <w:r>
        <w:rPr>
          <w:noProof/>
        </w:rPr>
        <w:fldChar w:fldCharType="begin"/>
      </w:r>
      <w:r>
        <w:rPr>
          <w:noProof/>
        </w:rPr>
        <w:instrText xml:space="preserve"> PAGEREF _Toc69106301 \h </w:instrText>
      </w:r>
      <w:r>
        <w:rPr>
          <w:noProof/>
        </w:rPr>
      </w:r>
      <w:r>
        <w:rPr>
          <w:noProof/>
        </w:rPr>
        <w:fldChar w:fldCharType="separate"/>
      </w:r>
      <w:r w:rsidR="00E975D4">
        <w:rPr>
          <w:noProof/>
        </w:rPr>
        <w:t>5</w:t>
      </w:r>
      <w:r>
        <w:rPr>
          <w:noProof/>
        </w:rPr>
        <w:fldChar w:fldCharType="end"/>
      </w:r>
    </w:p>
    <w:p w14:paraId="59E5F0C9" w14:textId="634D318D" w:rsidR="00BB4D4C" w:rsidRDefault="00BB4D4C">
      <w:pPr>
        <w:pStyle w:val="TOC3"/>
        <w:rPr>
          <w:rFonts w:asciiTheme="minorHAnsi" w:hAnsiTheme="minorHAnsi"/>
          <w:noProof/>
          <w:szCs w:val="22"/>
        </w:rPr>
      </w:pPr>
      <w:r w:rsidRPr="001E0D3E">
        <w:rPr>
          <w:rFonts w:cs="Calibri Light"/>
          <w:noProof/>
        </w:rPr>
        <w:t>Code Requirements</w:t>
      </w:r>
      <w:r>
        <w:rPr>
          <w:noProof/>
        </w:rPr>
        <w:tab/>
      </w:r>
      <w:r>
        <w:rPr>
          <w:noProof/>
        </w:rPr>
        <w:fldChar w:fldCharType="begin"/>
      </w:r>
      <w:r>
        <w:rPr>
          <w:noProof/>
        </w:rPr>
        <w:instrText xml:space="preserve"> PAGEREF _Toc69106302 \h </w:instrText>
      </w:r>
      <w:r>
        <w:rPr>
          <w:noProof/>
        </w:rPr>
      </w:r>
      <w:r>
        <w:rPr>
          <w:noProof/>
        </w:rPr>
        <w:fldChar w:fldCharType="separate"/>
      </w:r>
      <w:r w:rsidR="00E975D4">
        <w:rPr>
          <w:noProof/>
        </w:rPr>
        <w:t>6</w:t>
      </w:r>
      <w:r>
        <w:rPr>
          <w:noProof/>
        </w:rPr>
        <w:fldChar w:fldCharType="end"/>
      </w:r>
    </w:p>
    <w:p w14:paraId="655336DE" w14:textId="0920B512" w:rsidR="00BB4D4C" w:rsidRDefault="00BB4D4C">
      <w:pPr>
        <w:pStyle w:val="TOC3"/>
        <w:rPr>
          <w:rFonts w:asciiTheme="minorHAnsi" w:hAnsiTheme="minorHAnsi"/>
          <w:noProof/>
          <w:szCs w:val="22"/>
        </w:rPr>
      </w:pPr>
      <w:r w:rsidRPr="001E0D3E">
        <w:rPr>
          <w:rFonts w:cs="Calibri Light"/>
          <w:noProof/>
        </w:rPr>
        <w:t>Normalizing Unit</w:t>
      </w:r>
      <w:r>
        <w:rPr>
          <w:noProof/>
        </w:rPr>
        <w:tab/>
      </w:r>
      <w:r>
        <w:rPr>
          <w:noProof/>
        </w:rPr>
        <w:fldChar w:fldCharType="begin"/>
      </w:r>
      <w:r>
        <w:rPr>
          <w:noProof/>
        </w:rPr>
        <w:instrText xml:space="preserve"> PAGEREF _Toc69106303 \h </w:instrText>
      </w:r>
      <w:r>
        <w:rPr>
          <w:noProof/>
        </w:rPr>
      </w:r>
      <w:r>
        <w:rPr>
          <w:noProof/>
        </w:rPr>
        <w:fldChar w:fldCharType="separate"/>
      </w:r>
      <w:r w:rsidR="00E975D4">
        <w:rPr>
          <w:noProof/>
        </w:rPr>
        <w:t>9</w:t>
      </w:r>
      <w:r>
        <w:rPr>
          <w:noProof/>
        </w:rPr>
        <w:fldChar w:fldCharType="end"/>
      </w:r>
    </w:p>
    <w:p w14:paraId="446CD969" w14:textId="12AE666C" w:rsidR="00BB4D4C" w:rsidRDefault="00BB4D4C">
      <w:pPr>
        <w:pStyle w:val="TOC3"/>
        <w:rPr>
          <w:rFonts w:asciiTheme="minorHAnsi" w:hAnsiTheme="minorHAnsi"/>
          <w:noProof/>
          <w:szCs w:val="22"/>
        </w:rPr>
      </w:pPr>
      <w:r w:rsidRPr="001E0D3E">
        <w:rPr>
          <w:rFonts w:cs="Calibri Light"/>
          <w:noProof/>
        </w:rPr>
        <w:t>Program Requirements</w:t>
      </w:r>
      <w:r>
        <w:rPr>
          <w:noProof/>
        </w:rPr>
        <w:tab/>
      </w:r>
      <w:r>
        <w:rPr>
          <w:noProof/>
        </w:rPr>
        <w:fldChar w:fldCharType="begin"/>
      </w:r>
      <w:r>
        <w:rPr>
          <w:noProof/>
        </w:rPr>
        <w:instrText xml:space="preserve"> PAGEREF _Toc69106304 \h </w:instrText>
      </w:r>
      <w:r>
        <w:rPr>
          <w:noProof/>
        </w:rPr>
      </w:r>
      <w:r>
        <w:rPr>
          <w:noProof/>
        </w:rPr>
        <w:fldChar w:fldCharType="separate"/>
      </w:r>
      <w:r w:rsidR="00E975D4">
        <w:rPr>
          <w:noProof/>
        </w:rPr>
        <w:t>9</w:t>
      </w:r>
      <w:r>
        <w:rPr>
          <w:noProof/>
        </w:rPr>
        <w:fldChar w:fldCharType="end"/>
      </w:r>
    </w:p>
    <w:p w14:paraId="1EDD672A" w14:textId="4770A521" w:rsidR="00BB4D4C" w:rsidRDefault="00BB4D4C">
      <w:pPr>
        <w:pStyle w:val="TOC3"/>
        <w:rPr>
          <w:rFonts w:asciiTheme="minorHAnsi" w:hAnsiTheme="minorHAnsi"/>
          <w:noProof/>
          <w:szCs w:val="22"/>
        </w:rPr>
      </w:pPr>
      <w:r w:rsidRPr="001E0D3E">
        <w:rPr>
          <w:rFonts w:cs="Calibri Light"/>
          <w:noProof/>
        </w:rPr>
        <w:t>Program Exclusions</w:t>
      </w:r>
      <w:r>
        <w:rPr>
          <w:noProof/>
        </w:rPr>
        <w:tab/>
      </w:r>
      <w:r>
        <w:rPr>
          <w:noProof/>
        </w:rPr>
        <w:fldChar w:fldCharType="begin"/>
      </w:r>
      <w:r>
        <w:rPr>
          <w:noProof/>
        </w:rPr>
        <w:instrText xml:space="preserve"> PAGEREF _Toc69106305 \h </w:instrText>
      </w:r>
      <w:r>
        <w:rPr>
          <w:noProof/>
        </w:rPr>
      </w:r>
      <w:r>
        <w:rPr>
          <w:noProof/>
        </w:rPr>
        <w:fldChar w:fldCharType="separate"/>
      </w:r>
      <w:r w:rsidR="00E975D4">
        <w:rPr>
          <w:noProof/>
        </w:rPr>
        <w:t>12</w:t>
      </w:r>
      <w:r>
        <w:rPr>
          <w:noProof/>
        </w:rPr>
        <w:fldChar w:fldCharType="end"/>
      </w:r>
    </w:p>
    <w:p w14:paraId="2ECB7DD1" w14:textId="722D157E" w:rsidR="00BB4D4C" w:rsidRDefault="00BB4D4C">
      <w:pPr>
        <w:pStyle w:val="TOC3"/>
        <w:rPr>
          <w:rFonts w:asciiTheme="minorHAnsi" w:hAnsiTheme="minorHAnsi"/>
          <w:noProof/>
          <w:szCs w:val="22"/>
        </w:rPr>
      </w:pPr>
      <w:r w:rsidRPr="001E0D3E">
        <w:rPr>
          <w:rFonts w:cs="Calibri Light"/>
          <w:noProof/>
        </w:rPr>
        <w:t>Data Collection Requirements</w:t>
      </w:r>
      <w:r>
        <w:rPr>
          <w:noProof/>
        </w:rPr>
        <w:tab/>
      </w:r>
      <w:r>
        <w:rPr>
          <w:noProof/>
        </w:rPr>
        <w:fldChar w:fldCharType="begin"/>
      </w:r>
      <w:r>
        <w:rPr>
          <w:noProof/>
        </w:rPr>
        <w:instrText xml:space="preserve"> PAGEREF _Toc69106306 \h </w:instrText>
      </w:r>
      <w:r>
        <w:rPr>
          <w:noProof/>
        </w:rPr>
      </w:r>
      <w:r>
        <w:rPr>
          <w:noProof/>
        </w:rPr>
        <w:fldChar w:fldCharType="separate"/>
      </w:r>
      <w:r w:rsidR="00E975D4">
        <w:rPr>
          <w:noProof/>
        </w:rPr>
        <w:t>12</w:t>
      </w:r>
      <w:r>
        <w:rPr>
          <w:noProof/>
        </w:rPr>
        <w:fldChar w:fldCharType="end"/>
      </w:r>
    </w:p>
    <w:p w14:paraId="4FA6804F" w14:textId="4A41807F" w:rsidR="00BB4D4C" w:rsidRDefault="00BB4D4C">
      <w:pPr>
        <w:pStyle w:val="TOC3"/>
        <w:rPr>
          <w:rFonts w:asciiTheme="minorHAnsi" w:hAnsiTheme="minorHAnsi"/>
          <w:noProof/>
          <w:szCs w:val="22"/>
        </w:rPr>
      </w:pPr>
      <w:r w:rsidRPr="001E0D3E">
        <w:rPr>
          <w:rFonts w:cs="Calibri Light"/>
          <w:noProof/>
        </w:rPr>
        <w:t>Use Category</w:t>
      </w:r>
      <w:r>
        <w:rPr>
          <w:noProof/>
        </w:rPr>
        <w:tab/>
      </w:r>
      <w:r>
        <w:rPr>
          <w:noProof/>
        </w:rPr>
        <w:fldChar w:fldCharType="begin"/>
      </w:r>
      <w:r>
        <w:rPr>
          <w:noProof/>
        </w:rPr>
        <w:instrText xml:space="preserve"> PAGEREF _Toc69106307 \h </w:instrText>
      </w:r>
      <w:r>
        <w:rPr>
          <w:noProof/>
        </w:rPr>
      </w:r>
      <w:r>
        <w:rPr>
          <w:noProof/>
        </w:rPr>
        <w:fldChar w:fldCharType="separate"/>
      </w:r>
      <w:r w:rsidR="00E975D4">
        <w:rPr>
          <w:noProof/>
        </w:rPr>
        <w:t>13</w:t>
      </w:r>
      <w:r>
        <w:rPr>
          <w:noProof/>
        </w:rPr>
        <w:fldChar w:fldCharType="end"/>
      </w:r>
    </w:p>
    <w:p w14:paraId="4195382E" w14:textId="5CB2879E" w:rsidR="00BB4D4C" w:rsidRDefault="00BB4D4C">
      <w:pPr>
        <w:pStyle w:val="TOC3"/>
        <w:rPr>
          <w:rFonts w:asciiTheme="minorHAnsi" w:hAnsiTheme="minorHAnsi"/>
          <w:noProof/>
          <w:szCs w:val="22"/>
        </w:rPr>
      </w:pPr>
      <w:r w:rsidRPr="001E0D3E">
        <w:rPr>
          <w:rFonts w:cs="Calibri Light"/>
          <w:noProof/>
        </w:rPr>
        <w:t>Electric Savings (kWh)</w:t>
      </w:r>
      <w:r>
        <w:rPr>
          <w:noProof/>
        </w:rPr>
        <w:tab/>
      </w:r>
      <w:r>
        <w:rPr>
          <w:noProof/>
        </w:rPr>
        <w:fldChar w:fldCharType="begin"/>
      </w:r>
      <w:r>
        <w:rPr>
          <w:noProof/>
        </w:rPr>
        <w:instrText xml:space="preserve"> PAGEREF _Toc69106308 \h </w:instrText>
      </w:r>
      <w:r>
        <w:rPr>
          <w:noProof/>
        </w:rPr>
      </w:r>
      <w:r>
        <w:rPr>
          <w:noProof/>
        </w:rPr>
        <w:fldChar w:fldCharType="separate"/>
      </w:r>
      <w:r w:rsidR="00E975D4">
        <w:rPr>
          <w:noProof/>
        </w:rPr>
        <w:t>13</w:t>
      </w:r>
      <w:r>
        <w:rPr>
          <w:noProof/>
        </w:rPr>
        <w:fldChar w:fldCharType="end"/>
      </w:r>
    </w:p>
    <w:p w14:paraId="1499229E" w14:textId="333BD453" w:rsidR="00BB4D4C" w:rsidRDefault="00BB4D4C">
      <w:pPr>
        <w:pStyle w:val="TOC3"/>
        <w:rPr>
          <w:rFonts w:asciiTheme="minorHAnsi" w:hAnsiTheme="minorHAnsi"/>
          <w:noProof/>
          <w:szCs w:val="22"/>
        </w:rPr>
      </w:pPr>
      <w:r w:rsidRPr="001E0D3E">
        <w:rPr>
          <w:rFonts w:cs="Calibri Light"/>
          <w:noProof/>
        </w:rPr>
        <w:t>peak electric Demand Reduction (kW)</w:t>
      </w:r>
      <w:r>
        <w:rPr>
          <w:noProof/>
        </w:rPr>
        <w:tab/>
      </w:r>
      <w:r>
        <w:rPr>
          <w:noProof/>
        </w:rPr>
        <w:fldChar w:fldCharType="begin"/>
      </w:r>
      <w:r>
        <w:rPr>
          <w:noProof/>
        </w:rPr>
        <w:instrText xml:space="preserve"> PAGEREF _Toc69106309 \h </w:instrText>
      </w:r>
      <w:r>
        <w:rPr>
          <w:noProof/>
        </w:rPr>
      </w:r>
      <w:r>
        <w:rPr>
          <w:noProof/>
        </w:rPr>
        <w:fldChar w:fldCharType="separate"/>
      </w:r>
      <w:r w:rsidR="00E975D4">
        <w:rPr>
          <w:noProof/>
        </w:rPr>
        <w:t>14</w:t>
      </w:r>
      <w:r>
        <w:rPr>
          <w:noProof/>
        </w:rPr>
        <w:fldChar w:fldCharType="end"/>
      </w:r>
    </w:p>
    <w:p w14:paraId="51D1BC13" w14:textId="426BA0D7" w:rsidR="00BB4D4C" w:rsidRDefault="00BB4D4C">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_Toc69106310 \h </w:instrText>
      </w:r>
      <w:r>
        <w:rPr>
          <w:noProof/>
        </w:rPr>
      </w:r>
      <w:r>
        <w:rPr>
          <w:noProof/>
        </w:rPr>
        <w:fldChar w:fldCharType="separate"/>
      </w:r>
      <w:r w:rsidR="00E975D4">
        <w:rPr>
          <w:noProof/>
        </w:rPr>
        <w:t>14</w:t>
      </w:r>
      <w:r>
        <w:rPr>
          <w:noProof/>
        </w:rPr>
        <w:fldChar w:fldCharType="end"/>
      </w:r>
    </w:p>
    <w:p w14:paraId="7628F2FA" w14:textId="23A06627" w:rsidR="00BB4D4C" w:rsidRDefault="00BB4D4C">
      <w:pPr>
        <w:pStyle w:val="TOC3"/>
        <w:rPr>
          <w:rFonts w:asciiTheme="minorHAnsi" w:hAnsiTheme="minorHAnsi"/>
          <w:noProof/>
          <w:szCs w:val="22"/>
        </w:rPr>
      </w:pPr>
      <w:r w:rsidRPr="001E0D3E">
        <w:rPr>
          <w:rFonts w:cs="Calibri Light"/>
          <w:noProof/>
        </w:rPr>
        <w:t>Life Cycle</w:t>
      </w:r>
      <w:r>
        <w:rPr>
          <w:noProof/>
        </w:rPr>
        <w:tab/>
      </w:r>
      <w:r>
        <w:rPr>
          <w:noProof/>
        </w:rPr>
        <w:fldChar w:fldCharType="begin"/>
      </w:r>
      <w:r>
        <w:rPr>
          <w:noProof/>
        </w:rPr>
        <w:instrText xml:space="preserve"> PAGEREF _Toc69106311 \h </w:instrText>
      </w:r>
      <w:r>
        <w:rPr>
          <w:noProof/>
        </w:rPr>
      </w:r>
      <w:r>
        <w:rPr>
          <w:noProof/>
        </w:rPr>
        <w:fldChar w:fldCharType="separate"/>
      </w:r>
      <w:r w:rsidR="00E975D4">
        <w:rPr>
          <w:noProof/>
        </w:rPr>
        <w:t>14</w:t>
      </w:r>
      <w:r>
        <w:rPr>
          <w:noProof/>
        </w:rPr>
        <w:fldChar w:fldCharType="end"/>
      </w:r>
    </w:p>
    <w:p w14:paraId="1BFE4501" w14:textId="32CD1D91" w:rsidR="00BB4D4C" w:rsidRDefault="00BB4D4C">
      <w:pPr>
        <w:pStyle w:val="TOC3"/>
        <w:rPr>
          <w:rFonts w:asciiTheme="minorHAnsi" w:hAnsiTheme="minorHAnsi"/>
          <w:noProof/>
          <w:szCs w:val="22"/>
        </w:rPr>
      </w:pPr>
      <w:r w:rsidRPr="001E0D3E">
        <w:rPr>
          <w:rFonts w:cs="Calibri Light"/>
          <w:noProof/>
        </w:rPr>
        <w:t>Base Case Material Cost ($/unit)</w:t>
      </w:r>
      <w:r>
        <w:rPr>
          <w:noProof/>
        </w:rPr>
        <w:tab/>
      </w:r>
      <w:r>
        <w:rPr>
          <w:noProof/>
        </w:rPr>
        <w:fldChar w:fldCharType="begin"/>
      </w:r>
      <w:r>
        <w:rPr>
          <w:noProof/>
        </w:rPr>
        <w:instrText xml:space="preserve"> PAGEREF _Toc69106312 \h </w:instrText>
      </w:r>
      <w:r>
        <w:rPr>
          <w:noProof/>
        </w:rPr>
      </w:r>
      <w:r>
        <w:rPr>
          <w:noProof/>
        </w:rPr>
        <w:fldChar w:fldCharType="separate"/>
      </w:r>
      <w:r w:rsidR="00E975D4">
        <w:rPr>
          <w:noProof/>
        </w:rPr>
        <w:t>15</w:t>
      </w:r>
      <w:r>
        <w:rPr>
          <w:noProof/>
        </w:rPr>
        <w:fldChar w:fldCharType="end"/>
      </w:r>
    </w:p>
    <w:p w14:paraId="04A9E54C" w14:textId="0C680AC7" w:rsidR="00BB4D4C" w:rsidRDefault="00BB4D4C">
      <w:pPr>
        <w:pStyle w:val="TOC3"/>
        <w:rPr>
          <w:rFonts w:asciiTheme="minorHAnsi" w:hAnsiTheme="minorHAnsi"/>
          <w:noProof/>
          <w:szCs w:val="22"/>
        </w:rPr>
      </w:pPr>
      <w:r w:rsidRPr="001E0D3E">
        <w:rPr>
          <w:rFonts w:cs="Calibri Light"/>
          <w:noProof/>
        </w:rPr>
        <w:t>Measure Case Material Cost ($/unit)</w:t>
      </w:r>
      <w:r>
        <w:rPr>
          <w:noProof/>
        </w:rPr>
        <w:tab/>
      </w:r>
      <w:r>
        <w:rPr>
          <w:noProof/>
        </w:rPr>
        <w:fldChar w:fldCharType="begin"/>
      </w:r>
      <w:r>
        <w:rPr>
          <w:noProof/>
        </w:rPr>
        <w:instrText xml:space="preserve"> PAGEREF _Toc69106313 \h </w:instrText>
      </w:r>
      <w:r>
        <w:rPr>
          <w:noProof/>
        </w:rPr>
      </w:r>
      <w:r>
        <w:rPr>
          <w:noProof/>
        </w:rPr>
        <w:fldChar w:fldCharType="separate"/>
      </w:r>
      <w:r w:rsidR="00E975D4">
        <w:rPr>
          <w:noProof/>
        </w:rPr>
        <w:t>16</w:t>
      </w:r>
      <w:r>
        <w:rPr>
          <w:noProof/>
        </w:rPr>
        <w:fldChar w:fldCharType="end"/>
      </w:r>
    </w:p>
    <w:p w14:paraId="04CE555A" w14:textId="4B054966" w:rsidR="00BB4D4C" w:rsidRDefault="00BB4D4C">
      <w:pPr>
        <w:pStyle w:val="TOC3"/>
        <w:rPr>
          <w:rFonts w:asciiTheme="minorHAnsi" w:hAnsiTheme="minorHAnsi"/>
          <w:noProof/>
          <w:szCs w:val="22"/>
        </w:rPr>
      </w:pPr>
      <w:r w:rsidRPr="001E0D3E">
        <w:rPr>
          <w:rFonts w:cs="Calibri Light"/>
          <w:noProof/>
        </w:rPr>
        <w:t>Base Case Labor Cost ($/unit)</w:t>
      </w:r>
      <w:r>
        <w:rPr>
          <w:noProof/>
        </w:rPr>
        <w:tab/>
      </w:r>
      <w:r>
        <w:rPr>
          <w:noProof/>
        </w:rPr>
        <w:fldChar w:fldCharType="begin"/>
      </w:r>
      <w:r>
        <w:rPr>
          <w:noProof/>
        </w:rPr>
        <w:instrText xml:space="preserve"> PAGEREF _Toc69106314 \h </w:instrText>
      </w:r>
      <w:r>
        <w:rPr>
          <w:noProof/>
        </w:rPr>
      </w:r>
      <w:r>
        <w:rPr>
          <w:noProof/>
        </w:rPr>
        <w:fldChar w:fldCharType="separate"/>
      </w:r>
      <w:r w:rsidR="00E975D4">
        <w:rPr>
          <w:noProof/>
        </w:rPr>
        <w:t>17</w:t>
      </w:r>
      <w:r>
        <w:rPr>
          <w:noProof/>
        </w:rPr>
        <w:fldChar w:fldCharType="end"/>
      </w:r>
    </w:p>
    <w:p w14:paraId="7AAD0EC5" w14:textId="653E4C3E" w:rsidR="00BB4D4C" w:rsidRDefault="00BB4D4C">
      <w:pPr>
        <w:pStyle w:val="TOC3"/>
        <w:rPr>
          <w:rFonts w:asciiTheme="minorHAnsi" w:hAnsiTheme="minorHAnsi"/>
          <w:noProof/>
          <w:szCs w:val="22"/>
        </w:rPr>
      </w:pPr>
      <w:r w:rsidRPr="001E0D3E">
        <w:rPr>
          <w:rFonts w:cs="Calibri Light"/>
          <w:noProof/>
        </w:rPr>
        <w:t>Measure Case Labor Cost ($/unit)</w:t>
      </w:r>
      <w:r>
        <w:rPr>
          <w:noProof/>
        </w:rPr>
        <w:tab/>
      </w:r>
      <w:r>
        <w:rPr>
          <w:noProof/>
        </w:rPr>
        <w:fldChar w:fldCharType="begin"/>
      </w:r>
      <w:r>
        <w:rPr>
          <w:noProof/>
        </w:rPr>
        <w:instrText xml:space="preserve"> PAGEREF _Toc69106315 \h </w:instrText>
      </w:r>
      <w:r>
        <w:rPr>
          <w:noProof/>
        </w:rPr>
      </w:r>
      <w:r>
        <w:rPr>
          <w:noProof/>
        </w:rPr>
        <w:fldChar w:fldCharType="separate"/>
      </w:r>
      <w:r w:rsidR="00E975D4">
        <w:rPr>
          <w:noProof/>
        </w:rPr>
        <w:t>17</w:t>
      </w:r>
      <w:r>
        <w:rPr>
          <w:noProof/>
        </w:rPr>
        <w:fldChar w:fldCharType="end"/>
      </w:r>
    </w:p>
    <w:p w14:paraId="5C1C9ACB" w14:textId="708B4784" w:rsidR="00BB4D4C" w:rsidRDefault="00BB4D4C">
      <w:pPr>
        <w:pStyle w:val="TOC3"/>
        <w:rPr>
          <w:rFonts w:asciiTheme="minorHAnsi" w:hAnsiTheme="minorHAnsi"/>
          <w:noProof/>
          <w:szCs w:val="22"/>
        </w:rPr>
      </w:pPr>
      <w:r w:rsidRPr="001E0D3E">
        <w:rPr>
          <w:rFonts w:cs="Calibri Light"/>
          <w:noProof/>
        </w:rPr>
        <w:t>Net-to-Gross (NTG)</w:t>
      </w:r>
      <w:r>
        <w:rPr>
          <w:noProof/>
        </w:rPr>
        <w:tab/>
      </w:r>
      <w:r>
        <w:rPr>
          <w:noProof/>
        </w:rPr>
        <w:fldChar w:fldCharType="begin"/>
      </w:r>
      <w:r>
        <w:rPr>
          <w:noProof/>
        </w:rPr>
        <w:instrText xml:space="preserve"> PAGEREF _Toc69106316 \h </w:instrText>
      </w:r>
      <w:r>
        <w:rPr>
          <w:noProof/>
        </w:rPr>
      </w:r>
      <w:r>
        <w:rPr>
          <w:noProof/>
        </w:rPr>
        <w:fldChar w:fldCharType="separate"/>
      </w:r>
      <w:r w:rsidR="00E975D4">
        <w:rPr>
          <w:noProof/>
        </w:rPr>
        <w:t>17</w:t>
      </w:r>
      <w:r>
        <w:rPr>
          <w:noProof/>
        </w:rPr>
        <w:fldChar w:fldCharType="end"/>
      </w:r>
    </w:p>
    <w:p w14:paraId="506B4812" w14:textId="7CA80054" w:rsidR="00BB4D4C" w:rsidRDefault="00BB4D4C">
      <w:pPr>
        <w:pStyle w:val="TOC3"/>
        <w:rPr>
          <w:rFonts w:asciiTheme="minorHAnsi" w:hAnsiTheme="minorHAnsi"/>
          <w:noProof/>
          <w:szCs w:val="22"/>
        </w:rPr>
      </w:pPr>
      <w:r w:rsidRPr="001E0D3E">
        <w:rPr>
          <w:rFonts w:cs="Calibri Light"/>
          <w:noProof/>
        </w:rPr>
        <w:t>Gross Savings Installation Adjustment (GSIA)</w:t>
      </w:r>
      <w:r>
        <w:rPr>
          <w:noProof/>
        </w:rPr>
        <w:tab/>
      </w:r>
      <w:r>
        <w:rPr>
          <w:noProof/>
        </w:rPr>
        <w:fldChar w:fldCharType="begin"/>
      </w:r>
      <w:r>
        <w:rPr>
          <w:noProof/>
        </w:rPr>
        <w:instrText xml:space="preserve"> PAGEREF _Toc69106317 \h </w:instrText>
      </w:r>
      <w:r>
        <w:rPr>
          <w:noProof/>
        </w:rPr>
      </w:r>
      <w:r>
        <w:rPr>
          <w:noProof/>
        </w:rPr>
        <w:fldChar w:fldCharType="separate"/>
      </w:r>
      <w:r w:rsidR="00E975D4">
        <w:rPr>
          <w:noProof/>
        </w:rPr>
        <w:t>18</w:t>
      </w:r>
      <w:r>
        <w:rPr>
          <w:noProof/>
        </w:rPr>
        <w:fldChar w:fldCharType="end"/>
      </w:r>
    </w:p>
    <w:p w14:paraId="3EB8AAB6" w14:textId="25D6D715" w:rsidR="00BB4D4C" w:rsidRDefault="00BB4D4C">
      <w:pPr>
        <w:pStyle w:val="TOC3"/>
        <w:rPr>
          <w:rFonts w:asciiTheme="minorHAnsi" w:hAnsiTheme="minorHAnsi"/>
          <w:noProof/>
          <w:szCs w:val="22"/>
        </w:rPr>
      </w:pPr>
      <w:r w:rsidRPr="001E0D3E">
        <w:rPr>
          <w:rFonts w:cs="Calibri Light"/>
          <w:noProof/>
        </w:rPr>
        <w:t>DEER Differences Analysis</w:t>
      </w:r>
      <w:r>
        <w:rPr>
          <w:noProof/>
        </w:rPr>
        <w:tab/>
      </w:r>
      <w:r>
        <w:rPr>
          <w:noProof/>
        </w:rPr>
        <w:fldChar w:fldCharType="begin"/>
      </w:r>
      <w:r>
        <w:rPr>
          <w:noProof/>
        </w:rPr>
        <w:instrText xml:space="preserve"> PAGEREF _Toc69106318 \h </w:instrText>
      </w:r>
      <w:r>
        <w:rPr>
          <w:noProof/>
        </w:rPr>
      </w:r>
      <w:r>
        <w:rPr>
          <w:noProof/>
        </w:rPr>
        <w:fldChar w:fldCharType="separate"/>
      </w:r>
      <w:r w:rsidR="00E975D4">
        <w:rPr>
          <w:noProof/>
        </w:rPr>
        <w:t>18</w:t>
      </w:r>
      <w:r>
        <w:rPr>
          <w:noProof/>
        </w:rPr>
        <w:fldChar w:fldCharType="end"/>
      </w:r>
    </w:p>
    <w:p w14:paraId="4D79EF98" w14:textId="05D71CF5" w:rsidR="00BB4D4C" w:rsidRDefault="00BB4D4C">
      <w:pPr>
        <w:pStyle w:val="TOC3"/>
        <w:rPr>
          <w:rFonts w:asciiTheme="minorHAnsi" w:hAnsiTheme="minorHAnsi"/>
          <w:noProof/>
          <w:szCs w:val="22"/>
        </w:rPr>
      </w:pPr>
      <w:r w:rsidRPr="001E0D3E">
        <w:rPr>
          <w:rFonts w:cs="Calibri Light"/>
          <w:noProof/>
        </w:rPr>
        <w:t>Revision History</w:t>
      </w:r>
      <w:r>
        <w:rPr>
          <w:noProof/>
        </w:rPr>
        <w:tab/>
      </w:r>
      <w:r>
        <w:rPr>
          <w:noProof/>
        </w:rPr>
        <w:fldChar w:fldCharType="begin"/>
      </w:r>
      <w:r>
        <w:rPr>
          <w:noProof/>
        </w:rPr>
        <w:instrText xml:space="preserve"> PAGEREF _Toc69106319 \h </w:instrText>
      </w:r>
      <w:r>
        <w:rPr>
          <w:noProof/>
        </w:rPr>
      </w:r>
      <w:r>
        <w:rPr>
          <w:noProof/>
        </w:rPr>
        <w:fldChar w:fldCharType="separate"/>
      </w:r>
      <w:r w:rsidR="00E975D4">
        <w:rPr>
          <w:noProof/>
        </w:rPr>
        <w:t>20</w:t>
      </w:r>
      <w:r>
        <w:rPr>
          <w:noProof/>
        </w:rPr>
        <w:fldChar w:fldCharType="end"/>
      </w:r>
    </w:p>
    <w:p w14:paraId="08F3F615" w14:textId="732D8E58" w:rsidR="001C6C9B" w:rsidRPr="00203ECA" w:rsidRDefault="001C6C9B" w:rsidP="00D12B8C">
      <w:r w:rsidRPr="00203ECA">
        <w:fldChar w:fldCharType="end"/>
      </w:r>
    </w:p>
    <w:p w14:paraId="12343562" w14:textId="77777777" w:rsidR="007E1F66" w:rsidRPr="00203ECA" w:rsidRDefault="007E1F66" w:rsidP="00462BB6">
      <w:pPr>
        <w:pStyle w:val="eTRMHeading3"/>
        <w:sectPr w:rsidR="007E1F66" w:rsidRPr="00203ECA" w:rsidSect="00181E0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titlePg/>
          <w:docGrid w:linePitch="360"/>
        </w:sectPr>
      </w:pPr>
    </w:p>
    <w:p w14:paraId="77F0BB74" w14:textId="1ADE4CD1" w:rsidR="00871123" w:rsidRPr="00C6243E" w:rsidRDefault="00871123" w:rsidP="00462BB6">
      <w:pPr>
        <w:pStyle w:val="eTRMHeading3"/>
        <w:spacing w:before="20" w:after="20"/>
        <w:rPr>
          <w:rFonts w:cs="Calibri Light"/>
        </w:rPr>
      </w:pPr>
      <w:bookmarkStart w:id="0" w:name="_Toc486490839"/>
      <w:bookmarkStart w:id="1" w:name="_Toc486580912"/>
      <w:bookmarkStart w:id="2" w:name="_Toc69106296"/>
      <w:r w:rsidRPr="00C6243E">
        <w:rPr>
          <w:rFonts w:cs="Calibri Light"/>
        </w:rPr>
        <w:lastRenderedPageBreak/>
        <w:t>Measure Name</w:t>
      </w:r>
      <w:bookmarkEnd w:id="0"/>
      <w:bookmarkEnd w:id="1"/>
      <w:bookmarkEnd w:id="2"/>
    </w:p>
    <w:p w14:paraId="5FA5329D" w14:textId="1EA9B18A" w:rsidR="00871123" w:rsidRDefault="00372EC6" w:rsidP="00462BB6">
      <w:pPr>
        <w:spacing w:before="20" w:after="20" w:line="280" w:lineRule="exact"/>
        <w:rPr>
          <w:rFonts w:cs="Calibri Light"/>
        </w:rPr>
      </w:pPr>
      <w:r>
        <w:rPr>
          <w:rFonts w:cs="Calibri Light"/>
        </w:rPr>
        <w:t xml:space="preserve">Residential </w:t>
      </w:r>
      <w:r w:rsidR="00081306">
        <w:rPr>
          <w:rFonts w:cs="Calibri Light"/>
        </w:rPr>
        <w:t xml:space="preserve">Heat Pump Water </w:t>
      </w:r>
      <w:r>
        <w:rPr>
          <w:rFonts w:cs="Calibri Light"/>
        </w:rPr>
        <w:t>Heater -</w:t>
      </w:r>
      <w:r w:rsidR="00B95982" w:rsidRPr="00B95982">
        <w:rPr>
          <w:rFonts w:cs="Calibri Light"/>
        </w:rPr>
        <w:t xml:space="preserve"> </w:t>
      </w:r>
      <w:r w:rsidR="00081306">
        <w:rPr>
          <w:rFonts w:cs="Calibri Light"/>
        </w:rPr>
        <w:t>Fuel Substitution</w:t>
      </w:r>
    </w:p>
    <w:p w14:paraId="1737630D" w14:textId="77777777" w:rsidR="00B95982" w:rsidRPr="00C6243E" w:rsidRDefault="00B95982" w:rsidP="00462BB6">
      <w:pPr>
        <w:spacing w:before="20" w:after="20" w:line="280" w:lineRule="exact"/>
        <w:rPr>
          <w:rFonts w:cs="Calibri Light"/>
        </w:rPr>
      </w:pPr>
    </w:p>
    <w:p w14:paraId="5F938EFE" w14:textId="22C2B8D9" w:rsidR="00871123" w:rsidRPr="00C6243E" w:rsidRDefault="00871123" w:rsidP="00462BB6">
      <w:pPr>
        <w:pStyle w:val="eTRMHeading3"/>
        <w:spacing w:before="20" w:after="20"/>
        <w:rPr>
          <w:rFonts w:cs="Calibri Light"/>
        </w:rPr>
      </w:pPr>
      <w:bookmarkStart w:id="3" w:name="_Toc486490840"/>
      <w:bookmarkStart w:id="4" w:name="_Toc486580913"/>
      <w:bookmarkStart w:id="5" w:name="_Toc69106297"/>
      <w:r w:rsidRPr="00C6243E">
        <w:rPr>
          <w:rFonts w:cs="Calibri Light"/>
        </w:rPr>
        <w:t>Statewide Measure ID</w:t>
      </w:r>
      <w:bookmarkEnd w:id="3"/>
      <w:bookmarkEnd w:id="4"/>
      <w:bookmarkEnd w:id="5"/>
    </w:p>
    <w:p w14:paraId="3AE19DEF" w14:textId="569D8E87" w:rsidR="00871123" w:rsidRPr="00C6243E" w:rsidRDefault="0043235B" w:rsidP="00462BB6">
      <w:pPr>
        <w:spacing w:before="20" w:after="20" w:line="280" w:lineRule="exact"/>
        <w:rPr>
          <w:rFonts w:cs="Calibri Light"/>
          <w:i/>
          <w:color w:val="808080" w:themeColor="background1" w:themeShade="80"/>
        </w:rPr>
      </w:pPr>
      <w:r>
        <w:rPr>
          <w:rFonts w:cs="Calibri Light"/>
          <w:i/>
          <w:color w:val="808080" w:themeColor="background1" w:themeShade="80"/>
        </w:rPr>
        <w:t>SWWH025</w:t>
      </w:r>
      <w:r w:rsidR="00E24115">
        <w:rPr>
          <w:rFonts w:cs="Calibri Light"/>
          <w:i/>
          <w:color w:val="808080" w:themeColor="background1" w:themeShade="80"/>
        </w:rPr>
        <w:t>-0</w:t>
      </w:r>
      <w:r w:rsidR="00520BB8">
        <w:rPr>
          <w:rFonts w:cs="Calibri Light"/>
          <w:i/>
          <w:color w:val="808080" w:themeColor="background1" w:themeShade="80"/>
        </w:rPr>
        <w:t>3</w:t>
      </w:r>
    </w:p>
    <w:p w14:paraId="7C74B6BB" w14:textId="77777777" w:rsidR="005D530F" w:rsidRPr="00C6243E" w:rsidRDefault="005D530F" w:rsidP="00462BB6">
      <w:pPr>
        <w:spacing w:before="20" w:after="20" w:line="280" w:lineRule="exact"/>
        <w:rPr>
          <w:rFonts w:cs="Calibri Light"/>
          <w:i/>
          <w:color w:val="808080" w:themeColor="background1" w:themeShade="80"/>
        </w:rPr>
      </w:pPr>
    </w:p>
    <w:p w14:paraId="24932D21" w14:textId="77777777" w:rsidR="00871123" w:rsidRPr="00C6243E" w:rsidRDefault="00871123" w:rsidP="00462BB6">
      <w:pPr>
        <w:spacing w:before="20" w:after="20" w:line="280" w:lineRule="exact"/>
        <w:rPr>
          <w:rFonts w:cs="Calibri Light"/>
          <w:i/>
          <w:color w:val="808080" w:themeColor="background1" w:themeShade="80"/>
        </w:rPr>
      </w:pPr>
    </w:p>
    <w:p w14:paraId="3D3714F1" w14:textId="64F1EB7A" w:rsidR="00871123" w:rsidRPr="00C6243E" w:rsidRDefault="00871123" w:rsidP="00081306">
      <w:pPr>
        <w:pStyle w:val="eTRMHeading3"/>
        <w:tabs>
          <w:tab w:val="left" w:pos="5335"/>
        </w:tabs>
        <w:spacing w:before="20" w:after="20"/>
        <w:rPr>
          <w:rFonts w:cs="Calibri Light"/>
        </w:rPr>
      </w:pPr>
      <w:bookmarkStart w:id="6" w:name="_Toc486490843"/>
      <w:bookmarkStart w:id="7" w:name="_Toc486580916"/>
      <w:bookmarkStart w:id="8" w:name="_Toc69106298"/>
      <w:r w:rsidRPr="00C6243E">
        <w:rPr>
          <w:rFonts w:cs="Calibri Light"/>
        </w:rPr>
        <w:t>Effective Date</w:t>
      </w:r>
      <w:bookmarkEnd w:id="6"/>
      <w:bookmarkEnd w:id="7"/>
      <w:bookmarkEnd w:id="8"/>
      <w:r w:rsidR="00081306">
        <w:rPr>
          <w:rFonts w:cs="Calibri Light"/>
        </w:rPr>
        <w:tab/>
      </w:r>
    </w:p>
    <w:p w14:paraId="052B461C" w14:textId="1DD48252" w:rsidR="00871123" w:rsidRPr="00C6243E" w:rsidRDefault="00EF6A0D" w:rsidP="00462BB6">
      <w:pPr>
        <w:spacing w:before="20" w:after="20" w:line="280" w:lineRule="exact"/>
        <w:rPr>
          <w:rFonts w:cs="Calibri Light"/>
          <w:i/>
          <w:color w:val="808080" w:themeColor="background1" w:themeShade="80"/>
        </w:rPr>
      </w:pPr>
      <w:r>
        <w:rPr>
          <w:rFonts w:cs="Calibri Light"/>
          <w:i/>
          <w:color w:val="808080" w:themeColor="background1" w:themeShade="80"/>
        </w:rPr>
        <w:t>January 1</w:t>
      </w:r>
      <w:r w:rsidR="00EC0558">
        <w:rPr>
          <w:rFonts w:cs="Calibri Light"/>
          <w:i/>
          <w:color w:val="808080" w:themeColor="background1" w:themeShade="80"/>
        </w:rPr>
        <w:t>8</w:t>
      </w:r>
      <w:r>
        <w:rPr>
          <w:rFonts w:cs="Calibri Light"/>
          <w:i/>
          <w:color w:val="808080" w:themeColor="background1" w:themeShade="80"/>
        </w:rPr>
        <w:t>, 2021</w:t>
      </w:r>
    </w:p>
    <w:p w14:paraId="682D4A81" w14:textId="77777777" w:rsidR="00871123" w:rsidRPr="00C6243E" w:rsidRDefault="00871123" w:rsidP="00462BB6">
      <w:pPr>
        <w:spacing w:before="20" w:after="20" w:line="280" w:lineRule="exact"/>
        <w:rPr>
          <w:rFonts w:cs="Calibri Light"/>
          <w:i/>
          <w:color w:val="808080" w:themeColor="background1" w:themeShade="80"/>
        </w:rPr>
      </w:pPr>
    </w:p>
    <w:p w14:paraId="2C9028C1" w14:textId="77777777" w:rsidR="00E14349" w:rsidRPr="00C6243E" w:rsidRDefault="00E14349" w:rsidP="00E14349">
      <w:pPr>
        <w:pStyle w:val="TableFootnote"/>
        <w:rPr>
          <w:rFonts w:cs="Calibri Light"/>
        </w:rPr>
      </w:pPr>
    </w:p>
    <w:p w14:paraId="3178518D" w14:textId="77777777" w:rsidR="00E70CBD" w:rsidRPr="00C6243E" w:rsidRDefault="00E70CBD" w:rsidP="00462BB6">
      <w:pPr>
        <w:pStyle w:val="eTRMHeading3"/>
        <w:rPr>
          <w:rFonts w:cs="Calibri Light"/>
        </w:rPr>
      </w:pPr>
      <w:bookmarkStart w:id="9" w:name="_Toc486490847"/>
      <w:bookmarkStart w:id="10" w:name="_Toc486580918"/>
      <w:bookmarkStart w:id="11" w:name="_Toc69106299"/>
      <w:r w:rsidRPr="006049F9">
        <w:rPr>
          <w:rFonts w:cs="Calibri Light"/>
        </w:rPr>
        <w:t>Technology Summary</w:t>
      </w:r>
      <w:bookmarkEnd w:id="9"/>
      <w:bookmarkEnd w:id="10"/>
      <w:bookmarkEnd w:id="11"/>
      <w:r w:rsidRPr="006049F9">
        <w:rPr>
          <w:rFonts w:cs="Calibri Light"/>
        </w:rPr>
        <w:t xml:space="preserve"> </w:t>
      </w:r>
    </w:p>
    <w:p w14:paraId="4B0DB4A3" w14:textId="77777777" w:rsidR="00BA1D97" w:rsidRDefault="00E24115" w:rsidP="00BA1D97">
      <w:pPr>
        <w:pStyle w:val="NoSpacing"/>
        <w:rPr>
          <w:rStyle w:val="SubtleEmphasis"/>
          <w:rFonts w:ascii="Calibri Light" w:hAnsi="Calibri Light" w:cs="Calibri Light"/>
          <w:i w:val="0"/>
          <w:color w:val="auto"/>
        </w:rPr>
      </w:pPr>
      <w:r w:rsidRPr="00E24115">
        <w:rPr>
          <w:rStyle w:val="SubtleEmphasis"/>
          <w:rFonts w:ascii="Calibri Light" w:hAnsi="Calibri Light" w:cs="Calibri Light"/>
          <w:i w:val="0"/>
          <w:color w:val="auto"/>
        </w:rPr>
        <w:t>Domestic water heaters are pressure vessels that transfer heat to water.</w:t>
      </w:r>
      <w:r>
        <w:rPr>
          <w:rStyle w:val="SubtleEmphasis"/>
          <w:rFonts w:ascii="Calibri Light" w:hAnsi="Calibri Light" w:cs="Calibri Light"/>
          <w:i w:val="0"/>
          <w:color w:val="auto"/>
        </w:rPr>
        <w:t xml:space="preserve"> </w:t>
      </w:r>
      <w:r w:rsidRPr="00E24115">
        <w:rPr>
          <w:rStyle w:val="SubtleEmphasis"/>
          <w:rFonts w:ascii="Calibri Light" w:hAnsi="Calibri Light" w:cs="Calibri Light"/>
          <w:i w:val="0"/>
          <w:color w:val="auto"/>
        </w:rPr>
        <w:t xml:space="preserve">The heater may heat the domestic water using a heat exchanger that works like an instantaneous water heater, with a separate tank for storage of hot water or may have an integral tank and heat exchanger. </w:t>
      </w:r>
      <w:bookmarkStart w:id="12" w:name="_Hlk68774095"/>
      <w:r w:rsidRPr="00E24115">
        <w:rPr>
          <w:rStyle w:val="SubtleEmphasis"/>
          <w:rFonts w:ascii="Calibri Light" w:hAnsi="Calibri Light" w:cs="Calibri Light"/>
          <w:i w:val="0"/>
          <w:color w:val="auto"/>
        </w:rPr>
        <w:t xml:space="preserve">Heat pump water heaters use a direct expansion (DX) heat pump to transfer heat to the water. </w:t>
      </w:r>
      <w:r w:rsidR="00BA1D97">
        <w:rPr>
          <w:rStyle w:val="SubtleEmphasis"/>
          <w:rFonts w:ascii="Calibri Light" w:hAnsi="Calibri Light" w:cs="Calibri Light"/>
          <w:i w:val="0"/>
          <w:color w:val="auto"/>
        </w:rPr>
        <w:t xml:space="preserve">The heat pump condenser coils are located inside the insulated water storage tank where the flow of hot refrigerant is used to heat the water. In many heat pump water heaters, referred to as hybrid heat pump water heaters, supplemental electric resistance heating elements exist to meet heating requirements when the heat pump system cannot meet them alone. Cold water enters the base of the tank and is heated by condenser coils.  The hot water then rises and continues to be heated by the condenser coils until the heated water is drawn for consumption at the top of the tank. </w:t>
      </w:r>
      <w:bookmarkEnd w:id="12"/>
      <w:r w:rsidR="00BA1D97" w:rsidRPr="00E24115">
        <w:rPr>
          <w:rStyle w:val="SubtleEmphasis"/>
          <w:rFonts w:ascii="Calibri Light" w:hAnsi="Calibri Light" w:cs="Calibri Light"/>
          <w:i w:val="0"/>
          <w:color w:val="auto"/>
        </w:rPr>
        <w:t>Heat pump water heaters achieve higher efficiency compared to electric-resistance or natural gas water heaters</w:t>
      </w:r>
      <w:r w:rsidR="00BA1D97">
        <w:rPr>
          <w:rStyle w:val="SubtleEmphasis"/>
          <w:rFonts w:ascii="Calibri Light" w:hAnsi="Calibri Light" w:cs="Calibri Light"/>
          <w:i w:val="0"/>
          <w:color w:val="auto"/>
        </w:rPr>
        <w:t xml:space="preserve"> and</w:t>
      </w:r>
      <w:r w:rsidR="00BA1D97" w:rsidRPr="00E24115">
        <w:rPr>
          <w:rStyle w:val="SubtleEmphasis"/>
          <w:rFonts w:ascii="Calibri Light" w:hAnsi="Calibri Light" w:cs="Calibri Light"/>
          <w:i w:val="0"/>
          <w:color w:val="auto"/>
        </w:rPr>
        <w:t xml:space="preserve"> are typically equipped with supplemental electric-resistance elements for periods of high demand.</w:t>
      </w:r>
    </w:p>
    <w:p w14:paraId="67D79EC3" w14:textId="77777777" w:rsidR="00BA1D97" w:rsidRDefault="00BA1D97" w:rsidP="00BA1D97">
      <w:pPr>
        <w:pStyle w:val="NoSpacing"/>
        <w:rPr>
          <w:rStyle w:val="SubtleEmphasis"/>
          <w:rFonts w:ascii="Calibri Light" w:hAnsi="Calibri Light" w:cs="Calibri Light"/>
          <w:i w:val="0"/>
          <w:color w:val="auto"/>
        </w:rPr>
      </w:pPr>
    </w:p>
    <w:p w14:paraId="55F29EF7" w14:textId="77777777" w:rsidR="00BA1D97" w:rsidRDefault="00BA1D97" w:rsidP="00BA1D97">
      <w:pPr>
        <w:pStyle w:val="NoSpacing"/>
        <w:keepNext/>
        <w:jc w:val="center"/>
      </w:pPr>
      <w:bookmarkStart w:id="13" w:name="_Hlk68774112"/>
      <w:r w:rsidRPr="006D741F">
        <w:rPr>
          <w:noProof/>
        </w:rPr>
        <w:lastRenderedPageBreak/>
        <w:drawing>
          <wp:inline distT="0" distB="0" distL="0" distR="0" wp14:anchorId="26EF9E9D" wp14:editId="51A4BC4F">
            <wp:extent cx="4274629" cy="276497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282639" cy="2770152"/>
                    </a:xfrm>
                    <a:prstGeom prst="rect">
                      <a:avLst/>
                    </a:prstGeom>
                  </pic:spPr>
                </pic:pic>
              </a:graphicData>
            </a:graphic>
          </wp:inline>
        </w:drawing>
      </w:r>
    </w:p>
    <w:p w14:paraId="57C95ACC" w14:textId="617DD516" w:rsidR="00BA1D97" w:rsidRPr="00573D0C" w:rsidRDefault="00BA1D97">
      <w:pPr>
        <w:pStyle w:val="Caption"/>
        <w:rPr>
          <w:rStyle w:val="SubtleEmphasis"/>
          <w:rFonts w:cs="Calibri Light"/>
          <w:b/>
          <w:i w:val="0"/>
          <w:color w:val="000000"/>
          <w14:textFill>
            <w14:solidFill>
              <w14:srgbClr w14:val="000000">
                <w14:lumMod w14:val="50000"/>
              </w14:srgbClr>
            </w14:solidFill>
          </w14:textFill>
        </w:rPr>
      </w:pPr>
      <w:r w:rsidRPr="00573D0C">
        <w:t xml:space="preserve">Figure </w:t>
      </w:r>
      <w:r w:rsidRPr="00293026">
        <w:fldChar w:fldCharType="begin"/>
      </w:r>
      <w:r w:rsidRPr="00BA1D97">
        <w:instrText xml:space="preserve"> SEQ Figure \* ARABIC </w:instrText>
      </w:r>
      <w:r w:rsidRPr="00293026">
        <w:fldChar w:fldCharType="separate"/>
      </w:r>
      <w:r w:rsidR="00E975D4">
        <w:rPr>
          <w:noProof/>
        </w:rPr>
        <w:t>1</w:t>
      </w:r>
      <w:r w:rsidRPr="00293026">
        <w:fldChar w:fldCharType="end"/>
      </w:r>
      <w:r w:rsidRPr="00BA1D97">
        <w:t xml:space="preserve"> Hybrid heat pump water heater diagram</w:t>
      </w:r>
      <w:r w:rsidRPr="00573D0C">
        <w:rPr>
          <w:rStyle w:val="FootnoteReference"/>
          <w:b/>
        </w:rPr>
        <w:footnoteReference w:id="1"/>
      </w:r>
    </w:p>
    <w:bookmarkEnd w:id="13"/>
    <w:p w14:paraId="228C057D" w14:textId="70BB5FCD" w:rsidR="002F4DF6" w:rsidRDefault="002F4DF6" w:rsidP="00E24115">
      <w:pPr>
        <w:pStyle w:val="NoSpacing"/>
        <w:rPr>
          <w:rStyle w:val="SubtleEmphasis"/>
          <w:rFonts w:ascii="Calibri Light" w:hAnsi="Calibri Light" w:cs="Calibri Light"/>
          <w:i w:val="0"/>
          <w:color w:val="auto"/>
        </w:rPr>
      </w:pPr>
    </w:p>
    <w:p w14:paraId="5F57420B" w14:textId="793B63F9" w:rsidR="002F4DF6" w:rsidRDefault="002F4DF6" w:rsidP="00E24115">
      <w:pPr>
        <w:pStyle w:val="NoSpacing"/>
        <w:rPr>
          <w:rStyle w:val="SubtleEmphasis"/>
          <w:rFonts w:ascii="Calibri Light" w:hAnsi="Calibri Light" w:cs="Calibri Light"/>
          <w:i w:val="0"/>
          <w:color w:val="auto"/>
        </w:rPr>
      </w:pPr>
      <w:r w:rsidRPr="002F4DF6">
        <w:rPr>
          <w:rStyle w:val="SubtleEmphasis"/>
          <w:rFonts w:ascii="Calibri Light" w:hAnsi="Calibri Light" w:cs="Calibri Light"/>
          <w:i w:val="0"/>
          <w:color w:val="auto"/>
        </w:rPr>
        <w:t>The most significant barrier to water heater retrofit</w:t>
      </w:r>
      <w:r w:rsidR="00EF6A0D">
        <w:rPr>
          <w:rStyle w:val="SubtleEmphasis"/>
          <w:rFonts w:ascii="Calibri Light" w:hAnsi="Calibri Light" w:cs="Calibri Light"/>
          <w:i w:val="0"/>
          <w:color w:val="auto"/>
        </w:rPr>
        <w:t>s</w:t>
      </w:r>
      <w:r w:rsidRPr="002F4DF6">
        <w:rPr>
          <w:rStyle w:val="SubtleEmphasis"/>
          <w:rFonts w:ascii="Calibri Light" w:hAnsi="Calibri Light" w:cs="Calibri Light"/>
          <w:i w:val="0"/>
          <w:color w:val="auto"/>
        </w:rPr>
        <w:t xml:space="preserve"> is the </w:t>
      </w:r>
      <w:r w:rsidR="00C9793C">
        <w:rPr>
          <w:rStyle w:val="SubtleEmphasis"/>
          <w:rFonts w:ascii="Calibri Light" w:hAnsi="Calibri Light" w:cs="Calibri Light"/>
          <w:i w:val="0"/>
          <w:color w:val="auto"/>
        </w:rPr>
        <w:t>typical</w:t>
      </w:r>
      <w:r w:rsidR="00C9793C" w:rsidRPr="002F4DF6">
        <w:rPr>
          <w:rStyle w:val="SubtleEmphasis"/>
          <w:rFonts w:ascii="Calibri Light" w:hAnsi="Calibri Light" w:cs="Calibri Light"/>
          <w:i w:val="0"/>
          <w:color w:val="auto"/>
        </w:rPr>
        <w:t xml:space="preserve"> </w:t>
      </w:r>
      <w:r w:rsidRPr="002F4DF6">
        <w:rPr>
          <w:rStyle w:val="SubtleEmphasis"/>
          <w:rFonts w:ascii="Calibri Light" w:hAnsi="Calibri Light" w:cs="Calibri Light"/>
          <w:i w:val="0"/>
          <w:color w:val="auto"/>
        </w:rPr>
        <w:t>nature of water heater replacement</w:t>
      </w:r>
      <w:r w:rsidR="00C9793C">
        <w:rPr>
          <w:rStyle w:val="SubtleEmphasis"/>
          <w:rFonts w:ascii="Calibri Light" w:hAnsi="Calibri Light" w:cs="Calibri Light"/>
          <w:i w:val="0"/>
          <w:color w:val="auto"/>
        </w:rPr>
        <w:t>s</w:t>
      </w:r>
      <w:r w:rsidRPr="002F4DF6">
        <w:rPr>
          <w:rStyle w:val="SubtleEmphasis"/>
          <w:rFonts w:ascii="Calibri Light" w:hAnsi="Calibri Light" w:cs="Calibri Light"/>
          <w:i w:val="0"/>
          <w:color w:val="auto"/>
        </w:rPr>
        <w:t>. Approximately 37% of consumers replace their water heaters due to the sudden failure of their existing water heater</w:t>
      </w:r>
      <w:r>
        <w:rPr>
          <w:rStyle w:val="FootnoteReference"/>
          <w:rFonts w:ascii="Calibri Light" w:hAnsi="Calibri Light" w:cs="Calibri Light"/>
          <w:iCs/>
        </w:rPr>
        <w:footnoteReference w:id="2"/>
      </w:r>
      <w:r w:rsidRPr="002F4DF6">
        <w:rPr>
          <w:rStyle w:val="SubtleEmphasis"/>
          <w:rFonts w:ascii="Calibri Light" w:hAnsi="Calibri Light" w:cs="Calibri Light"/>
          <w:i w:val="0"/>
          <w:color w:val="auto"/>
        </w:rPr>
        <w:t>.</w:t>
      </w:r>
      <w:r>
        <w:rPr>
          <w:rStyle w:val="SubtleEmphasis"/>
          <w:rFonts w:ascii="Calibri Light" w:hAnsi="Calibri Light" w:cs="Calibri Light"/>
          <w:i w:val="0"/>
          <w:color w:val="auto"/>
        </w:rPr>
        <w:t xml:space="preserve"> </w:t>
      </w:r>
      <w:r w:rsidRPr="002F4DF6">
        <w:rPr>
          <w:rStyle w:val="SubtleEmphasis"/>
          <w:rFonts w:ascii="Calibri Light" w:hAnsi="Calibri Light" w:cs="Calibri Light"/>
          <w:i w:val="0"/>
          <w:color w:val="auto"/>
        </w:rPr>
        <w:t>When a water heater fails, most consumers will purchase a replacement that is the cheapest and most readily available model that is also easy to install. These prevailing attitudes do not encourage consumers to make the extra effort to find more advanced, energy-efficient technologies that are now available on the market.</w:t>
      </w:r>
      <w:r w:rsidR="00AA142E">
        <w:rPr>
          <w:rStyle w:val="SubtleEmphasis"/>
          <w:rFonts w:ascii="Calibri Light" w:hAnsi="Calibri Light" w:cs="Calibri Light"/>
          <w:i w:val="0"/>
          <w:color w:val="auto"/>
        </w:rPr>
        <w:t xml:space="preserve"> </w:t>
      </w:r>
    </w:p>
    <w:p w14:paraId="782689C4" w14:textId="555EBAFB" w:rsidR="00AA142E" w:rsidRDefault="00AA142E" w:rsidP="00E24115">
      <w:pPr>
        <w:pStyle w:val="NoSpacing"/>
        <w:rPr>
          <w:rStyle w:val="SubtleEmphasis"/>
          <w:rFonts w:ascii="Calibri Light" w:hAnsi="Calibri Light" w:cs="Calibri Light"/>
          <w:i w:val="0"/>
          <w:color w:val="auto"/>
        </w:rPr>
      </w:pPr>
    </w:p>
    <w:p w14:paraId="2E381A55" w14:textId="1C540AB4" w:rsidR="00AA142E" w:rsidRDefault="00AA142E" w:rsidP="00E24115">
      <w:pPr>
        <w:pStyle w:val="NoSpacing"/>
        <w:rPr>
          <w:rStyle w:val="SubtleEmphasis"/>
          <w:rFonts w:ascii="Calibri Light" w:hAnsi="Calibri Light" w:cs="Calibri Light"/>
          <w:i w:val="0"/>
          <w:color w:val="auto"/>
        </w:rPr>
      </w:pPr>
      <w:r>
        <w:rPr>
          <w:rStyle w:val="SubtleEmphasis"/>
          <w:rFonts w:ascii="Calibri Light" w:hAnsi="Calibri Light" w:cs="Calibri Light"/>
          <w:i w:val="0"/>
          <w:color w:val="auto"/>
        </w:rPr>
        <w:t xml:space="preserve">The table below shows relevant water heater parameters. </w:t>
      </w:r>
    </w:p>
    <w:p w14:paraId="44F3F938" w14:textId="5EACAE63" w:rsidR="00230857" w:rsidRDefault="00230857" w:rsidP="00E24115">
      <w:pPr>
        <w:pStyle w:val="NoSpacing"/>
        <w:rPr>
          <w:rStyle w:val="SubtleEmphasis"/>
          <w:rFonts w:ascii="Calibri Light" w:hAnsi="Calibri Light" w:cs="Calibri Light"/>
          <w:i w:val="0"/>
          <w:color w:val="auto"/>
        </w:rPr>
      </w:pPr>
    </w:p>
    <w:tbl>
      <w:tblPr>
        <w:tblStyle w:val="TableGrid"/>
        <w:tblW w:w="9355" w:type="dxa"/>
        <w:jc w:val="center"/>
        <w:tblLook w:val="04A0" w:firstRow="1" w:lastRow="0" w:firstColumn="1" w:lastColumn="0" w:noHBand="0" w:noVBand="1"/>
      </w:tblPr>
      <w:tblGrid>
        <w:gridCol w:w="2610"/>
        <w:gridCol w:w="6745"/>
      </w:tblGrid>
      <w:tr w:rsidR="00230857" w14:paraId="717F0393" w14:textId="77777777" w:rsidTr="002F4DF6">
        <w:trPr>
          <w:jc w:val="center"/>
        </w:trPr>
        <w:tc>
          <w:tcPr>
            <w:tcW w:w="2610" w:type="dxa"/>
            <w:shd w:val="clear" w:color="auto" w:fill="D9D9D9" w:themeFill="background1" w:themeFillShade="D9"/>
          </w:tcPr>
          <w:p w14:paraId="201DB4D0" w14:textId="7FA4CB45" w:rsidR="00230857" w:rsidRPr="00077A7A" w:rsidRDefault="00230857" w:rsidP="00CA29DD">
            <w:pPr>
              <w:pStyle w:val="NoSpacing"/>
              <w:rPr>
                <w:rStyle w:val="SubtleEmphasis"/>
                <w:rFonts w:ascii="Calibri Light" w:hAnsi="Calibri Light"/>
                <w:b/>
                <w:i w:val="0"/>
                <w:color w:val="auto"/>
                <w:sz w:val="20"/>
              </w:rPr>
            </w:pPr>
            <w:r w:rsidRPr="00077A7A">
              <w:rPr>
                <w:rStyle w:val="SubtleEmphasis"/>
                <w:rFonts w:ascii="Calibri Light" w:hAnsi="Calibri Light"/>
                <w:b/>
                <w:i w:val="0"/>
                <w:color w:val="auto"/>
                <w:sz w:val="20"/>
              </w:rPr>
              <w:t>Water Heater Parameter</w:t>
            </w:r>
          </w:p>
        </w:tc>
        <w:tc>
          <w:tcPr>
            <w:tcW w:w="6745" w:type="dxa"/>
            <w:shd w:val="clear" w:color="auto" w:fill="D9D9D9" w:themeFill="background1" w:themeFillShade="D9"/>
          </w:tcPr>
          <w:p w14:paraId="2EAE5852" w14:textId="77777777" w:rsidR="00230857" w:rsidRPr="00077A7A" w:rsidRDefault="00230857" w:rsidP="00CA29DD">
            <w:pPr>
              <w:pStyle w:val="NoSpacing"/>
              <w:rPr>
                <w:rStyle w:val="SubtleEmphasis"/>
                <w:rFonts w:ascii="Calibri Light" w:hAnsi="Calibri Light"/>
                <w:b/>
                <w:i w:val="0"/>
                <w:color w:val="auto"/>
                <w:sz w:val="20"/>
              </w:rPr>
            </w:pPr>
            <w:r w:rsidRPr="00077A7A">
              <w:rPr>
                <w:rStyle w:val="SubtleEmphasis"/>
                <w:rFonts w:ascii="Calibri Light" w:hAnsi="Calibri Light"/>
                <w:b/>
                <w:i w:val="0"/>
                <w:color w:val="auto"/>
                <w:sz w:val="20"/>
              </w:rPr>
              <w:t>Definition</w:t>
            </w:r>
          </w:p>
        </w:tc>
      </w:tr>
      <w:tr w:rsidR="00230857" w14:paraId="0A43DC88" w14:textId="77777777" w:rsidTr="002F4DF6">
        <w:trPr>
          <w:jc w:val="center"/>
        </w:trPr>
        <w:tc>
          <w:tcPr>
            <w:tcW w:w="2610" w:type="dxa"/>
          </w:tcPr>
          <w:p w14:paraId="30B90AAD" w14:textId="504E770F" w:rsidR="00230857" w:rsidRPr="00DC2E1E" w:rsidRDefault="00230857" w:rsidP="00CA29DD">
            <w:pPr>
              <w:pStyle w:val="NoSpacing"/>
              <w:rPr>
                <w:rStyle w:val="SubtleEmphasis"/>
                <w:rFonts w:ascii="Calibri Light" w:hAnsi="Calibri Light"/>
                <w:i w:val="0"/>
                <w:color w:val="auto"/>
                <w:sz w:val="20"/>
              </w:rPr>
            </w:pPr>
            <w:r w:rsidRPr="00DC2E1E">
              <w:rPr>
                <w:rStyle w:val="SubtleEmphasis"/>
                <w:rFonts w:ascii="Calibri Light" w:hAnsi="Calibri Light"/>
                <w:i w:val="0"/>
                <w:color w:val="auto"/>
                <w:sz w:val="20"/>
              </w:rPr>
              <w:t>Instantaneous Water Heater</w:t>
            </w:r>
          </w:p>
        </w:tc>
        <w:tc>
          <w:tcPr>
            <w:tcW w:w="6745" w:type="dxa"/>
          </w:tcPr>
          <w:p w14:paraId="45DB5475" w14:textId="0801331A" w:rsidR="00230857" w:rsidRPr="00DC2E1E" w:rsidRDefault="00236232" w:rsidP="00CA29DD">
            <w:pPr>
              <w:pStyle w:val="NoSpacing"/>
              <w:rPr>
                <w:rStyle w:val="SubtleEmphasis"/>
                <w:rFonts w:ascii="Calibri Light" w:hAnsi="Calibri Light"/>
                <w:i w:val="0"/>
                <w:color w:val="auto"/>
                <w:sz w:val="20"/>
              </w:rPr>
            </w:pPr>
            <w:r w:rsidRPr="00DC2E1E">
              <w:rPr>
                <w:rStyle w:val="SubtleEmphasis"/>
                <w:rFonts w:ascii="Calibri Light" w:hAnsi="Calibri Light"/>
                <w:i w:val="0"/>
                <w:color w:val="auto"/>
                <w:sz w:val="20"/>
              </w:rPr>
              <w:t xml:space="preserve">“Tankless Water Heaters” eliminate energy lost to standby operation by only heating when flow sensor is activated. Instantaneous water heaters are more efficient than </w:t>
            </w:r>
            <w:r w:rsidR="00AA142E">
              <w:rPr>
                <w:rStyle w:val="SubtleEmphasis"/>
                <w:rFonts w:ascii="Calibri Light" w:hAnsi="Calibri Light"/>
                <w:i w:val="0"/>
                <w:color w:val="auto"/>
                <w:sz w:val="20"/>
              </w:rPr>
              <w:t xml:space="preserve">traditional </w:t>
            </w:r>
            <w:r w:rsidRPr="00DC2E1E">
              <w:rPr>
                <w:rStyle w:val="SubtleEmphasis"/>
                <w:rFonts w:ascii="Calibri Light" w:hAnsi="Calibri Light"/>
                <w:i w:val="0"/>
                <w:color w:val="auto"/>
                <w:sz w:val="20"/>
              </w:rPr>
              <w:t>storage water heaters.</w:t>
            </w:r>
            <w:r w:rsidR="00665F19" w:rsidRPr="00DC2E1E">
              <w:rPr>
                <w:rStyle w:val="FootnoteReference"/>
                <w:rFonts w:ascii="Calibri Light" w:hAnsi="Calibri Light"/>
                <w:iCs/>
                <w:sz w:val="20"/>
              </w:rPr>
              <w:footnoteReference w:id="3"/>
            </w:r>
          </w:p>
        </w:tc>
      </w:tr>
      <w:tr w:rsidR="00230857" w14:paraId="5FF070C1" w14:textId="77777777" w:rsidTr="002F4DF6">
        <w:trPr>
          <w:jc w:val="center"/>
        </w:trPr>
        <w:tc>
          <w:tcPr>
            <w:tcW w:w="2610" w:type="dxa"/>
          </w:tcPr>
          <w:p w14:paraId="68700095" w14:textId="7178A3C2" w:rsidR="00230857" w:rsidRPr="00DC2E1E" w:rsidRDefault="00230857" w:rsidP="00CA29DD">
            <w:pPr>
              <w:pStyle w:val="NoSpacing"/>
              <w:rPr>
                <w:rStyle w:val="SubtleEmphasis"/>
                <w:rFonts w:ascii="Calibri Light" w:hAnsi="Calibri Light"/>
                <w:i w:val="0"/>
                <w:color w:val="auto"/>
                <w:sz w:val="20"/>
              </w:rPr>
            </w:pPr>
            <w:r w:rsidRPr="00DC2E1E">
              <w:rPr>
                <w:rStyle w:val="SubtleEmphasis"/>
                <w:rFonts w:ascii="Calibri Light" w:hAnsi="Calibri Light"/>
                <w:i w:val="0"/>
                <w:color w:val="auto"/>
                <w:sz w:val="20"/>
              </w:rPr>
              <w:t>Storage Water Heater</w:t>
            </w:r>
          </w:p>
        </w:tc>
        <w:tc>
          <w:tcPr>
            <w:tcW w:w="6745" w:type="dxa"/>
          </w:tcPr>
          <w:p w14:paraId="2BD3304B" w14:textId="394D3586" w:rsidR="00230857" w:rsidRPr="00DC2E1E" w:rsidRDefault="00077A7A" w:rsidP="00CA29DD">
            <w:pPr>
              <w:pStyle w:val="NoSpacing"/>
              <w:rPr>
                <w:rStyle w:val="SubtleEmphasis"/>
                <w:rFonts w:ascii="Calibri Light" w:hAnsi="Calibri Light"/>
                <w:i w:val="0"/>
                <w:color w:val="auto"/>
                <w:sz w:val="20"/>
              </w:rPr>
            </w:pPr>
            <w:r w:rsidRPr="00DC2E1E">
              <w:rPr>
                <w:rStyle w:val="SubtleEmphasis"/>
                <w:rFonts w:ascii="Calibri Light" w:hAnsi="Calibri Light"/>
                <w:i w:val="0"/>
                <w:color w:val="auto"/>
                <w:sz w:val="20"/>
              </w:rPr>
              <w:t>Utilize a tank of water which is heated by a burner at the bottom. Efficient models have better insulation, heat traps, and secondary heat exchangers at the top of the tank.</w:t>
            </w:r>
            <w:r w:rsidRPr="00DC2E1E">
              <w:rPr>
                <w:rStyle w:val="FootnoteReference"/>
                <w:rFonts w:ascii="Calibri Light" w:hAnsi="Calibri Light"/>
                <w:iCs/>
                <w:sz w:val="20"/>
              </w:rPr>
              <w:footnoteReference w:id="4"/>
            </w:r>
          </w:p>
        </w:tc>
      </w:tr>
      <w:tr w:rsidR="00230857" w14:paraId="27B5B29B" w14:textId="77777777" w:rsidTr="002F4DF6">
        <w:trPr>
          <w:jc w:val="center"/>
        </w:trPr>
        <w:tc>
          <w:tcPr>
            <w:tcW w:w="2610" w:type="dxa"/>
          </w:tcPr>
          <w:p w14:paraId="26228F34" w14:textId="63889C85" w:rsidR="00230857" w:rsidRPr="00DC2E1E" w:rsidRDefault="00230857" w:rsidP="00CA29DD">
            <w:pPr>
              <w:pStyle w:val="NoSpacing"/>
              <w:rPr>
                <w:rStyle w:val="SubtleEmphasis"/>
                <w:rFonts w:ascii="Calibri Light" w:hAnsi="Calibri Light"/>
                <w:i w:val="0"/>
                <w:color w:val="auto"/>
                <w:sz w:val="20"/>
              </w:rPr>
            </w:pPr>
            <w:r w:rsidRPr="00DC2E1E">
              <w:rPr>
                <w:rStyle w:val="SubtleEmphasis"/>
                <w:rFonts w:ascii="Calibri Light" w:hAnsi="Calibri Light"/>
                <w:i w:val="0"/>
                <w:color w:val="auto"/>
                <w:sz w:val="20"/>
              </w:rPr>
              <w:lastRenderedPageBreak/>
              <w:t>Draw Pattern</w:t>
            </w:r>
          </w:p>
        </w:tc>
        <w:tc>
          <w:tcPr>
            <w:tcW w:w="6745" w:type="dxa"/>
          </w:tcPr>
          <w:p w14:paraId="16DC97BC" w14:textId="66A83462" w:rsidR="00230857" w:rsidRPr="00F11AB9" w:rsidRDefault="00077A7A" w:rsidP="00CA29DD">
            <w:pPr>
              <w:pStyle w:val="NoSpacing"/>
              <w:rPr>
                <w:rStyle w:val="SubtleEmphasis"/>
                <w:rFonts w:ascii="Calibri Light" w:hAnsi="Calibri Light"/>
                <w:i w:val="0"/>
                <w:color w:val="auto"/>
                <w:sz w:val="20"/>
              </w:rPr>
            </w:pPr>
            <w:r w:rsidRPr="00DC2E1E">
              <w:rPr>
                <w:rStyle w:val="SubtleEmphasis"/>
                <w:rFonts w:ascii="Calibri Light" w:hAnsi="Calibri Light"/>
                <w:i w:val="0"/>
                <w:color w:val="auto"/>
                <w:sz w:val="20"/>
              </w:rPr>
              <w:t xml:space="preserve">Categorization used to define hot water </w:t>
            </w:r>
            <w:r w:rsidR="00595506" w:rsidRPr="00595506">
              <w:rPr>
                <w:rStyle w:val="SubtleEmphasis"/>
                <w:rFonts w:ascii="Calibri Light" w:hAnsi="Calibri Light"/>
                <w:i w:val="0"/>
                <w:color w:val="auto"/>
                <w:sz w:val="20"/>
              </w:rPr>
              <w:t>f</w:t>
            </w:r>
            <w:r w:rsidR="00595506">
              <w:rPr>
                <w:rStyle w:val="SubtleEmphasis"/>
                <w:rFonts w:ascii="Calibri Light" w:hAnsi="Calibri Light"/>
                <w:i w:val="0"/>
                <w:color w:val="auto"/>
                <w:sz w:val="20"/>
              </w:rPr>
              <w:t>irst-hour rating and maximum flow parameters for water</w:t>
            </w:r>
            <w:r w:rsidRPr="00DC2E1E">
              <w:rPr>
                <w:rStyle w:val="SubtleEmphasis"/>
                <w:rFonts w:ascii="Calibri Light" w:hAnsi="Calibri Light"/>
                <w:i w:val="0"/>
                <w:color w:val="auto"/>
                <w:sz w:val="20"/>
              </w:rPr>
              <w:t xml:space="preserve"> heaters.</w:t>
            </w:r>
            <w:r w:rsidRPr="00DC2E1E">
              <w:rPr>
                <w:rStyle w:val="FootnoteReference"/>
                <w:rFonts w:ascii="Calibri Light" w:hAnsi="Calibri Light"/>
                <w:iCs/>
                <w:sz w:val="20"/>
              </w:rPr>
              <w:footnoteReference w:id="5"/>
            </w:r>
            <w:r w:rsidR="00F11AB9">
              <w:rPr>
                <w:rStyle w:val="SubtleEmphasis"/>
                <w:rFonts w:ascii="Calibri Light" w:hAnsi="Calibri Light"/>
                <w:i w:val="0"/>
                <w:color w:val="auto"/>
                <w:sz w:val="20"/>
              </w:rPr>
              <w:t xml:space="preserve"> Definitions for draw patterns can be found in the code section.</w:t>
            </w:r>
          </w:p>
        </w:tc>
      </w:tr>
      <w:tr w:rsidR="00230857" w14:paraId="68586B5D" w14:textId="77777777" w:rsidTr="002F4DF6">
        <w:trPr>
          <w:jc w:val="center"/>
        </w:trPr>
        <w:tc>
          <w:tcPr>
            <w:tcW w:w="2610" w:type="dxa"/>
          </w:tcPr>
          <w:p w14:paraId="0091BDB4" w14:textId="067200C9" w:rsidR="00230857" w:rsidRPr="00DC2E1E" w:rsidRDefault="00230857" w:rsidP="00CA29DD">
            <w:pPr>
              <w:pStyle w:val="NoSpacing"/>
              <w:rPr>
                <w:rStyle w:val="SubtleEmphasis"/>
                <w:rFonts w:ascii="Calibri Light" w:hAnsi="Calibri Light"/>
                <w:i w:val="0"/>
                <w:color w:val="auto"/>
                <w:sz w:val="20"/>
              </w:rPr>
            </w:pPr>
            <w:r w:rsidRPr="00DC2E1E">
              <w:rPr>
                <w:rStyle w:val="SubtleEmphasis"/>
                <w:rFonts w:ascii="Calibri Light" w:hAnsi="Calibri Light"/>
                <w:i w:val="0"/>
                <w:color w:val="auto"/>
                <w:sz w:val="20"/>
              </w:rPr>
              <w:t>Uniform Energy Factor (UEF)</w:t>
            </w:r>
          </w:p>
        </w:tc>
        <w:tc>
          <w:tcPr>
            <w:tcW w:w="6745" w:type="dxa"/>
          </w:tcPr>
          <w:p w14:paraId="72274A40" w14:textId="4BD33CEF" w:rsidR="00230857" w:rsidRPr="00DC2E1E" w:rsidRDefault="006049F9" w:rsidP="00CA29DD">
            <w:pPr>
              <w:pStyle w:val="NoSpacing"/>
              <w:rPr>
                <w:rStyle w:val="SubtleEmphasis"/>
                <w:rFonts w:ascii="Calibri Light" w:hAnsi="Calibri Light"/>
                <w:i w:val="0"/>
                <w:color w:val="auto"/>
                <w:sz w:val="20"/>
              </w:rPr>
            </w:pPr>
            <w:r w:rsidRPr="00DC2E1E">
              <w:rPr>
                <w:rStyle w:val="SubtleEmphasis"/>
                <w:rFonts w:ascii="Calibri Light" w:hAnsi="Calibri Light"/>
                <w:i w:val="0"/>
                <w:color w:val="auto"/>
                <w:sz w:val="20"/>
              </w:rPr>
              <w:t>Efficiency factor normalized based on draw pattern and taken over a 24-hour period. It is the amount of energy delivered per normalized energy consumption.</w:t>
            </w:r>
            <w:r w:rsidRPr="00DC2E1E">
              <w:rPr>
                <w:rStyle w:val="FootnoteReference"/>
                <w:rFonts w:ascii="Calibri Light" w:hAnsi="Calibri Light"/>
                <w:iCs/>
                <w:sz w:val="20"/>
              </w:rPr>
              <w:footnoteReference w:id="6"/>
            </w:r>
          </w:p>
        </w:tc>
      </w:tr>
    </w:tbl>
    <w:p w14:paraId="32D2BB99" w14:textId="2BB3A2F6" w:rsidR="00E24115" w:rsidRDefault="00E24115" w:rsidP="00E24115">
      <w:pPr>
        <w:pStyle w:val="NoSpacing"/>
        <w:rPr>
          <w:rStyle w:val="SubtleEmphasis"/>
          <w:rFonts w:ascii="Calibri Light" w:hAnsi="Calibri Light" w:cs="Calibri Light"/>
          <w:i w:val="0"/>
          <w:color w:val="auto"/>
        </w:rPr>
      </w:pPr>
    </w:p>
    <w:p w14:paraId="7446454B" w14:textId="0952BE8F" w:rsidR="007D230B" w:rsidRPr="00F11AB9" w:rsidRDefault="007D230B" w:rsidP="00F11AB9">
      <w:pPr>
        <w:pStyle w:val="eTRMHeading3"/>
      </w:pPr>
      <w:bookmarkStart w:id="14" w:name="_Toc486490848"/>
      <w:bookmarkStart w:id="15" w:name="_Toc486580919"/>
      <w:bookmarkStart w:id="16" w:name="_Toc69106300"/>
      <w:r w:rsidRPr="00F11AB9">
        <w:t>Measure Case Description</w:t>
      </w:r>
      <w:bookmarkEnd w:id="14"/>
      <w:bookmarkEnd w:id="15"/>
      <w:bookmarkEnd w:id="16"/>
    </w:p>
    <w:p w14:paraId="6EA2C9FA" w14:textId="19A26E12" w:rsidR="00E24115" w:rsidRDefault="00AA142E" w:rsidP="00E24115">
      <w:pPr>
        <w:pStyle w:val="NoSpacing"/>
        <w:rPr>
          <w:rStyle w:val="SubtleEmphasis"/>
          <w:rFonts w:ascii="Calibri Light" w:hAnsi="Calibri Light" w:cs="Calibri Light"/>
          <w:i w:val="0"/>
          <w:color w:val="auto"/>
        </w:rPr>
      </w:pPr>
      <w:r>
        <w:rPr>
          <w:rStyle w:val="SubtleEmphasis"/>
          <w:rFonts w:ascii="Calibri Light" w:hAnsi="Calibri Light" w:cs="Calibri Light"/>
          <w:i w:val="0"/>
          <w:color w:val="auto"/>
        </w:rPr>
        <w:t>This measure includes</w:t>
      </w:r>
      <w:r w:rsidR="00E24115" w:rsidRPr="00E24115">
        <w:rPr>
          <w:rStyle w:val="SubtleEmphasis"/>
          <w:rFonts w:ascii="Calibri Light" w:hAnsi="Calibri Light" w:cs="Calibri Light"/>
          <w:i w:val="0"/>
          <w:color w:val="auto"/>
        </w:rPr>
        <w:t xml:space="preserve"> efficient heat pump water</w:t>
      </w:r>
      <w:r w:rsidR="0065233B">
        <w:rPr>
          <w:rStyle w:val="SubtleEmphasis"/>
          <w:rFonts w:ascii="Calibri Light" w:hAnsi="Calibri Light" w:cs="Calibri Light"/>
          <w:i w:val="0"/>
          <w:color w:val="auto"/>
        </w:rPr>
        <w:t xml:space="preserve"> </w:t>
      </w:r>
      <w:r w:rsidR="00F61EA0">
        <w:rPr>
          <w:rStyle w:val="SubtleEmphasis"/>
          <w:rFonts w:ascii="Calibri Light" w:hAnsi="Calibri Light" w:cs="Calibri Light"/>
          <w:i w:val="0"/>
          <w:color w:val="auto"/>
        </w:rPr>
        <w:t>heaters.</w:t>
      </w:r>
      <w:r w:rsidR="00E24115" w:rsidRPr="00E24115">
        <w:rPr>
          <w:rStyle w:val="SubtleEmphasis"/>
          <w:rFonts w:ascii="Calibri Light" w:hAnsi="Calibri Light" w:cs="Calibri Light"/>
          <w:i w:val="0"/>
          <w:color w:val="auto"/>
        </w:rPr>
        <w:t xml:space="preserve"> Efficiency requirements use the Uniform Energy Factor (UEF) metric, as required by federal regulations</w:t>
      </w:r>
      <w:r w:rsidR="00081306">
        <w:rPr>
          <w:rStyle w:val="FootnoteReference"/>
          <w:rFonts w:ascii="Calibri Light" w:hAnsi="Calibri Light" w:cs="Calibri Light"/>
          <w:iCs/>
        </w:rPr>
        <w:footnoteReference w:id="7"/>
      </w:r>
      <w:r w:rsidR="00E24115" w:rsidRPr="00E24115">
        <w:rPr>
          <w:rStyle w:val="SubtleEmphasis"/>
          <w:rFonts w:ascii="Calibri Light" w:hAnsi="Calibri Light" w:cs="Calibri Light"/>
          <w:i w:val="0"/>
          <w:color w:val="auto"/>
        </w:rPr>
        <w:t xml:space="preserve">. The minimum qualifying measure efficiencies exceed the California Title 20 and Code of Federal Regulations standards (see Code Requirements). </w:t>
      </w:r>
    </w:p>
    <w:p w14:paraId="1723B5F3" w14:textId="77777777" w:rsidR="00E43AC6" w:rsidRDefault="00E43AC6" w:rsidP="00E24115">
      <w:pPr>
        <w:pStyle w:val="NoSpacing"/>
        <w:rPr>
          <w:rStyle w:val="SubtleEmphasis"/>
          <w:rFonts w:ascii="Calibri Light" w:hAnsi="Calibri Light" w:cs="Calibri Light"/>
          <w:i w:val="0"/>
          <w:color w:val="auto"/>
        </w:rPr>
      </w:pPr>
    </w:p>
    <w:p w14:paraId="522B2B32" w14:textId="36D9A01F" w:rsidR="00E43AC6" w:rsidRDefault="00E43AC6" w:rsidP="00E24115">
      <w:pPr>
        <w:pStyle w:val="NoSpacing"/>
        <w:rPr>
          <w:rStyle w:val="SubtleEmphasis"/>
          <w:rFonts w:ascii="Calibri Light" w:hAnsi="Calibri Light" w:cs="Calibri Light"/>
          <w:i w:val="0"/>
          <w:color w:val="auto"/>
        </w:rPr>
      </w:pPr>
      <w:r>
        <w:rPr>
          <w:rStyle w:val="SubtleEmphasis"/>
          <w:rFonts w:ascii="Calibri Light" w:hAnsi="Calibri Light" w:cs="Calibri Light"/>
          <w:i w:val="0"/>
          <w:color w:val="auto"/>
        </w:rPr>
        <w:t xml:space="preserve">The measure case heat pump water heater equipment is be classified with following characteristics. </w:t>
      </w:r>
    </w:p>
    <w:p w14:paraId="59EDB8CB" w14:textId="77777777" w:rsidR="00E43AC6" w:rsidRDefault="00E43AC6" w:rsidP="00E24115">
      <w:pPr>
        <w:pStyle w:val="NoSpacing"/>
        <w:rPr>
          <w:rStyle w:val="SubtleEmphasis"/>
          <w:rFonts w:ascii="Calibri Light" w:hAnsi="Calibri Light" w:cs="Calibri Light"/>
          <w:i w:val="0"/>
          <w:color w:val="auto"/>
        </w:rPr>
      </w:pPr>
    </w:p>
    <w:tbl>
      <w:tblPr>
        <w:tblW w:w="945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690"/>
        <w:gridCol w:w="2520"/>
        <w:gridCol w:w="3240"/>
      </w:tblGrid>
      <w:tr w:rsidR="00E43AC6" w:rsidRPr="00154391" w14:paraId="5ADD756B" w14:textId="77777777" w:rsidTr="00B71673">
        <w:tc>
          <w:tcPr>
            <w:tcW w:w="3690" w:type="dxa"/>
            <w:shd w:val="clear" w:color="auto" w:fill="F2F2F2" w:themeFill="background1" w:themeFillShade="F2"/>
            <w:vAlign w:val="bottom"/>
          </w:tcPr>
          <w:p w14:paraId="0DFD8593" w14:textId="050A9EB5" w:rsidR="00E43AC6" w:rsidRPr="00154391" w:rsidRDefault="00B71673" w:rsidP="003239A8">
            <w:pPr>
              <w:keepNext/>
              <w:keepLines/>
              <w:spacing w:before="20" w:after="20"/>
              <w:rPr>
                <w:b/>
                <w:sz w:val="20"/>
                <w:szCs w:val="20"/>
              </w:rPr>
            </w:pPr>
            <w:r>
              <w:rPr>
                <w:b/>
                <w:sz w:val="20"/>
                <w:szCs w:val="20"/>
              </w:rPr>
              <w:t>Equipment Type</w:t>
            </w:r>
          </w:p>
        </w:tc>
        <w:tc>
          <w:tcPr>
            <w:tcW w:w="2520" w:type="dxa"/>
            <w:shd w:val="clear" w:color="auto" w:fill="F2F2F2" w:themeFill="background1" w:themeFillShade="F2"/>
            <w:vAlign w:val="bottom"/>
          </w:tcPr>
          <w:p w14:paraId="51FA025D" w14:textId="474565B4" w:rsidR="00E43AC6" w:rsidRPr="00154391" w:rsidRDefault="00B71673" w:rsidP="003239A8">
            <w:pPr>
              <w:keepNext/>
              <w:keepLines/>
              <w:spacing w:before="20" w:after="20"/>
              <w:jc w:val="center"/>
              <w:rPr>
                <w:b/>
                <w:sz w:val="20"/>
                <w:szCs w:val="20"/>
              </w:rPr>
            </w:pPr>
            <w:r>
              <w:rPr>
                <w:b/>
                <w:sz w:val="20"/>
                <w:szCs w:val="20"/>
              </w:rPr>
              <w:t>Storage Capacity (gallons)</w:t>
            </w:r>
          </w:p>
        </w:tc>
        <w:tc>
          <w:tcPr>
            <w:tcW w:w="3240" w:type="dxa"/>
            <w:shd w:val="clear" w:color="auto" w:fill="F2F2F2" w:themeFill="background1" w:themeFillShade="F2"/>
            <w:vAlign w:val="bottom"/>
          </w:tcPr>
          <w:p w14:paraId="7F3978D5" w14:textId="4CA41EF7" w:rsidR="00E43AC6" w:rsidRPr="00154391" w:rsidRDefault="00B71673" w:rsidP="003239A8">
            <w:pPr>
              <w:keepNext/>
              <w:keepLines/>
              <w:spacing w:before="20" w:after="20"/>
              <w:jc w:val="center"/>
              <w:rPr>
                <w:b/>
                <w:sz w:val="20"/>
                <w:szCs w:val="20"/>
              </w:rPr>
            </w:pPr>
            <w:r>
              <w:rPr>
                <w:b/>
                <w:sz w:val="20"/>
                <w:szCs w:val="20"/>
              </w:rPr>
              <w:t>UEF</w:t>
            </w:r>
          </w:p>
        </w:tc>
      </w:tr>
      <w:tr w:rsidR="004F37D1" w:rsidRPr="00154391" w14:paraId="42A968A0" w14:textId="77777777" w:rsidTr="00A93852">
        <w:tc>
          <w:tcPr>
            <w:tcW w:w="3690" w:type="dxa"/>
            <w:vMerge w:val="restart"/>
            <w:shd w:val="clear" w:color="auto" w:fill="auto"/>
            <w:vAlign w:val="center"/>
          </w:tcPr>
          <w:p w14:paraId="63EEB029" w14:textId="2D415B7D" w:rsidR="004F37D1" w:rsidRDefault="004F37D1" w:rsidP="004F37D1">
            <w:pPr>
              <w:pStyle w:val="Default"/>
              <w:rPr>
                <w:b/>
                <w:sz w:val="20"/>
                <w:szCs w:val="20"/>
              </w:rPr>
            </w:pPr>
            <w:r>
              <w:rPr>
                <w:sz w:val="18"/>
                <w:szCs w:val="18"/>
              </w:rPr>
              <w:t>Heat Pump Water Heater</w:t>
            </w:r>
          </w:p>
        </w:tc>
        <w:tc>
          <w:tcPr>
            <w:tcW w:w="2520" w:type="dxa"/>
            <w:shd w:val="clear" w:color="auto" w:fill="auto"/>
          </w:tcPr>
          <w:p w14:paraId="56E910E6" w14:textId="6842E72F" w:rsidR="004F37D1" w:rsidRDefault="004F37D1" w:rsidP="004F37D1">
            <w:pPr>
              <w:keepNext/>
              <w:keepLines/>
              <w:spacing w:before="20" w:after="20"/>
              <w:jc w:val="center"/>
              <w:rPr>
                <w:b/>
                <w:sz w:val="20"/>
                <w:szCs w:val="20"/>
              </w:rPr>
            </w:pPr>
            <w:r>
              <w:rPr>
                <w:sz w:val="18"/>
                <w:szCs w:val="18"/>
              </w:rPr>
              <w:t>≤45</w:t>
            </w:r>
          </w:p>
        </w:tc>
        <w:tc>
          <w:tcPr>
            <w:tcW w:w="3240" w:type="dxa"/>
            <w:shd w:val="clear" w:color="auto" w:fill="auto"/>
          </w:tcPr>
          <w:p w14:paraId="463A38FF" w14:textId="25EB7C80" w:rsidR="004F37D1" w:rsidRDefault="004F37D1" w:rsidP="004F37D1">
            <w:pPr>
              <w:keepNext/>
              <w:keepLines/>
              <w:spacing w:before="20" w:after="20"/>
              <w:jc w:val="center"/>
              <w:rPr>
                <w:b/>
                <w:sz w:val="20"/>
                <w:szCs w:val="20"/>
              </w:rPr>
            </w:pPr>
            <w:r w:rsidRPr="002C0B9B">
              <w:rPr>
                <w:sz w:val="18"/>
                <w:szCs w:val="18"/>
              </w:rPr>
              <w:t>3.</w:t>
            </w:r>
            <w:r>
              <w:rPr>
                <w:sz w:val="18"/>
                <w:szCs w:val="18"/>
              </w:rPr>
              <w:t>50</w:t>
            </w:r>
          </w:p>
        </w:tc>
      </w:tr>
      <w:tr w:rsidR="004F37D1" w:rsidRPr="0066792F" w14:paraId="461D0DC0" w14:textId="77777777" w:rsidTr="002C0B9B">
        <w:trPr>
          <w:cantSplit/>
          <w:trHeight w:val="20"/>
        </w:trPr>
        <w:tc>
          <w:tcPr>
            <w:tcW w:w="3690" w:type="dxa"/>
            <w:vMerge/>
            <w:shd w:val="clear" w:color="auto" w:fill="auto"/>
            <w:vAlign w:val="center"/>
          </w:tcPr>
          <w:p w14:paraId="7CEE7564" w14:textId="34E41689" w:rsidR="004F37D1" w:rsidRPr="0066792F" w:rsidRDefault="004F37D1" w:rsidP="00121E1D">
            <w:pPr>
              <w:pStyle w:val="Default"/>
              <w:rPr>
                <w:sz w:val="18"/>
                <w:szCs w:val="18"/>
              </w:rPr>
            </w:pPr>
          </w:p>
        </w:tc>
        <w:tc>
          <w:tcPr>
            <w:tcW w:w="2520" w:type="dxa"/>
            <w:shd w:val="clear" w:color="auto" w:fill="auto"/>
          </w:tcPr>
          <w:p w14:paraId="631A7044" w14:textId="0E018353" w:rsidR="004F37D1" w:rsidRPr="0066792F" w:rsidRDefault="004F37D1" w:rsidP="00121E1D">
            <w:pPr>
              <w:pStyle w:val="Default"/>
              <w:jc w:val="center"/>
              <w:rPr>
                <w:sz w:val="18"/>
                <w:szCs w:val="18"/>
              </w:rPr>
            </w:pPr>
            <w:r>
              <w:rPr>
                <w:sz w:val="18"/>
                <w:szCs w:val="18"/>
              </w:rPr>
              <w:t>&gt;45 to ≤55</w:t>
            </w:r>
          </w:p>
        </w:tc>
        <w:tc>
          <w:tcPr>
            <w:tcW w:w="3240" w:type="dxa"/>
            <w:shd w:val="clear" w:color="auto" w:fill="auto"/>
          </w:tcPr>
          <w:p w14:paraId="0851D31F" w14:textId="584CF86B" w:rsidR="004F37D1" w:rsidRPr="00121E1D" w:rsidRDefault="004F37D1" w:rsidP="00121E1D">
            <w:pPr>
              <w:pStyle w:val="Default"/>
              <w:jc w:val="center"/>
              <w:rPr>
                <w:sz w:val="18"/>
                <w:szCs w:val="18"/>
              </w:rPr>
            </w:pPr>
            <w:r w:rsidRPr="002C0B9B">
              <w:rPr>
                <w:sz w:val="18"/>
                <w:szCs w:val="18"/>
              </w:rPr>
              <w:t>3.09</w:t>
            </w:r>
          </w:p>
        </w:tc>
      </w:tr>
      <w:tr w:rsidR="004F37D1" w:rsidRPr="0066792F" w14:paraId="6E837500" w14:textId="77777777" w:rsidTr="002C0B9B">
        <w:trPr>
          <w:cantSplit/>
          <w:trHeight w:val="20"/>
        </w:trPr>
        <w:tc>
          <w:tcPr>
            <w:tcW w:w="3690" w:type="dxa"/>
            <w:vMerge/>
            <w:shd w:val="clear" w:color="auto" w:fill="auto"/>
          </w:tcPr>
          <w:p w14:paraId="63A54F25" w14:textId="66726E43" w:rsidR="004F37D1" w:rsidRPr="0066792F" w:rsidRDefault="004F37D1" w:rsidP="00121E1D">
            <w:pPr>
              <w:pStyle w:val="Default"/>
              <w:rPr>
                <w:sz w:val="18"/>
                <w:szCs w:val="18"/>
              </w:rPr>
            </w:pPr>
          </w:p>
        </w:tc>
        <w:tc>
          <w:tcPr>
            <w:tcW w:w="2520" w:type="dxa"/>
            <w:shd w:val="clear" w:color="auto" w:fill="auto"/>
          </w:tcPr>
          <w:p w14:paraId="57DA3AD2" w14:textId="5D4650FE" w:rsidR="004F37D1" w:rsidRPr="0066792F" w:rsidRDefault="004F37D1" w:rsidP="00121E1D">
            <w:pPr>
              <w:pStyle w:val="Default"/>
              <w:jc w:val="center"/>
              <w:rPr>
                <w:sz w:val="18"/>
                <w:szCs w:val="18"/>
              </w:rPr>
            </w:pPr>
            <w:r>
              <w:rPr>
                <w:sz w:val="18"/>
                <w:szCs w:val="18"/>
              </w:rPr>
              <w:t>&gt;45 to ≤55</w:t>
            </w:r>
          </w:p>
        </w:tc>
        <w:tc>
          <w:tcPr>
            <w:tcW w:w="3240" w:type="dxa"/>
            <w:shd w:val="clear" w:color="auto" w:fill="auto"/>
          </w:tcPr>
          <w:p w14:paraId="6A0F7835" w14:textId="6DFDE6AF" w:rsidR="004F37D1" w:rsidRPr="00121E1D" w:rsidRDefault="004F37D1" w:rsidP="00121E1D">
            <w:pPr>
              <w:pStyle w:val="Default"/>
              <w:jc w:val="center"/>
              <w:rPr>
                <w:sz w:val="18"/>
                <w:szCs w:val="18"/>
              </w:rPr>
            </w:pPr>
            <w:r w:rsidRPr="002C0B9B">
              <w:rPr>
                <w:sz w:val="18"/>
                <w:szCs w:val="18"/>
              </w:rPr>
              <w:t>3.31</w:t>
            </w:r>
          </w:p>
        </w:tc>
      </w:tr>
      <w:tr w:rsidR="004F37D1" w:rsidRPr="0066792F" w14:paraId="03E65860" w14:textId="77777777" w:rsidTr="00B71673">
        <w:trPr>
          <w:cantSplit/>
          <w:trHeight w:val="20"/>
        </w:trPr>
        <w:tc>
          <w:tcPr>
            <w:tcW w:w="3690" w:type="dxa"/>
            <w:vMerge/>
            <w:shd w:val="clear" w:color="auto" w:fill="auto"/>
          </w:tcPr>
          <w:p w14:paraId="442C627B" w14:textId="55F7609F" w:rsidR="004F37D1" w:rsidRPr="0066792F" w:rsidRDefault="004F37D1" w:rsidP="003239A8">
            <w:pPr>
              <w:pStyle w:val="Default"/>
              <w:rPr>
                <w:sz w:val="18"/>
                <w:szCs w:val="18"/>
              </w:rPr>
            </w:pPr>
          </w:p>
        </w:tc>
        <w:tc>
          <w:tcPr>
            <w:tcW w:w="2520" w:type="dxa"/>
            <w:shd w:val="clear" w:color="auto" w:fill="auto"/>
          </w:tcPr>
          <w:p w14:paraId="75CAEEA8" w14:textId="06874227" w:rsidR="004F37D1" w:rsidRPr="0066792F" w:rsidRDefault="004F37D1" w:rsidP="00B71673">
            <w:pPr>
              <w:pStyle w:val="Default"/>
              <w:jc w:val="center"/>
              <w:rPr>
                <w:sz w:val="18"/>
                <w:szCs w:val="18"/>
              </w:rPr>
            </w:pPr>
            <w:r>
              <w:rPr>
                <w:sz w:val="18"/>
                <w:szCs w:val="18"/>
              </w:rPr>
              <w:t>&gt;55 to ≤75</w:t>
            </w:r>
          </w:p>
        </w:tc>
        <w:tc>
          <w:tcPr>
            <w:tcW w:w="3240" w:type="dxa"/>
            <w:shd w:val="clear" w:color="auto" w:fill="auto"/>
            <w:vAlign w:val="center"/>
          </w:tcPr>
          <w:p w14:paraId="0532AB68" w14:textId="4087B126" w:rsidR="004F37D1" w:rsidRPr="0066792F" w:rsidRDefault="004F37D1" w:rsidP="00B71673">
            <w:pPr>
              <w:pStyle w:val="Default"/>
              <w:jc w:val="center"/>
              <w:rPr>
                <w:sz w:val="18"/>
                <w:szCs w:val="18"/>
              </w:rPr>
            </w:pPr>
            <w:r>
              <w:rPr>
                <w:sz w:val="18"/>
                <w:szCs w:val="18"/>
              </w:rPr>
              <w:t>3.33</w:t>
            </w:r>
          </w:p>
        </w:tc>
      </w:tr>
      <w:tr w:rsidR="004F37D1" w:rsidRPr="0066792F" w14:paraId="5F6FA05A" w14:textId="77777777" w:rsidTr="00B71673">
        <w:trPr>
          <w:cantSplit/>
          <w:trHeight w:val="20"/>
        </w:trPr>
        <w:tc>
          <w:tcPr>
            <w:tcW w:w="3690" w:type="dxa"/>
            <w:vMerge/>
            <w:shd w:val="clear" w:color="auto" w:fill="auto"/>
          </w:tcPr>
          <w:p w14:paraId="36D91911" w14:textId="2D5E3AAB" w:rsidR="004F37D1" w:rsidRPr="0066792F" w:rsidRDefault="004F37D1" w:rsidP="003239A8">
            <w:pPr>
              <w:pStyle w:val="Default"/>
              <w:rPr>
                <w:sz w:val="18"/>
                <w:szCs w:val="18"/>
              </w:rPr>
            </w:pPr>
          </w:p>
        </w:tc>
        <w:tc>
          <w:tcPr>
            <w:tcW w:w="2520" w:type="dxa"/>
            <w:shd w:val="clear" w:color="auto" w:fill="auto"/>
          </w:tcPr>
          <w:p w14:paraId="41A371E0" w14:textId="0175EE87" w:rsidR="004F37D1" w:rsidRPr="0066792F" w:rsidRDefault="004F37D1" w:rsidP="00B71673">
            <w:pPr>
              <w:pStyle w:val="Default"/>
              <w:jc w:val="center"/>
              <w:rPr>
                <w:sz w:val="18"/>
                <w:szCs w:val="18"/>
              </w:rPr>
            </w:pPr>
            <w:r>
              <w:rPr>
                <w:sz w:val="18"/>
                <w:szCs w:val="18"/>
              </w:rPr>
              <w:t>&gt;75</w:t>
            </w:r>
          </w:p>
        </w:tc>
        <w:tc>
          <w:tcPr>
            <w:tcW w:w="3240" w:type="dxa"/>
            <w:shd w:val="clear" w:color="auto" w:fill="auto"/>
            <w:vAlign w:val="center"/>
          </w:tcPr>
          <w:p w14:paraId="365469E7" w14:textId="30A3D619" w:rsidR="004F37D1" w:rsidRPr="0066792F" w:rsidRDefault="004F37D1" w:rsidP="00B71673">
            <w:pPr>
              <w:pStyle w:val="Default"/>
              <w:jc w:val="center"/>
              <w:rPr>
                <w:sz w:val="18"/>
                <w:szCs w:val="18"/>
              </w:rPr>
            </w:pPr>
            <w:r>
              <w:rPr>
                <w:sz w:val="18"/>
                <w:szCs w:val="18"/>
              </w:rPr>
              <w:t>3.42</w:t>
            </w:r>
          </w:p>
        </w:tc>
      </w:tr>
    </w:tbl>
    <w:p w14:paraId="1422F18B" w14:textId="1B991D11" w:rsidR="00E43AC6" w:rsidRDefault="00E43AC6" w:rsidP="00E24115">
      <w:pPr>
        <w:pStyle w:val="NoSpacing"/>
        <w:rPr>
          <w:rStyle w:val="SubtleEmphasis"/>
          <w:rFonts w:ascii="Calibri Light" w:hAnsi="Calibri Light" w:cs="Calibri Light"/>
          <w:i w:val="0"/>
          <w:color w:val="auto"/>
        </w:rPr>
      </w:pPr>
    </w:p>
    <w:p w14:paraId="5BFCD829" w14:textId="7206B333" w:rsidR="00E43AC6" w:rsidRDefault="00B71673" w:rsidP="00E24115">
      <w:pPr>
        <w:pStyle w:val="NoSpacing"/>
        <w:rPr>
          <w:rStyle w:val="SubtleEmphasis"/>
          <w:rFonts w:ascii="Calibri Light" w:hAnsi="Calibri Light" w:cs="Calibri Light"/>
          <w:i w:val="0"/>
          <w:color w:val="auto"/>
        </w:rPr>
      </w:pPr>
      <w:r>
        <w:rPr>
          <w:rStyle w:val="SubtleEmphasis"/>
          <w:rFonts w:ascii="Calibri Light" w:hAnsi="Calibri Light" w:cs="Calibri Light"/>
          <w:i w:val="0"/>
          <w:color w:val="auto"/>
        </w:rPr>
        <w:t xml:space="preserve">As this is a fuel substitution measure, the </w:t>
      </w:r>
      <w:r w:rsidR="00E43AC6">
        <w:rPr>
          <w:rStyle w:val="SubtleEmphasis"/>
          <w:rFonts w:ascii="Calibri Light" w:hAnsi="Calibri Light" w:cs="Calibri Light"/>
          <w:i w:val="0"/>
          <w:color w:val="auto"/>
        </w:rPr>
        <w:t xml:space="preserve">offerings include the replacement of specific existing case natural gas </w:t>
      </w:r>
      <w:r>
        <w:rPr>
          <w:rStyle w:val="SubtleEmphasis"/>
          <w:rFonts w:ascii="Calibri Light" w:hAnsi="Calibri Light" w:cs="Calibri Light"/>
          <w:i w:val="0"/>
          <w:color w:val="auto"/>
        </w:rPr>
        <w:t>water heaters</w:t>
      </w:r>
      <w:r w:rsidR="00E43AC6">
        <w:rPr>
          <w:rStyle w:val="SubtleEmphasis"/>
          <w:rFonts w:ascii="Calibri Light" w:hAnsi="Calibri Light" w:cs="Calibri Light"/>
          <w:i w:val="0"/>
          <w:color w:val="auto"/>
        </w:rPr>
        <w:t xml:space="preserve"> with the measure case equipment specified above. </w:t>
      </w:r>
    </w:p>
    <w:p w14:paraId="075F3D11" w14:textId="77777777" w:rsidR="00E24115" w:rsidRPr="00E24115" w:rsidRDefault="00E24115" w:rsidP="00E24115">
      <w:pPr>
        <w:pStyle w:val="NoSpacing"/>
        <w:rPr>
          <w:rStyle w:val="SubtleEmphasis"/>
          <w:rFonts w:ascii="Calibri Light" w:hAnsi="Calibri Light" w:cs="Calibri Light"/>
          <w:i w:val="0"/>
          <w:color w:val="auto"/>
        </w:rPr>
      </w:pPr>
    </w:p>
    <w:tbl>
      <w:tblPr>
        <w:tblW w:w="945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414"/>
        <w:gridCol w:w="3854"/>
        <w:gridCol w:w="4182"/>
      </w:tblGrid>
      <w:tr w:rsidR="00E43AC6" w:rsidRPr="00154391" w14:paraId="389F57BC" w14:textId="77777777" w:rsidTr="004F37D1">
        <w:tc>
          <w:tcPr>
            <w:tcW w:w="1414" w:type="dxa"/>
            <w:shd w:val="clear" w:color="auto" w:fill="F2F2F2" w:themeFill="background1" w:themeFillShade="F2"/>
            <w:vAlign w:val="bottom"/>
          </w:tcPr>
          <w:p w14:paraId="58BFCAB6" w14:textId="1089656D" w:rsidR="00E43AC6" w:rsidRPr="00154391" w:rsidRDefault="00E43AC6" w:rsidP="003239A8">
            <w:pPr>
              <w:keepNext/>
              <w:keepLines/>
              <w:spacing w:before="20" w:after="20"/>
              <w:rPr>
                <w:b/>
                <w:sz w:val="20"/>
                <w:szCs w:val="20"/>
              </w:rPr>
            </w:pPr>
            <w:r>
              <w:rPr>
                <w:b/>
                <w:sz w:val="20"/>
              </w:rPr>
              <w:t>SW Offering ID</w:t>
            </w:r>
          </w:p>
        </w:tc>
        <w:tc>
          <w:tcPr>
            <w:tcW w:w="3854" w:type="dxa"/>
            <w:shd w:val="clear" w:color="auto" w:fill="F2F2F2" w:themeFill="background1" w:themeFillShade="F2"/>
            <w:vAlign w:val="bottom"/>
          </w:tcPr>
          <w:p w14:paraId="50D09BA8" w14:textId="2E443E32" w:rsidR="00E43AC6" w:rsidRPr="00154391" w:rsidRDefault="00E43AC6" w:rsidP="003239A8">
            <w:pPr>
              <w:keepNext/>
              <w:keepLines/>
              <w:spacing w:before="20" w:after="20"/>
              <w:jc w:val="center"/>
              <w:rPr>
                <w:b/>
                <w:sz w:val="20"/>
                <w:szCs w:val="20"/>
              </w:rPr>
            </w:pPr>
            <w:r>
              <w:rPr>
                <w:b/>
                <w:sz w:val="20"/>
              </w:rPr>
              <w:t>Measure Case Description</w:t>
            </w:r>
          </w:p>
        </w:tc>
        <w:tc>
          <w:tcPr>
            <w:tcW w:w="4182" w:type="dxa"/>
            <w:shd w:val="clear" w:color="auto" w:fill="F2F2F2" w:themeFill="background1" w:themeFillShade="F2"/>
            <w:vAlign w:val="bottom"/>
          </w:tcPr>
          <w:p w14:paraId="6DF05951" w14:textId="41269B75" w:rsidR="00E43AC6" w:rsidRPr="00154391" w:rsidRDefault="00E43AC6" w:rsidP="003239A8">
            <w:pPr>
              <w:keepNext/>
              <w:keepLines/>
              <w:spacing w:before="20" w:after="20"/>
              <w:jc w:val="center"/>
              <w:rPr>
                <w:b/>
                <w:sz w:val="20"/>
                <w:szCs w:val="20"/>
              </w:rPr>
            </w:pPr>
            <w:r>
              <w:rPr>
                <w:b/>
                <w:sz w:val="20"/>
              </w:rPr>
              <w:t>Base Case Description</w:t>
            </w:r>
          </w:p>
        </w:tc>
      </w:tr>
      <w:tr w:rsidR="00121E1D" w:rsidRPr="0066792F" w14:paraId="22DD3E27" w14:textId="77777777" w:rsidTr="004F37D1">
        <w:trPr>
          <w:cantSplit/>
          <w:trHeight w:val="20"/>
        </w:trPr>
        <w:tc>
          <w:tcPr>
            <w:tcW w:w="1414" w:type="dxa"/>
            <w:shd w:val="clear" w:color="auto" w:fill="auto"/>
          </w:tcPr>
          <w:p w14:paraId="53F5A2EF" w14:textId="3BD64F01" w:rsidR="00121E1D" w:rsidRPr="00573D0C" w:rsidRDefault="00121E1D" w:rsidP="00121E1D">
            <w:pPr>
              <w:pStyle w:val="Default"/>
              <w:rPr>
                <w:sz w:val="18"/>
                <w:szCs w:val="18"/>
              </w:rPr>
            </w:pPr>
            <w:r w:rsidRPr="00573D0C">
              <w:rPr>
                <w:sz w:val="18"/>
                <w:szCs w:val="18"/>
              </w:rPr>
              <w:t>SWWH025A</w:t>
            </w:r>
          </w:p>
        </w:tc>
        <w:tc>
          <w:tcPr>
            <w:tcW w:w="3854" w:type="dxa"/>
            <w:shd w:val="clear" w:color="auto" w:fill="auto"/>
          </w:tcPr>
          <w:p w14:paraId="11788A49" w14:textId="71ACFD86" w:rsidR="00121E1D" w:rsidRPr="00573D0C" w:rsidRDefault="00121E1D" w:rsidP="00121E1D">
            <w:pPr>
              <w:pStyle w:val="Default"/>
              <w:rPr>
                <w:sz w:val="18"/>
                <w:szCs w:val="18"/>
              </w:rPr>
            </w:pPr>
            <w:r w:rsidRPr="00573D0C">
              <w:rPr>
                <w:sz w:val="18"/>
                <w:szCs w:val="18"/>
              </w:rPr>
              <w:t>Heat Pump Water Heater, &gt;45 to ≤55 Gal, UEF=3.09</w:t>
            </w:r>
          </w:p>
        </w:tc>
        <w:tc>
          <w:tcPr>
            <w:tcW w:w="4182" w:type="dxa"/>
            <w:shd w:val="clear" w:color="auto" w:fill="auto"/>
          </w:tcPr>
          <w:p w14:paraId="585DD5BB" w14:textId="1486E96E" w:rsidR="00121E1D" w:rsidRPr="00573D0C" w:rsidRDefault="00121E1D" w:rsidP="00121E1D">
            <w:pPr>
              <w:pStyle w:val="Default"/>
              <w:rPr>
                <w:sz w:val="18"/>
                <w:szCs w:val="18"/>
              </w:rPr>
            </w:pPr>
            <w:r w:rsidRPr="00573D0C">
              <w:rPr>
                <w:sz w:val="18"/>
                <w:szCs w:val="18"/>
              </w:rPr>
              <w:t>Storage Natural Gas Water Heater, 30 Gal, UEF=0.6</w:t>
            </w:r>
          </w:p>
        </w:tc>
      </w:tr>
      <w:tr w:rsidR="00121E1D" w:rsidRPr="0066792F" w14:paraId="3FC8686F" w14:textId="77777777" w:rsidTr="004F37D1">
        <w:trPr>
          <w:cantSplit/>
          <w:trHeight w:val="20"/>
        </w:trPr>
        <w:tc>
          <w:tcPr>
            <w:tcW w:w="1414" w:type="dxa"/>
            <w:shd w:val="clear" w:color="auto" w:fill="auto"/>
          </w:tcPr>
          <w:p w14:paraId="1CA62221" w14:textId="7EB88257" w:rsidR="00121E1D" w:rsidRPr="00573D0C" w:rsidRDefault="00121E1D" w:rsidP="00121E1D">
            <w:pPr>
              <w:pStyle w:val="Default"/>
              <w:rPr>
                <w:sz w:val="18"/>
                <w:szCs w:val="18"/>
              </w:rPr>
            </w:pPr>
            <w:r w:rsidRPr="00573D0C">
              <w:rPr>
                <w:sz w:val="18"/>
                <w:szCs w:val="18"/>
              </w:rPr>
              <w:t>SWWH025B</w:t>
            </w:r>
          </w:p>
        </w:tc>
        <w:tc>
          <w:tcPr>
            <w:tcW w:w="3854" w:type="dxa"/>
            <w:shd w:val="clear" w:color="auto" w:fill="auto"/>
          </w:tcPr>
          <w:p w14:paraId="2C781C2A" w14:textId="16B5DC3B" w:rsidR="00121E1D" w:rsidRPr="00573D0C" w:rsidRDefault="00121E1D" w:rsidP="00121E1D">
            <w:pPr>
              <w:pStyle w:val="Default"/>
              <w:rPr>
                <w:sz w:val="18"/>
                <w:szCs w:val="18"/>
              </w:rPr>
            </w:pPr>
            <w:r w:rsidRPr="00573D0C">
              <w:rPr>
                <w:sz w:val="18"/>
                <w:szCs w:val="18"/>
              </w:rPr>
              <w:t>Heat Pump Water Heater, &gt;45 to ≤55 Gal, UEF=3.09</w:t>
            </w:r>
          </w:p>
        </w:tc>
        <w:tc>
          <w:tcPr>
            <w:tcW w:w="4182" w:type="dxa"/>
            <w:shd w:val="clear" w:color="auto" w:fill="auto"/>
          </w:tcPr>
          <w:p w14:paraId="16DD3860" w14:textId="59CE90E8" w:rsidR="00121E1D" w:rsidRPr="00573D0C" w:rsidRDefault="00121E1D" w:rsidP="00121E1D">
            <w:pPr>
              <w:pStyle w:val="Default"/>
              <w:rPr>
                <w:sz w:val="18"/>
                <w:szCs w:val="18"/>
              </w:rPr>
            </w:pPr>
            <w:r w:rsidRPr="00573D0C">
              <w:rPr>
                <w:sz w:val="18"/>
                <w:szCs w:val="18"/>
              </w:rPr>
              <w:t>Storage Natural Gas Water Heater, 40 Gal, UEF=0.58</w:t>
            </w:r>
          </w:p>
        </w:tc>
      </w:tr>
      <w:tr w:rsidR="00121E1D" w:rsidRPr="0066792F" w14:paraId="33FA261A" w14:textId="77777777" w:rsidTr="004F37D1">
        <w:trPr>
          <w:cantSplit/>
          <w:trHeight w:val="20"/>
        </w:trPr>
        <w:tc>
          <w:tcPr>
            <w:tcW w:w="1414" w:type="dxa"/>
            <w:shd w:val="clear" w:color="auto" w:fill="auto"/>
          </w:tcPr>
          <w:p w14:paraId="065B2E96" w14:textId="033FCB70" w:rsidR="00121E1D" w:rsidRPr="00573D0C" w:rsidRDefault="00121E1D" w:rsidP="00121E1D">
            <w:pPr>
              <w:pStyle w:val="Default"/>
              <w:rPr>
                <w:sz w:val="18"/>
                <w:szCs w:val="18"/>
              </w:rPr>
            </w:pPr>
            <w:r w:rsidRPr="00573D0C">
              <w:rPr>
                <w:sz w:val="18"/>
                <w:szCs w:val="18"/>
              </w:rPr>
              <w:t>SWWH025C</w:t>
            </w:r>
          </w:p>
        </w:tc>
        <w:tc>
          <w:tcPr>
            <w:tcW w:w="3854" w:type="dxa"/>
            <w:shd w:val="clear" w:color="auto" w:fill="auto"/>
          </w:tcPr>
          <w:p w14:paraId="7316F62C" w14:textId="050276E1" w:rsidR="00121E1D" w:rsidRPr="00573D0C" w:rsidRDefault="00121E1D" w:rsidP="00121E1D">
            <w:pPr>
              <w:pStyle w:val="Default"/>
              <w:rPr>
                <w:sz w:val="18"/>
                <w:szCs w:val="18"/>
              </w:rPr>
            </w:pPr>
            <w:r w:rsidRPr="00573D0C">
              <w:rPr>
                <w:sz w:val="18"/>
                <w:szCs w:val="18"/>
              </w:rPr>
              <w:t>Heat Pump Water Heater, &gt;45 to ≤55 Gal, UEF=3.09</w:t>
            </w:r>
          </w:p>
        </w:tc>
        <w:tc>
          <w:tcPr>
            <w:tcW w:w="4182" w:type="dxa"/>
            <w:shd w:val="clear" w:color="auto" w:fill="auto"/>
          </w:tcPr>
          <w:p w14:paraId="52EEF357" w14:textId="4A974C83" w:rsidR="00121E1D" w:rsidRPr="00573D0C" w:rsidRDefault="00121E1D" w:rsidP="00121E1D">
            <w:pPr>
              <w:pStyle w:val="Default"/>
              <w:rPr>
                <w:sz w:val="18"/>
                <w:szCs w:val="18"/>
              </w:rPr>
            </w:pPr>
            <w:r w:rsidRPr="00573D0C">
              <w:rPr>
                <w:sz w:val="18"/>
                <w:szCs w:val="18"/>
              </w:rPr>
              <w:t>Storage Natural Gas Water Heater, 40 Gal, UEF=0.64</w:t>
            </w:r>
          </w:p>
        </w:tc>
      </w:tr>
      <w:tr w:rsidR="00121E1D" w:rsidRPr="0066792F" w14:paraId="6D74085D" w14:textId="77777777" w:rsidTr="004F37D1">
        <w:trPr>
          <w:cantSplit/>
          <w:trHeight w:val="20"/>
        </w:trPr>
        <w:tc>
          <w:tcPr>
            <w:tcW w:w="1414" w:type="dxa"/>
            <w:shd w:val="clear" w:color="auto" w:fill="auto"/>
          </w:tcPr>
          <w:p w14:paraId="1E947097" w14:textId="6E35424E" w:rsidR="00121E1D" w:rsidRPr="00573D0C" w:rsidRDefault="00121E1D" w:rsidP="00121E1D">
            <w:pPr>
              <w:pStyle w:val="Default"/>
              <w:rPr>
                <w:sz w:val="18"/>
                <w:szCs w:val="18"/>
              </w:rPr>
            </w:pPr>
            <w:r w:rsidRPr="00573D0C">
              <w:rPr>
                <w:sz w:val="18"/>
                <w:szCs w:val="18"/>
              </w:rPr>
              <w:t>SWWH025D</w:t>
            </w:r>
          </w:p>
        </w:tc>
        <w:tc>
          <w:tcPr>
            <w:tcW w:w="3854" w:type="dxa"/>
            <w:shd w:val="clear" w:color="auto" w:fill="auto"/>
          </w:tcPr>
          <w:p w14:paraId="3FB00CB9" w14:textId="295F0EF7" w:rsidR="00121E1D" w:rsidRPr="00573D0C" w:rsidRDefault="00121E1D" w:rsidP="00121E1D">
            <w:pPr>
              <w:pStyle w:val="Default"/>
              <w:rPr>
                <w:sz w:val="18"/>
                <w:szCs w:val="18"/>
              </w:rPr>
            </w:pPr>
            <w:r w:rsidRPr="00573D0C">
              <w:rPr>
                <w:sz w:val="18"/>
                <w:szCs w:val="18"/>
              </w:rPr>
              <w:t>Heat Pump Water Heater, &gt;45 to ≤55 Gal, UEF=3.09</w:t>
            </w:r>
          </w:p>
        </w:tc>
        <w:tc>
          <w:tcPr>
            <w:tcW w:w="4182" w:type="dxa"/>
            <w:shd w:val="clear" w:color="auto" w:fill="auto"/>
          </w:tcPr>
          <w:p w14:paraId="5FE4F411" w14:textId="3ECDD73F" w:rsidR="00121E1D" w:rsidRPr="00573D0C" w:rsidRDefault="00121E1D" w:rsidP="00121E1D">
            <w:pPr>
              <w:pStyle w:val="Default"/>
              <w:rPr>
                <w:sz w:val="18"/>
                <w:szCs w:val="18"/>
              </w:rPr>
            </w:pPr>
            <w:r w:rsidRPr="00573D0C">
              <w:rPr>
                <w:sz w:val="18"/>
                <w:szCs w:val="18"/>
              </w:rPr>
              <w:t>Storage Natural Gas Water Heater, 50 Gal, UEF=0.56</w:t>
            </w:r>
          </w:p>
        </w:tc>
      </w:tr>
      <w:tr w:rsidR="00121E1D" w:rsidRPr="0066792F" w14:paraId="33DE4F10" w14:textId="77777777" w:rsidTr="004F37D1">
        <w:trPr>
          <w:cantSplit/>
          <w:trHeight w:val="20"/>
        </w:trPr>
        <w:tc>
          <w:tcPr>
            <w:tcW w:w="1414" w:type="dxa"/>
            <w:shd w:val="clear" w:color="auto" w:fill="auto"/>
          </w:tcPr>
          <w:p w14:paraId="597E6EEF" w14:textId="300178B7" w:rsidR="00121E1D" w:rsidRPr="00573D0C" w:rsidRDefault="00121E1D" w:rsidP="00121E1D">
            <w:pPr>
              <w:pStyle w:val="Default"/>
              <w:rPr>
                <w:sz w:val="18"/>
                <w:szCs w:val="18"/>
              </w:rPr>
            </w:pPr>
            <w:r w:rsidRPr="00573D0C">
              <w:rPr>
                <w:sz w:val="18"/>
                <w:szCs w:val="18"/>
              </w:rPr>
              <w:t>SWWH025E</w:t>
            </w:r>
          </w:p>
        </w:tc>
        <w:tc>
          <w:tcPr>
            <w:tcW w:w="3854" w:type="dxa"/>
            <w:shd w:val="clear" w:color="auto" w:fill="auto"/>
          </w:tcPr>
          <w:p w14:paraId="6272B09F" w14:textId="79C76A98" w:rsidR="00121E1D" w:rsidRPr="00573D0C" w:rsidRDefault="00121E1D" w:rsidP="00121E1D">
            <w:pPr>
              <w:pStyle w:val="Default"/>
              <w:rPr>
                <w:sz w:val="18"/>
                <w:szCs w:val="18"/>
              </w:rPr>
            </w:pPr>
            <w:r w:rsidRPr="00573D0C">
              <w:rPr>
                <w:sz w:val="18"/>
                <w:szCs w:val="18"/>
              </w:rPr>
              <w:t>Heat Pump Water Heater, &gt;45 to ≤55 Gal, UEF=3.09</w:t>
            </w:r>
          </w:p>
        </w:tc>
        <w:tc>
          <w:tcPr>
            <w:tcW w:w="4182" w:type="dxa"/>
            <w:shd w:val="clear" w:color="auto" w:fill="auto"/>
          </w:tcPr>
          <w:p w14:paraId="64EEAFE2" w14:textId="3124A0E2" w:rsidR="00121E1D" w:rsidRPr="00573D0C" w:rsidRDefault="00121E1D" w:rsidP="00121E1D">
            <w:pPr>
              <w:pStyle w:val="Default"/>
              <w:rPr>
                <w:sz w:val="18"/>
                <w:szCs w:val="18"/>
              </w:rPr>
            </w:pPr>
            <w:r w:rsidRPr="00573D0C">
              <w:rPr>
                <w:sz w:val="18"/>
                <w:szCs w:val="18"/>
              </w:rPr>
              <w:t>Storage Natural Gas Water Heater, 50 Gal, UEF=0.63</w:t>
            </w:r>
          </w:p>
        </w:tc>
      </w:tr>
      <w:tr w:rsidR="00121E1D" w:rsidRPr="0066792F" w14:paraId="6E96CAA9" w14:textId="77777777" w:rsidTr="004F37D1">
        <w:trPr>
          <w:cantSplit/>
          <w:trHeight w:val="20"/>
        </w:trPr>
        <w:tc>
          <w:tcPr>
            <w:tcW w:w="1414" w:type="dxa"/>
            <w:shd w:val="clear" w:color="auto" w:fill="auto"/>
          </w:tcPr>
          <w:p w14:paraId="57A14816" w14:textId="403CF437" w:rsidR="00121E1D" w:rsidRPr="00B71673" w:rsidRDefault="00121E1D" w:rsidP="00121E1D">
            <w:pPr>
              <w:pStyle w:val="Default"/>
              <w:rPr>
                <w:sz w:val="18"/>
                <w:szCs w:val="18"/>
              </w:rPr>
            </w:pPr>
            <w:r w:rsidRPr="00B71673">
              <w:rPr>
                <w:sz w:val="18"/>
                <w:szCs w:val="18"/>
              </w:rPr>
              <w:t>SWWH025F</w:t>
            </w:r>
          </w:p>
        </w:tc>
        <w:tc>
          <w:tcPr>
            <w:tcW w:w="3854" w:type="dxa"/>
            <w:shd w:val="clear" w:color="auto" w:fill="auto"/>
          </w:tcPr>
          <w:p w14:paraId="6157570C" w14:textId="653CC55B" w:rsidR="00121E1D" w:rsidRPr="00121E1D" w:rsidRDefault="00121E1D" w:rsidP="00121E1D">
            <w:pPr>
              <w:pStyle w:val="Default"/>
              <w:rPr>
                <w:sz w:val="18"/>
                <w:szCs w:val="18"/>
              </w:rPr>
            </w:pPr>
            <w:r w:rsidRPr="002C0B9B">
              <w:rPr>
                <w:sz w:val="18"/>
                <w:szCs w:val="18"/>
              </w:rPr>
              <w:t>Heat Pump Water Heater, &gt;45 to ≤55 Gal, UEF=3.31</w:t>
            </w:r>
          </w:p>
        </w:tc>
        <w:tc>
          <w:tcPr>
            <w:tcW w:w="4182" w:type="dxa"/>
            <w:shd w:val="clear" w:color="auto" w:fill="auto"/>
          </w:tcPr>
          <w:p w14:paraId="6EB34624" w14:textId="676C2A4B" w:rsidR="00121E1D" w:rsidRPr="00121E1D" w:rsidRDefault="00121E1D" w:rsidP="00121E1D">
            <w:pPr>
              <w:pStyle w:val="Default"/>
              <w:rPr>
                <w:sz w:val="18"/>
                <w:szCs w:val="18"/>
              </w:rPr>
            </w:pPr>
            <w:r w:rsidRPr="002C0B9B">
              <w:rPr>
                <w:sz w:val="18"/>
                <w:szCs w:val="18"/>
              </w:rPr>
              <w:t>Storage Natural Gas Water Heater, 30 Gal, UEF=0.6</w:t>
            </w:r>
          </w:p>
        </w:tc>
      </w:tr>
      <w:tr w:rsidR="00121E1D" w:rsidRPr="0066792F" w14:paraId="4A690DCA" w14:textId="77777777" w:rsidTr="004F37D1">
        <w:trPr>
          <w:cantSplit/>
          <w:trHeight w:val="20"/>
        </w:trPr>
        <w:tc>
          <w:tcPr>
            <w:tcW w:w="1414" w:type="dxa"/>
            <w:shd w:val="clear" w:color="auto" w:fill="auto"/>
          </w:tcPr>
          <w:p w14:paraId="62778E17" w14:textId="0CBE35CE" w:rsidR="00121E1D" w:rsidRPr="00573D0C" w:rsidRDefault="00121E1D" w:rsidP="00121E1D">
            <w:pPr>
              <w:pStyle w:val="Default"/>
              <w:rPr>
                <w:sz w:val="18"/>
                <w:szCs w:val="18"/>
              </w:rPr>
            </w:pPr>
            <w:r w:rsidRPr="00573D0C">
              <w:rPr>
                <w:sz w:val="18"/>
                <w:szCs w:val="18"/>
              </w:rPr>
              <w:lastRenderedPageBreak/>
              <w:t>SWWH025G</w:t>
            </w:r>
          </w:p>
        </w:tc>
        <w:tc>
          <w:tcPr>
            <w:tcW w:w="3854" w:type="dxa"/>
            <w:shd w:val="clear" w:color="auto" w:fill="auto"/>
          </w:tcPr>
          <w:p w14:paraId="1F92E68B" w14:textId="3B9F7136" w:rsidR="00121E1D" w:rsidRPr="00573D0C" w:rsidRDefault="00121E1D" w:rsidP="00121E1D">
            <w:pPr>
              <w:pStyle w:val="Default"/>
              <w:rPr>
                <w:sz w:val="18"/>
                <w:szCs w:val="18"/>
              </w:rPr>
            </w:pPr>
            <w:r w:rsidRPr="00573D0C">
              <w:rPr>
                <w:sz w:val="18"/>
                <w:szCs w:val="18"/>
              </w:rPr>
              <w:t>Heat Pump Water Heater, &gt;45 to ≤55 Gal, UEF=3.31</w:t>
            </w:r>
          </w:p>
        </w:tc>
        <w:tc>
          <w:tcPr>
            <w:tcW w:w="4182" w:type="dxa"/>
            <w:shd w:val="clear" w:color="auto" w:fill="auto"/>
          </w:tcPr>
          <w:p w14:paraId="61A32255" w14:textId="6EC70905" w:rsidR="00121E1D" w:rsidRPr="00573D0C" w:rsidRDefault="00121E1D" w:rsidP="00121E1D">
            <w:pPr>
              <w:pStyle w:val="Default"/>
              <w:rPr>
                <w:sz w:val="18"/>
                <w:szCs w:val="18"/>
              </w:rPr>
            </w:pPr>
            <w:r w:rsidRPr="00573D0C">
              <w:rPr>
                <w:sz w:val="18"/>
                <w:szCs w:val="18"/>
              </w:rPr>
              <w:t>Storage Natural Gas Water Heater, 40 Gal, UEF=0.58</w:t>
            </w:r>
          </w:p>
        </w:tc>
      </w:tr>
      <w:tr w:rsidR="00121E1D" w:rsidRPr="0066792F" w14:paraId="57914BB6" w14:textId="77777777" w:rsidTr="004F37D1">
        <w:trPr>
          <w:cantSplit/>
          <w:trHeight w:val="20"/>
        </w:trPr>
        <w:tc>
          <w:tcPr>
            <w:tcW w:w="1414" w:type="dxa"/>
            <w:shd w:val="clear" w:color="auto" w:fill="auto"/>
          </w:tcPr>
          <w:p w14:paraId="167CA789" w14:textId="6AC0F95A" w:rsidR="00121E1D" w:rsidRPr="00573D0C" w:rsidRDefault="00121E1D" w:rsidP="00121E1D">
            <w:pPr>
              <w:pStyle w:val="Default"/>
              <w:rPr>
                <w:sz w:val="18"/>
                <w:szCs w:val="18"/>
              </w:rPr>
            </w:pPr>
            <w:r w:rsidRPr="00573D0C">
              <w:rPr>
                <w:sz w:val="18"/>
                <w:szCs w:val="18"/>
              </w:rPr>
              <w:t>SWWH025H</w:t>
            </w:r>
          </w:p>
        </w:tc>
        <w:tc>
          <w:tcPr>
            <w:tcW w:w="3854" w:type="dxa"/>
            <w:shd w:val="clear" w:color="auto" w:fill="auto"/>
          </w:tcPr>
          <w:p w14:paraId="4733E33F" w14:textId="19020A66" w:rsidR="00121E1D" w:rsidRPr="00573D0C" w:rsidRDefault="00121E1D" w:rsidP="00121E1D">
            <w:pPr>
              <w:pStyle w:val="Default"/>
              <w:rPr>
                <w:sz w:val="18"/>
                <w:szCs w:val="18"/>
              </w:rPr>
            </w:pPr>
            <w:r w:rsidRPr="00573D0C">
              <w:rPr>
                <w:sz w:val="18"/>
                <w:szCs w:val="18"/>
              </w:rPr>
              <w:t>Heat Pump Water Heater, &gt;45 to ≤55 Gal, UEF=3.31</w:t>
            </w:r>
          </w:p>
        </w:tc>
        <w:tc>
          <w:tcPr>
            <w:tcW w:w="4182" w:type="dxa"/>
            <w:shd w:val="clear" w:color="auto" w:fill="auto"/>
          </w:tcPr>
          <w:p w14:paraId="2CA1D5BC" w14:textId="7E55A858" w:rsidR="00121E1D" w:rsidRPr="00573D0C" w:rsidRDefault="00121E1D" w:rsidP="00121E1D">
            <w:pPr>
              <w:pStyle w:val="Default"/>
              <w:rPr>
                <w:sz w:val="18"/>
                <w:szCs w:val="18"/>
              </w:rPr>
            </w:pPr>
            <w:r w:rsidRPr="00573D0C">
              <w:rPr>
                <w:sz w:val="18"/>
                <w:szCs w:val="18"/>
              </w:rPr>
              <w:t>Storage Natural Gas Water Heater, 40 Gal, UEF=0.64</w:t>
            </w:r>
          </w:p>
        </w:tc>
      </w:tr>
      <w:tr w:rsidR="00121E1D" w:rsidRPr="0066792F" w14:paraId="361CD643" w14:textId="77777777" w:rsidTr="004F37D1">
        <w:trPr>
          <w:cantSplit/>
          <w:trHeight w:val="20"/>
        </w:trPr>
        <w:tc>
          <w:tcPr>
            <w:tcW w:w="1414" w:type="dxa"/>
            <w:shd w:val="clear" w:color="auto" w:fill="auto"/>
          </w:tcPr>
          <w:p w14:paraId="15460D00" w14:textId="728ED639" w:rsidR="00121E1D" w:rsidRPr="00573D0C" w:rsidRDefault="00121E1D" w:rsidP="00121E1D">
            <w:pPr>
              <w:pStyle w:val="Default"/>
              <w:rPr>
                <w:sz w:val="18"/>
                <w:szCs w:val="18"/>
              </w:rPr>
            </w:pPr>
            <w:r w:rsidRPr="00573D0C">
              <w:rPr>
                <w:sz w:val="18"/>
                <w:szCs w:val="18"/>
              </w:rPr>
              <w:t>SWWH025I</w:t>
            </w:r>
          </w:p>
        </w:tc>
        <w:tc>
          <w:tcPr>
            <w:tcW w:w="3854" w:type="dxa"/>
            <w:shd w:val="clear" w:color="auto" w:fill="auto"/>
          </w:tcPr>
          <w:p w14:paraId="3B6D77B7" w14:textId="37282823" w:rsidR="00121E1D" w:rsidRPr="00573D0C" w:rsidRDefault="00121E1D" w:rsidP="00121E1D">
            <w:pPr>
              <w:pStyle w:val="Default"/>
              <w:rPr>
                <w:sz w:val="18"/>
                <w:szCs w:val="18"/>
              </w:rPr>
            </w:pPr>
            <w:r w:rsidRPr="00573D0C">
              <w:rPr>
                <w:sz w:val="18"/>
                <w:szCs w:val="18"/>
              </w:rPr>
              <w:t>Heat Pump Water Heater, &gt;45 to ≤55 Gal, UEF=3.31</w:t>
            </w:r>
          </w:p>
        </w:tc>
        <w:tc>
          <w:tcPr>
            <w:tcW w:w="4182" w:type="dxa"/>
            <w:shd w:val="clear" w:color="auto" w:fill="auto"/>
          </w:tcPr>
          <w:p w14:paraId="71968297" w14:textId="1A989D69" w:rsidR="00121E1D" w:rsidRPr="00573D0C" w:rsidRDefault="00121E1D" w:rsidP="00121E1D">
            <w:pPr>
              <w:pStyle w:val="Default"/>
              <w:rPr>
                <w:sz w:val="18"/>
                <w:szCs w:val="18"/>
              </w:rPr>
            </w:pPr>
            <w:r w:rsidRPr="00573D0C">
              <w:rPr>
                <w:sz w:val="18"/>
                <w:szCs w:val="18"/>
              </w:rPr>
              <w:t>Storage Natural Gas Water Heater, 50 Gal, UEF=0.56</w:t>
            </w:r>
          </w:p>
        </w:tc>
      </w:tr>
      <w:tr w:rsidR="00121E1D" w:rsidRPr="0066792F" w14:paraId="6289242B" w14:textId="77777777" w:rsidTr="004F37D1">
        <w:trPr>
          <w:cantSplit/>
          <w:trHeight w:val="20"/>
        </w:trPr>
        <w:tc>
          <w:tcPr>
            <w:tcW w:w="1414" w:type="dxa"/>
            <w:shd w:val="clear" w:color="auto" w:fill="auto"/>
          </w:tcPr>
          <w:p w14:paraId="76EC43CB" w14:textId="3491A52B" w:rsidR="00121E1D" w:rsidRPr="00573D0C" w:rsidRDefault="00121E1D" w:rsidP="00121E1D">
            <w:pPr>
              <w:pStyle w:val="Default"/>
              <w:rPr>
                <w:sz w:val="18"/>
                <w:szCs w:val="18"/>
              </w:rPr>
            </w:pPr>
            <w:r w:rsidRPr="00573D0C">
              <w:rPr>
                <w:sz w:val="18"/>
                <w:szCs w:val="18"/>
              </w:rPr>
              <w:t>SWWH025J</w:t>
            </w:r>
          </w:p>
        </w:tc>
        <w:tc>
          <w:tcPr>
            <w:tcW w:w="3854" w:type="dxa"/>
            <w:shd w:val="clear" w:color="auto" w:fill="auto"/>
          </w:tcPr>
          <w:p w14:paraId="60F1A93F" w14:textId="6BDB7EB0" w:rsidR="00121E1D" w:rsidRPr="00573D0C" w:rsidRDefault="00121E1D" w:rsidP="00121E1D">
            <w:pPr>
              <w:pStyle w:val="Default"/>
              <w:rPr>
                <w:sz w:val="18"/>
                <w:szCs w:val="18"/>
              </w:rPr>
            </w:pPr>
            <w:r w:rsidRPr="00573D0C">
              <w:rPr>
                <w:sz w:val="18"/>
                <w:szCs w:val="18"/>
              </w:rPr>
              <w:t>Heat Pump Water Heater, &gt;45 to ≤55 Gal, UEF=3.31</w:t>
            </w:r>
          </w:p>
        </w:tc>
        <w:tc>
          <w:tcPr>
            <w:tcW w:w="4182" w:type="dxa"/>
            <w:shd w:val="clear" w:color="auto" w:fill="auto"/>
          </w:tcPr>
          <w:p w14:paraId="31F6C24F" w14:textId="5E9812F5" w:rsidR="00121E1D" w:rsidRPr="00573D0C" w:rsidRDefault="00121E1D" w:rsidP="00121E1D">
            <w:pPr>
              <w:pStyle w:val="Default"/>
              <w:rPr>
                <w:sz w:val="18"/>
                <w:szCs w:val="18"/>
              </w:rPr>
            </w:pPr>
            <w:r w:rsidRPr="00573D0C">
              <w:rPr>
                <w:sz w:val="18"/>
                <w:szCs w:val="18"/>
              </w:rPr>
              <w:t>Storage Natural Gas Water Heater, 50 Gal, UEF=0.63</w:t>
            </w:r>
          </w:p>
        </w:tc>
      </w:tr>
      <w:tr w:rsidR="00121E1D" w:rsidRPr="0066792F" w14:paraId="2AAFABD9" w14:textId="77777777" w:rsidTr="004F37D1">
        <w:trPr>
          <w:cantSplit/>
          <w:trHeight w:val="20"/>
        </w:trPr>
        <w:tc>
          <w:tcPr>
            <w:tcW w:w="1414" w:type="dxa"/>
            <w:shd w:val="clear" w:color="auto" w:fill="auto"/>
          </w:tcPr>
          <w:p w14:paraId="3594D74D" w14:textId="356018B2" w:rsidR="00121E1D" w:rsidRPr="00573D0C" w:rsidRDefault="00121E1D" w:rsidP="00121E1D">
            <w:pPr>
              <w:pStyle w:val="Default"/>
              <w:rPr>
                <w:sz w:val="18"/>
                <w:szCs w:val="18"/>
              </w:rPr>
            </w:pPr>
            <w:r w:rsidRPr="00573D0C">
              <w:rPr>
                <w:sz w:val="18"/>
                <w:szCs w:val="18"/>
              </w:rPr>
              <w:t>SWWH025K</w:t>
            </w:r>
          </w:p>
        </w:tc>
        <w:tc>
          <w:tcPr>
            <w:tcW w:w="3854" w:type="dxa"/>
            <w:shd w:val="clear" w:color="auto" w:fill="auto"/>
          </w:tcPr>
          <w:p w14:paraId="2A148329" w14:textId="0B1C25F0" w:rsidR="00121E1D" w:rsidRPr="00573D0C" w:rsidRDefault="00121E1D" w:rsidP="00121E1D">
            <w:pPr>
              <w:pStyle w:val="Default"/>
              <w:rPr>
                <w:sz w:val="18"/>
                <w:szCs w:val="18"/>
              </w:rPr>
            </w:pPr>
            <w:r w:rsidRPr="00573D0C">
              <w:rPr>
                <w:sz w:val="18"/>
                <w:szCs w:val="18"/>
              </w:rPr>
              <w:t>Heat Pump Water Heater, &gt;55 to ≤75 Gal, UEF=3.33</w:t>
            </w:r>
          </w:p>
        </w:tc>
        <w:tc>
          <w:tcPr>
            <w:tcW w:w="4182" w:type="dxa"/>
            <w:shd w:val="clear" w:color="auto" w:fill="auto"/>
          </w:tcPr>
          <w:p w14:paraId="6FF87BBB" w14:textId="4E945049" w:rsidR="00121E1D" w:rsidRPr="00573D0C" w:rsidRDefault="00121E1D" w:rsidP="00121E1D">
            <w:pPr>
              <w:pStyle w:val="Default"/>
              <w:rPr>
                <w:sz w:val="18"/>
                <w:szCs w:val="18"/>
              </w:rPr>
            </w:pPr>
            <w:r w:rsidRPr="00573D0C">
              <w:rPr>
                <w:sz w:val="18"/>
                <w:szCs w:val="18"/>
              </w:rPr>
              <w:t>Storage Natural Gas Water Heater, 60 Gal, UEF=0.61</w:t>
            </w:r>
          </w:p>
        </w:tc>
      </w:tr>
      <w:tr w:rsidR="00EF6A0D" w:rsidRPr="0066792F" w14:paraId="3CA82E12" w14:textId="77777777" w:rsidTr="004F37D1">
        <w:trPr>
          <w:cantSplit/>
          <w:trHeight w:val="20"/>
        </w:trPr>
        <w:tc>
          <w:tcPr>
            <w:tcW w:w="1414" w:type="dxa"/>
            <w:shd w:val="clear" w:color="auto" w:fill="auto"/>
          </w:tcPr>
          <w:p w14:paraId="1A729238" w14:textId="7594050A" w:rsidR="00EF6A0D" w:rsidRPr="00573D0C" w:rsidRDefault="00EF6A0D" w:rsidP="00EF6A0D">
            <w:pPr>
              <w:pStyle w:val="Default"/>
              <w:rPr>
                <w:sz w:val="18"/>
                <w:szCs w:val="18"/>
              </w:rPr>
            </w:pPr>
            <w:r w:rsidRPr="00573D0C">
              <w:rPr>
                <w:sz w:val="18"/>
                <w:szCs w:val="18"/>
              </w:rPr>
              <w:t>SWWH025M</w:t>
            </w:r>
          </w:p>
        </w:tc>
        <w:tc>
          <w:tcPr>
            <w:tcW w:w="3854" w:type="dxa"/>
            <w:shd w:val="clear" w:color="auto" w:fill="auto"/>
          </w:tcPr>
          <w:p w14:paraId="386020EC" w14:textId="2AD8DFD4" w:rsidR="00EF6A0D" w:rsidRPr="00573D0C" w:rsidRDefault="00121E1D" w:rsidP="00EF6A0D">
            <w:pPr>
              <w:pStyle w:val="Default"/>
              <w:rPr>
                <w:sz w:val="18"/>
                <w:szCs w:val="18"/>
              </w:rPr>
            </w:pPr>
            <w:r w:rsidRPr="00573D0C">
              <w:rPr>
                <w:sz w:val="18"/>
                <w:szCs w:val="18"/>
              </w:rPr>
              <w:t>Heat Pump Water Heater, &gt;75 Gal, UEF=3.42</w:t>
            </w:r>
          </w:p>
        </w:tc>
        <w:tc>
          <w:tcPr>
            <w:tcW w:w="4182" w:type="dxa"/>
            <w:shd w:val="clear" w:color="auto" w:fill="auto"/>
          </w:tcPr>
          <w:p w14:paraId="5ADBC883" w14:textId="5D0FA3A7" w:rsidR="00EF6A0D" w:rsidRPr="00573D0C" w:rsidRDefault="00121E1D" w:rsidP="00EF6A0D">
            <w:pPr>
              <w:pStyle w:val="Default"/>
              <w:rPr>
                <w:sz w:val="18"/>
                <w:szCs w:val="18"/>
              </w:rPr>
            </w:pPr>
            <w:r w:rsidRPr="00573D0C">
              <w:rPr>
                <w:sz w:val="18"/>
                <w:szCs w:val="18"/>
              </w:rPr>
              <w:t>Storage Natural Gas Water Heater, 75 Gal, UEF=0.59</w:t>
            </w:r>
          </w:p>
        </w:tc>
      </w:tr>
      <w:tr w:rsidR="00121E1D" w:rsidRPr="0066792F" w14:paraId="3A18E0B0" w14:textId="77777777" w:rsidTr="004F37D1">
        <w:trPr>
          <w:cantSplit/>
          <w:trHeight w:val="20"/>
        </w:trPr>
        <w:tc>
          <w:tcPr>
            <w:tcW w:w="1414" w:type="dxa"/>
            <w:shd w:val="clear" w:color="auto" w:fill="auto"/>
          </w:tcPr>
          <w:p w14:paraId="0D975311" w14:textId="02D73F80" w:rsidR="00121E1D" w:rsidRPr="00573D0C" w:rsidRDefault="00121E1D" w:rsidP="00121E1D">
            <w:pPr>
              <w:pStyle w:val="Default"/>
              <w:rPr>
                <w:sz w:val="18"/>
                <w:szCs w:val="18"/>
              </w:rPr>
            </w:pPr>
            <w:r w:rsidRPr="00573D0C">
              <w:rPr>
                <w:sz w:val="18"/>
                <w:szCs w:val="18"/>
              </w:rPr>
              <w:t>SWWH025O</w:t>
            </w:r>
          </w:p>
        </w:tc>
        <w:tc>
          <w:tcPr>
            <w:tcW w:w="3854" w:type="dxa"/>
            <w:shd w:val="clear" w:color="auto" w:fill="auto"/>
          </w:tcPr>
          <w:p w14:paraId="015A6C5A" w14:textId="51983E33" w:rsidR="00121E1D" w:rsidRPr="00573D0C" w:rsidRDefault="00121E1D" w:rsidP="00121E1D">
            <w:pPr>
              <w:pStyle w:val="Default"/>
              <w:rPr>
                <w:sz w:val="18"/>
                <w:szCs w:val="18"/>
              </w:rPr>
            </w:pPr>
            <w:r w:rsidRPr="00573D0C">
              <w:rPr>
                <w:sz w:val="18"/>
                <w:szCs w:val="18"/>
              </w:rPr>
              <w:t>Heat Pump Water Heater, &gt;45 to ≤55 Gal, UEF=3.09</w:t>
            </w:r>
          </w:p>
        </w:tc>
        <w:tc>
          <w:tcPr>
            <w:tcW w:w="4182" w:type="dxa"/>
            <w:shd w:val="clear" w:color="auto" w:fill="auto"/>
          </w:tcPr>
          <w:p w14:paraId="04FB5C84" w14:textId="589701BE" w:rsidR="00121E1D" w:rsidRPr="00573D0C" w:rsidRDefault="00121E1D" w:rsidP="00121E1D">
            <w:pPr>
              <w:pStyle w:val="Default"/>
              <w:rPr>
                <w:sz w:val="18"/>
                <w:szCs w:val="18"/>
              </w:rPr>
            </w:pPr>
            <w:r w:rsidRPr="00573D0C">
              <w:rPr>
                <w:sz w:val="18"/>
                <w:szCs w:val="18"/>
              </w:rPr>
              <w:t>Tankless Natural Gas Water Heater, Low Draw, UEF=0.81</w:t>
            </w:r>
          </w:p>
        </w:tc>
      </w:tr>
      <w:tr w:rsidR="00121E1D" w:rsidRPr="0066792F" w14:paraId="789FCE64" w14:textId="77777777" w:rsidTr="004F37D1">
        <w:trPr>
          <w:cantSplit/>
          <w:trHeight w:val="20"/>
        </w:trPr>
        <w:tc>
          <w:tcPr>
            <w:tcW w:w="1414" w:type="dxa"/>
            <w:shd w:val="clear" w:color="auto" w:fill="auto"/>
          </w:tcPr>
          <w:p w14:paraId="5FB25706" w14:textId="552C6DF4" w:rsidR="00121E1D" w:rsidRPr="00573D0C" w:rsidRDefault="00121E1D" w:rsidP="00121E1D">
            <w:pPr>
              <w:pStyle w:val="Default"/>
              <w:rPr>
                <w:sz w:val="18"/>
                <w:szCs w:val="18"/>
              </w:rPr>
            </w:pPr>
            <w:r w:rsidRPr="00573D0C">
              <w:rPr>
                <w:sz w:val="18"/>
                <w:szCs w:val="18"/>
              </w:rPr>
              <w:t>SWWH025P</w:t>
            </w:r>
          </w:p>
        </w:tc>
        <w:tc>
          <w:tcPr>
            <w:tcW w:w="3854" w:type="dxa"/>
            <w:shd w:val="clear" w:color="auto" w:fill="auto"/>
          </w:tcPr>
          <w:p w14:paraId="57C15CAA" w14:textId="342AC059" w:rsidR="00121E1D" w:rsidRPr="00573D0C" w:rsidRDefault="00121E1D" w:rsidP="00121E1D">
            <w:pPr>
              <w:pStyle w:val="Default"/>
              <w:rPr>
                <w:sz w:val="18"/>
                <w:szCs w:val="18"/>
              </w:rPr>
            </w:pPr>
            <w:r w:rsidRPr="00573D0C">
              <w:rPr>
                <w:sz w:val="18"/>
                <w:szCs w:val="18"/>
              </w:rPr>
              <w:t>Heat Pump Water Heater, &gt;45 to ≤55 Gal, UEF=3.09</w:t>
            </w:r>
          </w:p>
        </w:tc>
        <w:tc>
          <w:tcPr>
            <w:tcW w:w="4182" w:type="dxa"/>
            <w:shd w:val="clear" w:color="auto" w:fill="auto"/>
          </w:tcPr>
          <w:p w14:paraId="300CDDA5" w14:textId="6721E681" w:rsidR="00121E1D" w:rsidRPr="00573D0C" w:rsidRDefault="00121E1D" w:rsidP="00121E1D">
            <w:pPr>
              <w:pStyle w:val="Default"/>
              <w:rPr>
                <w:sz w:val="18"/>
                <w:szCs w:val="18"/>
              </w:rPr>
            </w:pPr>
            <w:r w:rsidRPr="00573D0C">
              <w:rPr>
                <w:sz w:val="18"/>
                <w:szCs w:val="18"/>
              </w:rPr>
              <w:t>Tankless Natural Gas Water Heater, Med Draw, UEF=0.81</w:t>
            </w:r>
          </w:p>
        </w:tc>
      </w:tr>
      <w:tr w:rsidR="00121E1D" w:rsidRPr="0066792F" w14:paraId="0983B237" w14:textId="77777777" w:rsidTr="004F37D1">
        <w:trPr>
          <w:cantSplit/>
          <w:trHeight w:val="20"/>
        </w:trPr>
        <w:tc>
          <w:tcPr>
            <w:tcW w:w="1414" w:type="dxa"/>
            <w:shd w:val="clear" w:color="auto" w:fill="auto"/>
          </w:tcPr>
          <w:p w14:paraId="100AFD68" w14:textId="51AD9168" w:rsidR="00121E1D" w:rsidRPr="00573D0C" w:rsidRDefault="00121E1D" w:rsidP="00121E1D">
            <w:pPr>
              <w:pStyle w:val="Default"/>
              <w:rPr>
                <w:sz w:val="18"/>
                <w:szCs w:val="18"/>
              </w:rPr>
            </w:pPr>
            <w:r w:rsidRPr="00573D0C">
              <w:rPr>
                <w:sz w:val="18"/>
                <w:szCs w:val="18"/>
              </w:rPr>
              <w:t>SWWH025Q</w:t>
            </w:r>
          </w:p>
        </w:tc>
        <w:tc>
          <w:tcPr>
            <w:tcW w:w="3854" w:type="dxa"/>
            <w:shd w:val="clear" w:color="auto" w:fill="auto"/>
          </w:tcPr>
          <w:p w14:paraId="10A83555" w14:textId="1A94CA58" w:rsidR="00121E1D" w:rsidRPr="00573D0C" w:rsidRDefault="00121E1D" w:rsidP="00121E1D">
            <w:pPr>
              <w:pStyle w:val="Default"/>
              <w:rPr>
                <w:sz w:val="18"/>
                <w:szCs w:val="18"/>
              </w:rPr>
            </w:pPr>
            <w:r w:rsidRPr="00573D0C">
              <w:rPr>
                <w:sz w:val="18"/>
                <w:szCs w:val="18"/>
              </w:rPr>
              <w:t>Heat Pump Water Heater, &gt;45 to ≤55 Gal, UEF=3.09</w:t>
            </w:r>
          </w:p>
        </w:tc>
        <w:tc>
          <w:tcPr>
            <w:tcW w:w="4182" w:type="dxa"/>
            <w:shd w:val="clear" w:color="auto" w:fill="auto"/>
          </w:tcPr>
          <w:p w14:paraId="2012BA59" w14:textId="59233F86" w:rsidR="00121E1D" w:rsidRPr="00573D0C" w:rsidRDefault="00121E1D" w:rsidP="00121E1D">
            <w:pPr>
              <w:pStyle w:val="Default"/>
              <w:rPr>
                <w:sz w:val="18"/>
                <w:szCs w:val="18"/>
              </w:rPr>
            </w:pPr>
            <w:r w:rsidRPr="00573D0C">
              <w:rPr>
                <w:sz w:val="18"/>
                <w:szCs w:val="18"/>
              </w:rPr>
              <w:t>Tankless Natural Gas Water Heater, High Draw, UEF=0.81</w:t>
            </w:r>
          </w:p>
        </w:tc>
      </w:tr>
      <w:tr w:rsidR="00121E1D" w:rsidRPr="0066792F" w14:paraId="38CCDB4B" w14:textId="77777777" w:rsidTr="004F37D1">
        <w:trPr>
          <w:cantSplit/>
          <w:trHeight w:val="20"/>
        </w:trPr>
        <w:tc>
          <w:tcPr>
            <w:tcW w:w="1414" w:type="dxa"/>
            <w:shd w:val="clear" w:color="auto" w:fill="auto"/>
          </w:tcPr>
          <w:p w14:paraId="3DC72292" w14:textId="218BCE55" w:rsidR="00121E1D" w:rsidRPr="00573D0C" w:rsidRDefault="00121E1D" w:rsidP="00121E1D">
            <w:pPr>
              <w:pStyle w:val="Default"/>
              <w:rPr>
                <w:sz w:val="18"/>
                <w:szCs w:val="18"/>
              </w:rPr>
            </w:pPr>
            <w:r w:rsidRPr="00573D0C">
              <w:rPr>
                <w:sz w:val="18"/>
                <w:szCs w:val="18"/>
              </w:rPr>
              <w:t>SWWH025R</w:t>
            </w:r>
          </w:p>
        </w:tc>
        <w:tc>
          <w:tcPr>
            <w:tcW w:w="3854" w:type="dxa"/>
            <w:shd w:val="clear" w:color="auto" w:fill="auto"/>
          </w:tcPr>
          <w:p w14:paraId="1B862211" w14:textId="3848E24E" w:rsidR="00121E1D" w:rsidRPr="00573D0C" w:rsidRDefault="00121E1D" w:rsidP="00121E1D">
            <w:pPr>
              <w:pStyle w:val="Default"/>
              <w:rPr>
                <w:sz w:val="18"/>
                <w:szCs w:val="18"/>
              </w:rPr>
            </w:pPr>
            <w:r w:rsidRPr="00573D0C">
              <w:rPr>
                <w:sz w:val="18"/>
                <w:szCs w:val="18"/>
              </w:rPr>
              <w:t>Heat Pump Water Heater, &gt;45 to ≤55 Gal, UEF=3.31</w:t>
            </w:r>
          </w:p>
        </w:tc>
        <w:tc>
          <w:tcPr>
            <w:tcW w:w="4182" w:type="dxa"/>
            <w:shd w:val="clear" w:color="auto" w:fill="auto"/>
          </w:tcPr>
          <w:p w14:paraId="03D5B6A7" w14:textId="3287E6CF" w:rsidR="00121E1D" w:rsidRPr="00573D0C" w:rsidRDefault="00121E1D" w:rsidP="00121E1D">
            <w:pPr>
              <w:pStyle w:val="Default"/>
              <w:rPr>
                <w:sz w:val="18"/>
                <w:szCs w:val="18"/>
              </w:rPr>
            </w:pPr>
            <w:r w:rsidRPr="00573D0C">
              <w:rPr>
                <w:sz w:val="18"/>
                <w:szCs w:val="18"/>
              </w:rPr>
              <w:t>Tankless Natural Gas Water Heater, Low Draw, UEF=0.81</w:t>
            </w:r>
          </w:p>
        </w:tc>
      </w:tr>
      <w:tr w:rsidR="00121E1D" w:rsidRPr="0066792F" w14:paraId="12BE0B19" w14:textId="77777777" w:rsidTr="004F37D1">
        <w:trPr>
          <w:cantSplit/>
          <w:trHeight w:val="20"/>
        </w:trPr>
        <w:tc>
          <w:tcPr>
            <w:tcW w:w="1414" w:type="dxa"/>
            <w:shd w:val="clear" w:color="auto" w:fill="auto"/>
          </w:tcPr>
          <w:p w14:paraId="59D8DBD2" w14:textId="7C2E8792" w:rsidR="00121E1D" w:rsidRPr="00573D0C" w:rsidRDefault="00121E1D" w:rsidP="00121E1D">
            <w:pPr>
              <w:pStyle w:val="Default"/>
              <w:rPr>
                <w:sz w:val="18"/>
                <w:szCs w:val="18"/>
              </w:rPr>
            </w:pPr>
            <w:r w:rsidRPr="00573D0C">
              <w:rPr>
                <w:sz w:val="18"/>
                <w:szCs w:val="18"/>
              </w:rPr>
              <w:t>SWWH025S</w:t>
            </w:r>
          </w:p>
        </w:tc>
        <w:tc>
          <w:tcPr>
            <w:tcW w:w="3854" w:type="dxa"/>
            <w:shd w:val="clear" w:color="auto" w:fill="auto"/>
          </w:tcPr>
          <w:p w14:paraId="6F75E672" w14:textId="22AE689F" w:rsidR="00121E1D" w:rsidRPr="00573D0C" w:rsidRDefault="00121E1D" w:rsidP="00121E1D">
            <w:pPr>
              <w:pStyle w:val="Default"/>
              <w:rPr>
                <w:sz w:val="18"/>
                <w:szCs w:val="18"/>
              </w:rPr>
            </w:pPr>
            <w:r w:rsidRPr="00573D0C">
              <w:rPr>
                <w:sz w:val="18"/>
                <w:szCs w:val="18"/>
              </w:rPr>
              <w:t>Heat Pump Water Heater, &gt;45 to ≤55 Gal, UEF=3.31</w:t>
            </w:r>
          </w:p>
        </w:tc>
        <w:tc>
          <w:tcPr>
            <w:tcW w:w="4182" w:type="dxa"/>
            <w:shd w:val="clear" w:color="auto" w:fill="auto"/>
          </w:tcPr>
          <w:p w14:paraId="1916977B" w14:textId="17F051F0" w:rsidR="00121E1D" w:rsidRPr="00573D0C" w:rsidRDefault="00121E1D" w:rsidP="00121E1D">
            <w:pPr>
              <w:pStyle w:val="Default"/>
              <w:rPr>
                <w:sz w:val="18"/>
                <w:szCs w:val="18"/>
              </w:rPr>
            </w:pPr>
            <w:r w:rsidRPr="00573D0C">
              <w:rPr>
                <w:sz w:val="18"/>
                <w:szCs w:val="18"/>
              </w:rPr>
              <w:t>Tankless Natural Gas Water Heater, Med Draw, UEF=0.81</w:t>
            </w:r>
          </w:p>
        </w:tc>
      </w:tr>
      <w:tr w:rsidR="00121E1D" w:rsidRPr="0066792F" w14:paraId="39E47A87" w14:textId="77777777" w:rsidTr="004F37D1">
        <w:trPr>
          <w:cantSplit/>
          <w:trHeight w:val="20"/>
        </w:trPr>
        <w:tc>
          <w:tcPr>
            <w:tcW w:w="1414" w:type="dxa"/>
            <w:shd w:val="clear" w:color="auto" w:fill="auto"/>
          </w:tcPr>
          <w:p w14:paraId="65EDC520" w14:textId="34137E09" w:rsidR="00121E1D" w:rsidRPr="00573D0C" w:rsidRDefault="00121E1D" w:rsidP="00121E1D">
            <w:pPr>
              <w:pStyle w:val="Default"/>
              <w:rPr>
                <w:sz w:val="18"/>
                <w:szCs w:val="18"/>
              </w:rPr>
            </w:pPr>
            <w:r w:rsidRPr="00573D0C">
              <w:rPr>
                <w:sz w:val="18"/>
                <w:szCs w:val="18"/>
              </w:rPr>
              <w:t>SWWH025T</w:t>
            </w:r>
          </w:p>
        </w:tc>
        <w:tc>
          <w:tcPr>
            <w:tcW w:w="3854" w:type="dxa"/>
            <w:shd w:val="clear" w:color="auto" w:fill="auto"/>
          </w:tcPr>
          <w:p w14:paraId="6DB0478C" w14:textId="7984242C" w:rsidR="00121E1D" w:rsidRPr="00573D0C" w:rsidRDefault="00121E1D" w:rsidP="00121E1D">
            <w:pPr>
              <w:pStyle w:val="Default"/>
              <w:rPr>
                <w:sz w:val="18"/>
                <w:szCs w:val="18"/>
              </w:rPr>
            </w:pPr>
            <w:r w:rsidRPr="00573D0C">
              <w:rPr>
                <w:sz w:val="18"/>
                <w:szCs w:val="18"/>
              </w:rPr>
              <w:t>Heat Pump Water Heater, &gt;45 to ≤55 Gal, UEF=3.31</w:t>
            </w:r>
          </w:p>
        </w:tc>
        <w:tc>
          <w:tcPr>
            <w:tcW w:w="4182" w:type="dxa"/>
            <w:shd w:val="clear" w:color="auto" w:fill="auto"/>
          </w:tcPr>
          <w:p w14:paraId="1EB5A76B" w14:textId="5D6CB0D5" w:rsidR="00121E1D" w:rsidRPr="00573D0C" w:rsidRDefault="00121E1D" w:rsidP="00121E1D">
            <w:pPr>
              <w:pStyle w:val="Default"/>
              <w:rPr>
                <w:sz w:val="18"/>
                <w:szCs w:val="18"/>
              </w:rPr>
            </w:pPr>
            <w:r w:rsidRPr="00573D0C">
              <w:rPr>
                <w:sz w:val="18"/>
                <w:szCs w:val="18"/>
              </w:rPr>
              <w:t>Tankless Natural Gas Water Heater, High Draw, UEF=0.81</w:t>
            </w:r>
          </w:p>
        </w:tc>
      </w:tr>
      <w:tr w:rsidR="004F37D1" w:rsidRPr="0066792F" w14:paraId="15B4AFD4" w14:textId="77777777" w:rsidTr="004F37D1">
        <w:trPr>
          <w:cantSplit/>
          <w:trHeight w:val="20"/>
        </w:trPr>
        <w:tc>
          <w:tcPr>
            <w:tcW w:w="1414" w:type="dxa"/>
            <w:shd w:val="clear" w:color="auto" w:fill="auto"/>
          </w:tcPr>
          <w:p w14:paraId="3000915E" w14:textId="57AC0C83" w:rsidR="004F37D1" w:rsidRPr="00573D0C" w:rsidRDefault="004F37D1" w:rsidP="004F37D1">
            <w:pPr>
              <w:pStyle w:val="Default"/>
              <w:rPr>
                <w:sz w:val="18"/>
                <w:szCs w:val="18"/>
              </w:rPr>
            </w:pPr>
            <w:r w:rsidRPr="00573D0C">
              <w:rPr>
                <w:sz w:val="18"/>
                <w:szCs w:val="18"/>
              </w:rPr>
              <w:t>SWWH025U</w:t>
            </w:r>
          </w:p>
        </w:tc>
        <w:tc>
          <w:tcPr>
            <w:tcW w:w="3854" w:type="dxa"/>
            <w:shd w:val="clear" w:color="auto" w:fill="auto"/>
          </w:tcPr>
          <w:p w14:paraId="20D59280" w14:textId="649EE273" w:rsidR="004F37D1" w:rsidRPr="00573D0C" w:rsidRDefault="004F37D1" w:rsidP="004F37D1">
            <w:pPr>
              <w:pStyle w:val="Default"/>
              <w:rPr>
                <w:sz w:val="18"/>
                <w:szCs w:val="18"/>
              </w:rPr>
            </w:pPr>
            <w:r w:rsidRPr="00573D0C">
              <w:rPr>
                <w:sz w:val="18"/>
                <w:szCs w:val="18"/>
              </w:rPr>
              <w:t>Heat Pump Water Heater, ≤45 Gal, UEF=3.50</w:t>
            </w:r>
          </w:p>
        </w:tc>
        <w:tc>
          <w:tcPr>
            <w:tcW w:w="4182" w:type="dxa"/>
            <w:shd w:val="clear" w:color="auto" w:fill="auto"/>
          </w:tcPr>
          <w:p w14:paraId="3C61F9B0" w14:textId="66641F31" w:rsidR="004F37D1" w:rsidRPr="00573D0C" w:rsidRDefault="004F37D1" w:rsidP="004F37D1">
            <w:pPr>
              <w:pStyle w:val="Default"/>
              <w:rPr>
                <w:sz w:val="18"/>
                <w:szCs w:val="18"/>
              </w:rPr>
            </w:pPr>
            <w:r w:rsidRPr="00573D0C">
              <w:rPr>
                <w:sz w:val="18"/>
                <w:szCs w:val="18"/>
              </w:rPr>
              <w:t>Storage Natural Gas Water Heater, 40 Gal, UEF=0.58</w:t>
            </w:r>
          </w:p>
        </w:tc>
      </w:tr>
      <w:tr w:rsidR="004F37D1" w:rsidRPr="0066792F" w14:paraId="721A26A6" w14:textId="77777777" w:rsidTr="004F37D1">
        <w:trPr>
          <w:cantSplit/>
          <w:trHeight w:val="20"/>
        </w:trPr>
        <w:tc>
          <w:tcPr>
            <w:tcW w:w="1414" w:type="dxa"/>
            <w:shd w:val="clear" w:color="auto" w:fill="auto"/>
          </w:tcPr>
          <w:p w14:paraId="4F27A892" w14:textId="1AE8FCEC" w:rsidR="004F37D1" w:rsidRPr="00573D0C" w:rsidRDefault="004F37D1" w:rsidP="004F37D1">
            <w:pPr>
              <w:pStyle w:val="Default"/>
              <w:rPr>
                <w:sz w:val="18"/>
                <w:szCs w:val="18"/>
              </w:rPr>
            </w:pPr>
            <w:r w:rsidRPr="00573D0C">
              <w:rPr>
                <w:sz w:val="18"/>
                <w:szCs w:val="18"/>
              </w:rPr>
              <w:t>SWWH025V</w:t>
            </w:r>
          </w:p>
        </w:tc>
        <w:tc>
          <w:tcPr>
            <w:tcW w:w="3854" w:type="dxa"/>
            <w:shd w:val="clear" w:color="auto" w:fill="auto"/>
          </w:tcPr>
          <w:p w14:paraId="3F7AD5FC" w14:textId="3E624CD7" w:rsidR="004F37D1" w:rsidRPr="00573D0C" w:rsidRDefault="004F37D1" w:rsidP="004F37D1">
            <w:pPr>
              <w:pStyle w:val="Default"/>
              <w:rPr>
                <w:sz w:val="18"/>
                <w:szCs w:val="18"/>
              </w:rPr>
            </w:pPr>
            <w:r w:rsidRPr="00573D0C">
              <w:rPr>
                <w:sz w:val="18"/>
                <w:szCs w:val="18"/>
              </w:rPr>
              <w:t>Heat Pump Water Heater, ≤45 Gal, UEF=3.50</w:t>
            </w:r>
          </w:p>
        </w:tc>
        <w:tc>
          <w:tcPr>
            <w:tcW w:w="4182" w:type="dxa"/>
            <w:shd w:val="clear" w:color="auto" w:fill="auto"/>
          </w:tcPr>
          <w:p w14:paraId="6670026E" w14:textId="2A0D8B1F" w:rsidR="004F37D1" w:rsidRPr="00573D0C" w:rsidRDefault="004F37D1" w:rsidP="004F37D1">
            <w:pPr>
              <w:pStyle w:val="Default"/>
              <w:rPr>
                <w:sz w:val="18"/>
                <w:szCs w:val="18"/>
              </w:rPr>
            </w:pPr>
            <w:r w:rsidRPr="00573D0C">
              <w:rPr>
                <w:sz w:val="18"/>
                <w:szCs w:val="18"/>
              </w:rPr>
              <w:t>Storage Natural Gas Water Heater, 40 Gal, UEF=0.64</w:t>
            </w:r>
          </w:p>
        </w:tc>
      </w:tr>
    </w:tbl>
    <w:p w14:paraId="3DE64B97" w14:textId="40528F53" w:rsidR="007534BC" w:rsidRDefault="007534BC" w:rsidP="008E0906">
      <w:pPr>
        <w:rPr>
          <w:rFonts w:cs="Calibri Light"/>
        </w:rPr>
      </w:pPr>
    </w:p>
    <w:p w14:paraId="3A51466F" w14:textId="20ADD0E9" w:rsidR="0019480A" w:rsidRDefault="0019480A" w:rsidP="008E0906">
      <w:pPr>
        <w:rPr>
          <w:rFonts w:cs="Calibri Light"/>
        </w:rPr>
      </w:pPr>
      <w:r>
        <w:rPr>
          <w:rFonts w:cs="Calibri Light"/>
        </w:rPr>
        <w:t>Measures L and N are excluded from this version of the workpaper, as DEER Water Heater Calculator v4.</w:t>
      </w:r>
      <w:r w:rsidR="00D21ABC">
        <w:rPr>
          <w:rFonts w:cs="Calibri Light"/>
        </w:rPr>
        <w:t>2</w:t>
      </w:r>
      <w:r>
        <w:rPr>
          <w:rFonts w:cs="Calibri Light"/>
        </w:rPr>
        <w:t xml:space="preserve"> does not include these measure offerings.</w:t>
      </w:r>
      <w:r>
        <w:rPr>
          <w:rStyle w:val="FootnoteReference"/>
          <w:rFonts w:cs="Calibri Light"/>
        </w:rPr>
        <w:footnoteReference w:id="8"/>
      </w:r>
      <w:r>
        <w:rPr>
          <w:rFonts w:cs="Calibri Light"/>
        </w:rPr>
        <w:t xml:space="preserve"> </w:t>
      </w:r>
      <w:r w:rsidR="0056373E">
        <w:rPr>
          <w:rFonts w:cs="Calibri Light"/>
        </w:rPr>
        <w:t>Measure offering IDs</w:t>
      </w:r>
      <w:r w:rsidR="002D4813">
        <w:rPr>
          <w:rFonts w:cs="Calibri Light"/>
        </w:rPr>
        <w:t xml:space="preserve"> </w:t>
      </w:r>
      <w:r w:rsidR="0056373E">
        <w:rPr>
          <w:rFonts w:cs="Calibri Light"/>
        </w:rPr>
        <w:t>were not</w:t>
      </w:r>
      <w:r>
        <w:rPr>
          <w:rFonts w:cs="Calibri Light"/>
        </w:rPr>
        <w:t xml:space="preserve"> reassigned </w:t>
      </w:r>
      <w:r w:rsidR="0056373E">
        <w:rPr>
          <w:rFonts w:cs="Calibri Light"/>
        </w:rPr>
        <w:t>to avoid confusion.</w:t>
      </w:r>
      <w:r w:rsidR="00F47770">
        <w:rPr>
          <w:rFonts w:cs="Calibri Light"/>
        </w:rPr>
        <w:t xml:space="preserve"> </w:t>
      </w:r>
      <w:r w:rsidR="00F22490">
        <w:rPr>
          <w:rFonts w:cs="Calibri Light"/>
        </w:rPr>
        <w:t xml:space="preserve">DEER water </w:t>
      </w:r>
      <w:r w:rsidR="00F22490" w:rsidRPr="00B97FE0">
        <w:rPr>
          <w:rFonts w:cs="Calibri Light"/>
          <w:szCs w:val="22"/>
        </w:rPr>
        <w:t>heater calculator tool</w:t>
      </w:r>
      <w:r w:rsidR="00F22490">
        <w:rPr>
          <w:rFonts w:cs="Calibri Light"/>
          <w:szCs w:val="22"/>
        </w:rPr>
        <w:t xml:space="preserve"> version 4.</w:t>
      </w:r>
      <w:r w:rsidR="00D21ABC">
        <w:rPr>
          <w:rFonts w:cs="Calibri Light"/>
          <w:szCs w:val="22"/>
        </w:rPr>
        <w:t>2</w:t>
      </w:r>
      <w:r w:rsidR="00F22490">
        <w:rPr>
          <w:rStyle w:val="FootnoteReference"/>
          <w:rFonts w:cs="Calibri Light"/>
          <w:szCs w:val="22"/>
        </w:rPr>
        <w:footnoteReference w:id="9"/>
      </w:r>
      <w:r w:rsidR="00F22490">
        <w:rPr>
          <w:rFonts w:cs="Calibri Light"/>
          <w:szCs w:val="22"/>
        </w:rPr>
        <w:t xml:space="preserve"> revised the baseline energy efficiencies for </w:t>
      </w:r>
      <w:proofErr w:type="gramStart"/>
      <w:r w:rsidR="00F22490">
        <w:rPr>
          <w:rFonts w:cs="Calibri Light"/>
          <w:szCs w:val="22"/>
        </w:rPr>
        <w:t>60 and 75 gallon</w:t>
      </w:r>
      <w:proofErr w:type="gramEnd"/>
      <w:r w:rsidR="00F22490">
        <w:rPr>
          <w:rFonts w:cs="Calibri Light"/>
          <w:szCs w:val="22"/>
        </w:rPr>
        <w:t xml:space="preserve"> gas water heaters, altering measures K and M. It is possible that this calculator will be updated to include </w:t>
      </w:r>
      <w:r w:rsidR="00F47770">
        <w:rPr>
          <w:rFonts w:cs="Calibri Light"/>
        </w:rPr>
        <w:t>Measure</w:t>
      </w:r>
      <w:r w:rsidR="00F22490">
        <w:rPr>
          <w:rFonts w:cs="Calibri Light"/>
        </w:rPr>
        <w:t>s</w:t>
      </w:r>
      <w:r w:rsidR="00F47770">
        <w:rPr>
          <w:rFonts w:cs="Calibri Light"/>
        </w:rPr>
        <w:t xml:space="preserve"> </w:t>
      </w:r>
      <w:r w:rsidR="00F22490">
        <w:rPr>
          <w:rFonts w:cs="Calibri Light"/>
        </w:rPr>
        <w:t>L and N</w:t>
      </w:r>
      <w:r w:rsidR="00F47770">
        <w:rPr>
          <w:rFonts w:cs="Calibri Light"/>
        </w:rPr>
        <w:t>.</w:t>
      </w:r>
    </w:p>
    <w:p w14:paraId="56DEE70C" w14:textId="77777777" w:rsidR="0019480A" w:rsidRDefault="0019480A" w:rsidP="008E0906">
      <w:pPr>
        <w:rPr>
          <w:rFonts w:cs="Calibri Light"/>
        </w:rPr>
      </w:pPr>
    </w:p>
    <w:p w14:paraId="0C24C3D3" w14:textId="77777777" w:rsidR="00E70CBD" w:rsidRPr="00C6243E" w:rsidRDefault="00E70CBD" w:rsidP="00462BB6">
      <w:pPr>
        <w:pStyle w:val="eTRMHeading3"/>
        <w:rPr>
          <w:rFonts w:cs="Calibri Light"/>
        </w:rPr>
      </w:pPr>
      <w:bookmarkStart w:id="17" w:name="_Toc486490849"/>
      <w:bookmarkStart w:id="18" w:name="_Toc486580920"/>
      <w:bookmarkStart w:id="19" w:name="_Toc69106301"/>
      <w:r w:rsidRPr="00C6243E">
        <w:rPr>
          <w:rFonts w:cs="Calibri Light"/>
        </w:rPr>
        <w:t>Base Case Description</w:t>
      </w:r>
      <w:bookmarkEnd w:id="17"/>
      <w:bookmarkEnd w:id="18"/>
      <w:bookmarkEnd w:id="19"/>
      <w:r w:rsidRPr="00C6243E">
        <w:rPr>
          <w:rFonts w:cs="Calibri Light"/>
        </w:rPr>
        <w:t xml:space="preserve"> </w:t>
      </w:r>
    </w:p>
    <w:p w14:paraId="7DA93F44" w14:textId="0DFA16B3" w:rsidR="00E24115" w:rsidRDefault="00E24115" w:rsidP="00E24115">
      <w:pPr>
        <w:pStyle w:val="NoSpacing"/>
        <w:rPr>
          <w:rStyle w:val="SubtleEmphasis"/>
          <w:rFonts w:ascii="Calibri Light" w:hAnsi="Calibri Light" w:cs="Calibri Light"/>
          <w:i w:val="0"/>
          <w:color w:val="auto"/>
        </w:rPr>
      </w:pPr>
      <w:r w:rsidRPr="00E24115">
        <w:rPr>
          <w:rStyle w:val="SubtleEmphasis"/>
          <w:rFonts w:ascii="Calibri Light" w:hAnsi="Calibri Light" w:cs="Calibri Light"/>
          <w:i w:val="0"/>
          <w:color w:val="auto"/>
        </w:rPr>
        <w:t xml:space="preserve">The base case equipment for this fuel substitution workpaper </w:t>
      </w:r>
      <w:r w:rsidR="00AA142E">
        <w:rPr>
          <w:rStyle w:val="SubtleEmphasis"/>
          <w:rFonts w:ascii="Calibri Light" w:hAnsi="Calibri Light" w:cs="Calibri Light"/>
          <w:i w:val="0"/>
          <w:color w:val="auto"/>
        </w:rPr>
        <w:t xml:space="preserve">are </w:t>
      </w:r>
      <w:r w:rsidR="00CB36E6">
        <w:rPr>
          <w:rStyle w:val="SubtleEmphasis"/>
          <w:rFonts w:ascii="Calibri Light" w:hAnsi="Calibri Light" w:cs="Calibri Light"/>
          <w:i w:val="0"/>
          <w:color w:val="auto"/>
        </w:rPr>
        <w:t>Federal</w:t>
      </w:r>
      <w:r w:rsidRPr="00E24115">
        <w:rPr>
          <w:rStyle w:val="SubtleEmphasis"/>
          <w:rFonts w:ascii="Calibri Light" w:hAnsi="Calibri Light" w:cs="Calibri Light"/>
          <w:i w:val="0"/>
          <w:color w:val="auto"/>
        </w:rPr>
        <w:t xml:space="preserve"> code compliant natural gas domestic hot water heater</w:t>
      </w:r>
      <w:r w:rsidR="00AA142E">
        <w:rPr>
          <w:rStyle w:val="SubtleEmphasis"/>
          <w:rFonts w:ascii="Calibri Light" w:hAnsi="Calibri Light" w:cs="Calibri Light"/>
          <w:i w:val="0"/>
          <w:color w:val="auto"/>
        </w:rPr>
        <w:t>s</w:t>
      </w:r>
      <w:r w:rsidRPr="00E24115">
        <w:rPr>
          <w:rStyle w:val="SubtleEmphasis"/>
          <w:rFonts w:ascii="Calibri Light" w:hAnsi="Calibri Light" w:cs="Calibri Light"/>
          <w:i w:val="0"/>
          <w:color w:val="auto"/>
        </w:rPr>
        <w:t>. Both storage and instantaneous natural gas water heaters are being considered for the base case.</w:t>
      </w:r>
      <w:r w:rsidR="00C03663">
        <w:rPr>
          <w:rStyle w:val="SubtleEmphasis"/>
          <w:rFonts w:ascii="Calibri Light" w:hAnsi="Calibri Light" w:cs="Calibri Light"/>
          <w:i w:val="0"/>
          <w:color w:val="auto"/>
        </w:rPr>
        <w:t xml:space="preserve"> </w:t>
      </w:r>
      <w:bookmarkStart w:id="20" w:name="_Hlk66263920"/>
      <w:r w:rsidR="00626A43" w:rsidRPr="00626A43">
        <w:rPr>
          <w:rStyle w:val="SubtleEmphasis"/>
          <w:rFonts w:ascii="Calibri Light" w:hAnsi="Calibri Light" w:cs="Calibri Light"/>
          <w:i w:val="0"/>
          <w:color w:val="auto"/>
        </w:rPr>
        <w:t>Th</w:t>
      </w:r>
      <w:r w:rsidR="00626A43">
        <w:rPr>
          <w:rStyle w:val="SubtleEmphasis"/>
          <w:rFonts w:ascii="Calibri Light" w:hAnsi="Calibri Light" w:cs="Calibri Light"/>
          <w:i w:val="0"/>
          <w:color w:val="auto"/>
        </w:rPr>
        <w:t>is workpaper</w:t>
      </w:r>
      <w:r w:rsidR="00626A43" w:rsidRPr="00626A43">
        <w:rPr>
          <w:rStyle w:val="SubtleEmphasis"/>
          <w:rFonts w:ascii="Calibri Light" w:hAnsi="Calibri Light" w:cs="Calibri Light"/>
          <w:i w:val="0"/>
          <w:color w:val="auto"/>
        </w:rPr>
        <w:t xml:space="preserve"> assumes that the existing case and standard case baselines use the same code compliant equipment</w:t>
      </w:r>
      <w:r w:rsidR="00C03663">
        <w:rPr>
          <w:rStyle w:val="SubtleEmphasis"/>
          <w:rFonts w:ascii="Calibri Light" w:hAnsi="Calibri Light" w:cs="Calibri Light"/>
          <w:i w:val="0"/>
          <w:color w:val="auto"/>
        </w:rPr>
        <w:t>.</w:t>
      </w:r>
      <w:bookmarkEnd w:id="20"/>
      <w:r w:rsidR="00C03663">
        <w:rPr>
          <w:rStyle w:val="SubtleEmphasis"/>
          <w:rFonts w:ascii="Calibri Light" w:hAnsi="Calibri Light" w:cs="Calibri Light"/>
          <w:i w:val="0"/>
          <w:color w:val="auto"/>
        </w:rPr>
        <w:t xml:space="preserve"> </w:t>
      </w:r>
      <w:r w:rsidR="001239FF">
        <w:rPr>
          <w:rStyle w:val="SubtleEmphasis"/>
          <w:rFonts w:ascii="Calibri Light" w:hAnsi="Calibri Light" w:cs="Calibri Light"/>
          <w:i w:val="0"/>
          <w:color w:val="auto"/>
        </w:rPr>
        <w:t>Base case equipment UEFs were taken directly from the DEER Water Heater Calculator v4.</w:t>
      </w:r>
      <w:r w:rsidR="00D21ABC">
        <w:rPr>
          <w:rStyle w:val="SubtleEmphasis"/>
          <w:rFonts w:ascii="Calibri Light" w:hAnsi="Calibri Light" w:cs="Calibri Light"/>
          <w:i w:val="0"/>
          <w:color w:val="auto"/>
        </w:rPr>
        <w:t>2</w:t>
      </w:r>
      <w:r w:rsidR="00C15B9A">
        <w:rPr>
          <w:rStyle w:val="FootnoteReference"/>
          <w:rFonts w:ascii="Calibri Light" w:hAnsi="Calibri Light" w:cs="Calibri Light"/>
          <w:iCs/>
        </w:rPr>
        <w:footnoteReference w:id="10"/>
      </w:r>
      <w:r w:rsidR="001239FF">
        <w:rPr>
          <w:rStyle w:val="SubtleEmphasis"/>
          <w:rFonts w:ascii="Calibri Light" w:hAnsi="Calibri Light" w:cs="Calibri Light"/>
          <w:i w:val="0"/>
          <w:color w:val="auto"/>
        </w:rPr>
        <w:t>.</w:t>
      </w:r>
    </w:p>
    <w:p w14:paraId="3834501F" w14:textId="77777777" w:rsidR="00C03663" w:rsidRPr="00E24115" w:rsidRDefault="00C03663" w:rsidP="00E24115">
      <w:pPr>
        <w:pStyle w:val="NoSpacing"/>
        <w:rPr>
          <w:rStyle w:val="SubtleEmphasis"/>
          <w:rFonts w:ascii="Calibri Light" w:hAnsi="Calibri Light" w:cs="Calibri Light"/>
          <w:i w:val="0"/>
          <w:color w:val="auto"/>
        </w:rPr>
      </w:pPr>
    </w:p>
    <w:tbl>
      <w:tblPr>
        <w:tblW w:w="945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970"/>
        <w:gridCol w:w="2250"/>
        <w:gridCol w:w="2610"/>
        <w:gridCol w:w="1620"/>
      </w:tblGrid>
      <w:tr w:rsidR="00B71673" w:rsidRPr="00154391" w14:paraId="43EF6858" w14:textId="77777777" w:rsidTr="00B71673">
        <w:trPr>
          <w:trHeight w:val="298"/>
        </w:trPr>
        <w:tc>
          <w:tcPr>
            <w:tcW w:w="2970" w:type="dxa"/>
            <w:shd w:val="clear" w:color="auto" w:fill="F2F2F2" w:themeFill="background1" w:themeFillShade="F2"/>
            <w:vAlign w:val="bottom"/>
          </w:tcPr>
          <w:p w14:paraId="0635DA0C" w14:textId="77777777" w:rsidR="00B71673" w:rsidRPr="00154391" w:rsidRDefault="00B71673" w:rsidP="00B71673">
            <w:pPr>
              <w:keepNext/>
              <w:keepLines/>
              <w:spacing w:before="20" w:after="20"/>
              <w:rPr>
                <w:b/>
                <w:sz w:val="20"/>
                <w:szCs w:val="20"/>
              </w:rPr>
            </w:pPr>
            <w:r>
              <w:rPr>
                <w:b/>
                <w:sz w:val="20"/>
                <w:szCs w:val="20"/>
              </w:rPr>
              <w:lastRenderedPageBreak/>
              <w:t>Equipment Type</w:t>
            </w:r>
          </w:p>
        </w:tc>
        <w:tc>
          <w:tcPr>
            <w:tcW w:w="2250" w:type="dxa"/>
            <w:shd w:val="clear" w:color="auto" w:fill="F2F2F2" w:themeFill="background1" w:themeFillShade="F2"/>
            <w:vAlign w:val="bottom"/>
          </w:tcPr>
          <w:p w14:paraId="59CB7D6C" w14:textId="4CE0ECC7" w:rsidR="00B71673" w:rsidRDefault="00B71673" w:rsidP="00B71673">
            <w:pPr>
              <w:keepNext/>
              <w:keepLines/>
              <w:spacing w:before="20" w:after="20"/>
              <w:jc w:val="center"/>
              <w:rPr>
                <w:b/>
                <w:sz w:val="20"/>
                <w:szCs w:val="20"/>
              </w:rPr>
            </w:pPr>
            <w:r>
              <w:rPr>
                <w:b/>
                <w:sz w:val="20"/>
                <w:szCs w:val="20"/>
              </w:rPr>
              <w:t>Draw Pattern</w:t>
            </w:r>
          </w:p>
        </w:tc>
        <w:tc>
          <w:tcPr>
            <w:tcW w:w="2610" w:type="dxa"/>
            <w:shd w:val="clear" w:color="auto" w:fill="F2F2F2" w:themeFill="background1" w:themeFillShade="F2"/>
            <w:vAlign w:val="bottom"/>
          </w:tcPr>
          <w:p w14:paraId="5AFAC4B7" w14:textId="7529A5D3" w:rsidR="00B71673" w:rsidRPr="00154391" w:rsidRDefault="00B71673" w:rsidP="00B71673">
            <w:pPr>
              <w:keepNext/>
              <w:keepLines/>
              <w:spacing w:before="20" w:after="20"/>
              <w:jc w:val="center"/>
              <w:rPr>
                <w:b/>
                <w:sz w:val="20"/>
                <w:szCs w:val="20"/>
              </w:rPr>
            </w:pPr>
            <w:r>
              <w:rPr>
                <w:b/>
                <w:sz w:val="20"/>
                <w:szCs w:val="20"/>
              </w:rPr>
              <w:t>Storage Capacity (gallons)</w:t>
            </w:r>
          </w:p>
        </w:tc>
        <w:tc>
          <w:tcPr>
            <w:tcW w:w="1620" w:type="dxa"/>
            <w:shd w:val="clear" w:color="auto" w:fill="F2F2F2" w:themeFill="background1" w:themeFillShade="F2"/>
            <w:vAlign w:val="bottom"/>
          </w:tcPr>
          <w:p w14:paraId="61598FD2" w14:textId="77777777" w:rsidR="00B71673" w:rsidRPr="00154391" w:rsidRDefault="00B71673" w:rsidP="00B71673">
            <w:pPr>
              <w:keepNext/>
              <w:keepLines/>
              <w:spacing w:before="20" w:after="20"/>
              <w:jc w:val="center"/>
              <w:rPr>
                <w:b/>
                <w:sz w:val="20"/>
                <w:szCs w:val="20"/>
              </w:rPr>
            </w:pPr>
            <w:r>
              <w:rPr>
                <w:b/>
                <w:sz w:val="20"/>
                <w:szCs w:val="20"/>
              </w:rPr>
              <w:t>UEF</w:t>
            </w:r>
          </w:p>
        </w:tc>
      </w:tr>
      <w:tr w:rsidR="00121E1D" w:rsidRPr="0066792F" w14:paraId="53676D11" w14:textId="77777777" w:rsidTr="00CB36E6">
        <w:trPr>
          <w:cantSplit/>
          <w:trHeight w:val="20"/>
        </w:trPr>
        <w:tc>
          <w:tcPr>
            <w:tcW w:w="2970" w:type="dxa"/>
            <w:vMerge w:val="restart"/>
            <w:shd w:val="clear" w:color="auto" w:fill="auto"/>
            <w:vAlign w:val="center"/>
          </w:tcPr>
          <w:p w14:paraId="6A55D588" w14:textId="77777777" w:rsidR="00121E1D" w:rsidRPr="00B71673" w:rsidRDefault="00121E1D" w:rsidP="00121E1D">
            <w:pPr>
              <w:pStyle w:val="Default"/>
              <w:rPr>
                <w:sz w:val="18"/>
                <w:szCs w:val="18"/>
              </w:rPr>
            </w:pPr>
            <w:r w:rsidRPr="00B71673">
              <w:rPr>
                <w:sz w:val="18"/>
                <w:szCs w:val="18"/>
              </w:rPr>
              <w:t>Storage Natural Gas Water Heater</w:t>
            </w:r>
          </w:p>
          <w:p w14:paraId="5282D7E0" w14:textId="70EE74A9" w:rsidR="00121E1D" w:rsidRPr="00B71673" w:rsidRDefault="00121E1D" w:rsidP="00121E1D">
            <w:pPr>
              <w:pStyle w:val="Default"/>
              <w:rPr>
                <w:sz w:val="18"/>
                <w:szCs w:val="18"/>
              </w:rPr>
            </w:pPr>
          </w:p>
        </w:tc>
        <w:tc>
          <w:tcPr>
            <w:tcW w:w="2250" w:type="dxa"/>
          </w:tcPr>
          <w:p w14:paraId="439B4D97" w14:textId="2DC8B72B" w:rsidR="00121E1D" w:rsidRPr="00B71673" w:rsidRDefault="00121E1D" w:rsidP="00121E1D">
            <w:pPr>
              <w:pStyle w:val="Default"/>
              <w:jc w:val="center"/>
              <w:rPr>
                <w:sz w:val="18"/>
                <w:szCs w:val="18"/>
              </w:rPr>
            </w:pPr>
            <w:r>
              <w:rPr>
                <w:sz w:val="18"/>
                <w:szCs w:val="18"/>
              </w:rPr>
              <w:t>Med</w:t>
            </w:r>
          </w:p>
        </w:tc>
        <w:tc>
          <w:tcPr>
            <w:tcW w:w="2610" w:type="dxa"/>
            <w:shd w:val="clear" w:color="auto" w:fill="auto"/>
          </w:tcPr>
          <w:p w14:paraId="00A09966" w14:textId="7B0967D3" w:rsidR="00121E1D" w:rsidRPr="00B71673" w:rsidRDefault="00121E1D" w:rsidP="00121E1D">
            <w:pPr>
              <w:pStyle w:val="Default"/>
              <w:jc w:val="center"/>
              <w:rPr>
                <w:sz w:val="18"/>
                <w:szCs w:val="18"/>
              </w:rPr>
            </w:pPr>
            <w:r w:rsidRPr="00B71673">
              <w:rPr>
                <w:sz w:val="18"/>
                <w:szCs w:val="18"/>
              </w:rPr>
              <w:t>30</w:t>
            </w:r>
          </w:p>
        </w:tc>
        <w:tc>
          <w:tcPr>
            <w:tcW w:w="1620" w:type="dxa"/>
            <w:shd w:val="clear" w:color="auto" w:fill="auto"/>
          </w:tcPr>
          <w:p w14:paraId="2C299C8C" w14:textId="0827B3A8" w:rsidR="00121E1D" w:rsidRPr="00121E1D" w:rsidRDefault="00121E1D" w:rsidP="00121E1D">
            <w:pPr>
              <w:pStyle w:val="Default"/>
              <w:jc w:val="center"/>
              <w:rPr>
                <w:sz w:val="18"/>
                <w:szCs w:val="18"/>
              </w:rPr>
            </w:pPr>
            <w:r w:rsidRPr="002C0B9B">
              <w:rPr>
                <w:sz w:val="18"/>
                <w:szCs w:val="18"/>
              </w:rPr>
              <w:t>0.60</w:t>
            </w:r>
          </w:p>
        </w:tc>
      </w:tr>
      <w:tr w:rsidR="00121E1D" w:rsidRPr="0066792F" w14:paraId="4EFEDD56" w14:textId="77777777" w:rsidTr="00CB36E6">
        <w:trPr>
          <w:cantSplit/>
          <w:trHeight w:val="20"/>
        </w:trPr>
        <w:tc>
          <w:tcPr>
            <w:tcW w:w="2970" w:type="dxa"/>
            <w:vMerge/>
            <w:shd w:val="clear" w:color="auto" w:fill="auto"/>
            <w:vAlign w:val="center"/>
          </w:tcPr>
          <w:p w14:paraId="41D01216" w14:textId="63771462" w:rsidR="00121E1D" w:rsidRPr="00B71673" w:rsidRDefault="00121E1D" w:rsidP="00121E1D">
            <w:pPr>
              <w:pStyle w:val="Default"/>
              <w:rPr>
                <w:sz w:val="18"/>
                <w:szCs w:val="18"/>
              </w:rPr>
            </w:pPr>
          </w:p>
        </w:tc>
        <w:tc>
          <w:tcPr>
            <w:tcW w:w="2250" w:type="dxa"/>
          </w:tcPr>
          <w:p w14:paraId="6C0338EB" w14:textId="7623EEFF" w:rsidR="00121E1D" w:rsidRPr="00B71673" w:rsidRDefault="00121E1D" w:rsidP="00121E1D">
            <w:pPr>
              <w:pStyle w:val="Default"/>
              <w:jc w:val="center"/>
              <w:rPr>
                <w:sz w:val="18"/>
                <w:szCs w:val="18"/>
              </w:rPr>
            </w:pPr>
            <w:r>
              <w:rPr>
                <w:sz w:val="18"/>
                <w:szCs w:val="18"/>
              </w:rPr>
              <w:t>Med</w:t>
            </w:r>
          </w:p>
        </w:tc>
        <w:tc>
          <w:tcPr>
            <w:tcW w:w="2610" w:type="dxa"/>
            <w:shd w:val="clear" w:color="auto" w:fill="auto"/>
          </w:tcPr>
          <w:p w14:paraId="66529D2C" w14:textId="3301A39B" w:rsidR="00121E1D" w:rsidRPr="00B71673" w:rsidRDefault="00121E1D" w:rsidP="00121E1D">
            <w:pPr>
              <w:pStyle w:val="Default"/>
              <w:jc w:val="center"/>
              <w:rPr>
                <w:sz w:val="18"/>
                <w:szCs w:val="18"/>
              </w:rPr>
            </w:pPr>
            <w:r w:rsidRPr="00B71673">
              <w:rPr>
                <w:sz w:val="18"/>
                <w:szCs w:val="18"/>
              </w:rPr>
              <w:t>40</w:t>
            </w:r>
          </w:p>
        </w:tc>
        <w:tc>
          <w:tcPr>
            <w:tcW w:w="1620" w:type="dxa"/>
            <w:shd w:val="clear" w:color="auto" w:fill="auto"/>
          </w:tcPr>
          <w:p w14:paraId="0A649042" w14:textId="5B94AAF7" w:rsidR="00121E1D" w:rsidRPr="00121E1D" w:rsidRDefault="00121E1D" w:rsidP="00121E1D">
            <w:pPr>
              <w:pStyle w:val="Default"/>
              <w:jc w:val="center"/>
              <w:rPr>
                <w:sz w:val="18"/>
                <w:szCs w:val="18"/>
              </w:rPr>
            </w:pPr>
            <w:r w:rsidRPr="002C0B9B">
              <w:rPr>
                <w:sz w:val="18"/>
                <w:szCs w:val="18"/>
              </w:rPr>
              <w:t>0.58</w:t>
            </w:r>
          </w:p>
        </w:tc>
      </w:tr>
      <w:tr w:rsidR="00121E1D" w:rsidRPr="0066792F" w14:paraId="373D5D96" w14:textId="77777777" w:rsidTr="00CB36E6">
        <w:trPr>
          <w:cantSplit/>
          <w:trHeight w:val="20"/>
        </w:trPr>
        <w:tc>
          <w:tcPr>
            <w:tcW w:w="2970" w:type="dxa"/>
            <w:vMerge/>
            <w:shd w:val="clear" w:color="auto" w:fill="auto"/>
            <w:vAlign w:val="center"/>
          </w:tcPr>
          <w:p w14:paraId="227E1046" w14:textId="480DD76E" w:rsidR="00121E1D" w:rsidRPr="00B71673" w:rsidRDefault="00121E1D" w:rsidP="00121E1D">
            <w:pPr>
              <w:pStyle w:val="Default"/>
              <w:rPr>
                <w:sz w:val="18"/>
                <w:szCs w:val="18"/>
              </w:rPr>
            </w:pPr>
          </w:p>
        </w:tc>
        <w:tc>
          <w:tcPr>
            <w:tcW w:w="2250" w:type="dxa"/>
          </w:tcPr>
          <w:p w14:paraId="18D2A19F" w14:textId="716FA928" w:rsidR="00121E1D" w:rsidRPr="00B71673" w:rsidRDefault="00121E1D" w:rsidP="00121E1D">
            <w:pPr>
              <w:pStyle w:val="Default"/>
              <w:jc w:val="center"/>
              <w:rPr>
                <w:sz w:val="18"/>
                <w:szCs w:val="18"/>
              </w:rPr>
            </w:pPr>
            <w:r>
              <w:rPr>
                <w:sz w:val="18"/>
                <w:szCs w:val="18"/>
              </w:rPr>
              <w:t>High</w:t>
            </w:r>
          </w:p>
        </w:tc>
        <w:tc>
          <w:tcPr>
            <w:tcW w:w="2610" w:type="dxa"/>
            <w:shd w:val="clear" w:color="auto" w:fill="auto"/>
          </w:tcPr>
          <w:p w14:paraId="594313B6" w14:textId="42948531" w:rsidR="00121E1D" w:rsidRPr="00B71673" w:rsidRDefault="00121E1D" w:rsidP="00121E1D">
            <w:pPr>
              <w:pStyle w:val="Default"/>
              <w:jc w:val="center"/>
              <w:rPr>
                <w:sz w:val="18"/>
                <w:szCs w:val="18"/>
              </w:rPr>
            </w:pPr>
            <w:r w:rsidRPr="00B71673">
              <w:rPr>
                <w:sz w:val="18"/>
                <w:szCs w:val="18"/>
              </w:rPr>
              <w:t>40</w:t>
            </w:r>
          </w:p>
        </w:tc>
        <w:tc>
          <w:tcPr>
            <w:tcW w:w="1620" w:type="dxa"/>
            <w:shd w:val="clear" w:color="auto" w:fill="auto"/>
          </w:tcPr>
          <w:p w14:paraId="7D58157D" w14:textId="63B96528" w:rsidR="00121E1D" w:rsidRPr="00121E1D" w:rsidRDefault="00121E1D" w:rsidP="00121E1D">
            <w:pPr>
              <w:pStyle w:val="Default"/>
              <w:jc w:val="center"/>
              <w:rPr>
                <w:sz w:val="18"/>
                <w:szCs w:val="18"/>
              </w:rPr>
            </w:pPr>
            <w:r w:rsidRPr="002C0B9B">
              <w:rPr>
                <w:sz w:val="18"/>
                <w:szCs w:val="18"/>
              </w:rPr>
              <w:t>0.64</w:t>
            </w:r>
          </w:p>
        </w:tc>
      </w:tr>
      <w:tr w:rsidR="00121E1D" w:rsidRPr="0066792F" w14:paraId="59FB05AB" w14:textId="77777777" w:rsidTr="00CB36E6">
        <w:trPr>
          <w:cantSplit/>
          <w:trHeight w:val="20"/>
        </w:trPr>
        <w:tc>
          <w:tcPr>
            <w:tcW w:w="2970" w:type="dxa"/>
            <w:vMerge/>
            <w:shd w:val="clear" w:color="auto" w:fill="auto"/>
            <w:vAlign w:val="center"/>
          </w:tcPr>
          <w:p w14:paraId="483C2307" w14:textId="7012B1BB" w:rsidR="00121E1D" w:rsidRPr="00B71673" w:rsidRDefault="00121E1D" w:rsidP="00121E1D">
            <w:pPr>
              <w:pStyle w:val="Default"/>
              <w:rPr>
                <w:sz w:val="18"/>
                <w:szCs w:val="18"/>
              </w:rPr>
            </w:pPr>
          </w:p>
        </w:tc>
        <w:tc>
          <w:tcPr>
            <w:tcW w:w="2250" w:type="dxa"/>
          </w:tcPr>
          <w:p w14:paraId="00A549B5" w14:textId="5A6A92A9" w:rsidR="00121E1D" w:rsidRPr="00B71673" w:rsidRDefault="00121E1D" w:rsidP="00121E1D">
            <w:pPr>
              <w:pStyle w:val="Default"/>
              <w:jc w:val="center"/>
              <w:rPr>
                <w:sz w:val="18"/>
                <w:szCs w:val="18"/>
              </w:rPr>
            </w:pPr>
            <w:r>
              <w:rPr>
                <w:sz w:val="18"/>
                <w:szCs w:val="18"/>
              </w:rPr>
              <w:t>Med</w:t>
            </w:r>
          </w:p>
        </w:tc>
        <w:tc>
          <w:tcPr>
            <w:tcW w:w="2610" w:type="dxa"/>
            <w:shd w:val="clear" w:color="auto" w:fill="auto"/>
          </w:tcPr>
          <w:p w14:paraId="46188DB9" w14:textId="33B3246C" w:rsidR="00121E1D" w:rsidRPr="00B71673" w:rsidRDefault="00121E1D" w:rsidP="00121E1D">
            <w:pPr>
              <w:pStyle w:val="Default"/>
              <w:jc w:val="center"/>
              <w:rPr>
                <w:sz w:val="18"/>
                <w:szCs w:val="18"/>
              </w:rPr>
            </w:pPr>
            <w:r w:rsidRPr="00B71673">
              <w:rPr>
                <w:sz w:val="18"/>
                <w:szCs w:val="18"/>
              </w:rPr>
              <w:t>50</w:t>
            </w:r>
          </w:p>
        </w:tc>
        <w:tc>
          <w:tcPr>
            <w:tcW w:w="1620" w:type="dxa"/>
            <w:shd w:val="clear" w:color="auto" w:fill="auto"/>
          </w:tcPr>
          <w:p w14:paraId="3701C54E" w14:textId="3DE1D5E8" w:rsidR="00121E1D" w:rsidRPr="00121E1D" w:rsidRDefault="00121E1D" w:rsidP="00121E1D">
            <w:pPr>
              <w:pStyle w:val="Default"/>
              <w:jc w:val="center"/>
              <w:rPr>
                <w:sz w:val="18"/>
                <w:szCs w:val="18"/>
              </w:rPr>
            </w:pPr>
            <w:r w:rsidRPr="002C0B9B">
              <w:rPr>
                <w:sz w:val="18"/>
                <w:szCs w:val="18"/>
              </w:rPr>
              <w:t>0.56</w:t>
            </w:r>
          </w:p>
        </w:tc>
      </w:tr>
      <w:tr w:rsidR="00121E1D" w:rsidRPr="0066792F" w14:paraId="658DBA26" w14:textId="77777777" w:rsidTr="00CB36E6">
        <w:trPr>
          <w:cantSplit/>
          <w:trHeight w:val="20"/>
        </w:trPr>
        <w:tc>
          <w:tcPr>
            <w:tcW w:w="2970" w:type="dxa"/>
            <w:vMerge/>
            <w:shd w:val="clear" w:color="auto" w:fill="auto"/>
            <w:vAlign w:val="center"/>
          </w:tcPr>
          <w:p w14:paraId="25F5D0F0" w14:textId="1193B208" w:rsidR="00121E1D" w:rsidRPr="00B71673" w:rsidRDefault="00121E1D" w:rsidP="00121E1D">
            <w:pPr>
              <w:pStyle w:val="Default"/>
              <w:rPr>
                <w:sz w:val="18"/>
                <w:szCs w:val="18"/>
              </w:rPr>
            </w:pPr>
          </w:p>
        </w:tc>
        <w:tc>
          <w:tcPr>
            <w:tcW w:w="2250" w:type="dxa"/>
          </w:tcPr>
          <w:p w14:paraId="60DB48FE" w14:textId="1BD7FB9A" w:rsidR="00121E1D" w:rsidRPr="00B71673" w:rsidRDefault="00121E1D" w:rsidP="00121E1D">
            <w:pPr>
              <w:pStyle w:val="Default"/>
              <w:jc w:val="center"/>
              <w:rPr>
                <w:sz w:val="18"/>
                <w:szCs w:val="18"/>
              </w:rPr>
            </w:pPr>
            <w:r>
              <w:rPr>
                <w:sz w:val="18"/>
                <w:szCs w:val="18"/>
              </w:rPr>
              <w:t>High</w:t>
            </w:r>
          </w:p>
        </w:tc>
        <w:tc>
          <w:tcPr>
            <w:tcW w:w="2610" w:type="dxa"/>
            <w:shd w:val="clear" w:color="auto" w:fill="auto"/>
          </w:tcPr>
          <w:p w14:paraId="625D612D" w14:textId="083F41FB" w:rsidR="00121E1D" w:rsidRPr="00B71673" w:rsidRDefault="00121E1D" w:rsidP="00121E1D">
            <w:pPr>
              <w:pStyle w:val="Default"/>
              <w:jc w:val="center"/>
              <w:rPr>
                <w:sz w:val="18"/>
                <w:szCs w:val="18"/>
              </w:rPr>
            </w:pPr>
            <w:r w:rsidRPr="00B71673">
              <w:rPr>
                <w:sz w:val="18"/>
                <w:szCs w:val="18"/>
              </w:rPr>
              <w:t>50</w:t>
            </w:r>
          </w:p>
        </w:tc>
        <w:tc>
          <w:tcPr>
            <w:tcW w:w="1620" w:type="dxa"/>
            <w:shd w:val="clear" w:color="auto" w:fill="auto"/>
          </w:tcPr>
          <w:p w14:paraId="3365DAF5" w14:textId="47DC0003" w:rsidR="00121E1D" w:rsidRPr="00121E1D" w:rsidRDefault="00121E1D" w:rsidP="00121E1D">
            <w:pPr>
              <w:pStyle w:val="Default"/>
              <w:jc w:val="center"/>
              <w:rPr>
                <w:sz w:val="18"/>
                <w:szCs w:val="18"/>
              </w:rPr>
            </w:pPr>
            <w:r w:rsidRPr="002C0B9B">
              <w:rPr>
                <w:sz w:val="18"/>
                <w:szCs w:val="18"/>
              </w:rPr>
              <w:t>0.63</w:t>
            </w:r>
          </w:p>
        </w:tc>
      </w:tr>
      <w:tr w:rsidR="00121E1D" w:rsidRPr="0066792F" w14:paraId="34C2405D" w14:textId="77777777" w:rsidTr="00CB36E6">
        <w:trPr>
          <w:cantSplit/>
          <w:trHeight w:val="20"/>
        </w:trPr>
        <w:tc>
          <w:tcPr>
            <w:tcW w:w="2970" w:type="dxa"/>
            <w:vMerge/>
            <w:shd w:val="clear" w:color="auto" w:fill="auto"/>
            <w:vAlign w:val="center"/>
          </w:tcPr>
          <w:p w14:paraId="3BCB58F1" w14:textId="1D1CFC8C" w:rsidR="00121E1D" w:rsidRPr="00B71673" w:rsidRDefault="00121E1D" w:rsidP="00121E1D">
            <w:pPr>
              <w:pStyle w:val="Default"/>
              <w:rPr>
                <w:sz w:val="18"/>
                <w:szCs w:val="18"/>
              </w:rPr>
            </w:pPr>
          </w:p>
        </w:tc>
        <w:tc>
          <w:tcPr>
            <w:tcW w:w="2250" w:type="dxa"/>
          </w:tcPr>
          <w:p w14:paraId="4E25F55B" w14:textId="5DF94E5A" w:rsidR="00121E1D" w:rsidRPr="00B71673" w:rsidRDefault="00121E1D" w:rsidP="00121E1D">
            <w:pPr>
              <w:pStyle w:val="Default"/>
              <w:jc w:val="center"/>
              <w:rPr>
                <w:sz w:val="18"/>
                <w:szCs w:val="18"/>
              </w:rPr>
            </w:pPr>
            <w:r>
              <w:rPr>
                <w:sz w:val="18"/>
                <w:szCs w:val="18"/>
              </w:rPr>
              <w:t>High</w:t>
            </w:r>
          </w:p>
        </w:tc>
        <w:tc>
          <w:tcPr>
            <w:tcW w:w="2610" w:type="dxa"/>
            <w:shd w:val="clear" w:color="auto" w:fill="auto"/>
          </w:tcPr>
          <w:p w14:paraId="031FD6BE" w14:textId="31A60212" w:rsidR="00121E1D" w:rsidRPr="00B71673" w:rsidRDefault="00121E1D" w:rsidP="00121E1D">
            <w:pPr>
              <w:pStyle w:val="Default"/>
              <w:jc w:val="center"/>
              <w:rPr>
                <w:sz w:val="18"/>
                <w:szCs w:val="18"/>
              </w:rPr>
            </w:pPr>
            <w:r w:rsidRPr="00B71673">
              <w:rPr>
                <w:sz w:val="18"/>
                <w:szCs w:val="18"/>
              </w:rPr>
              <w:t>60</w:t>
            </w:r>
          </w:p>
        </w:tc>
        <w:tc>
          <w:tcPr>
            <w:tcW w:w="1620" w:type="dxa"/>
            <w:shd w:val="clear" w:color="auto" w:fill="auto"/>
          </w:tcPr>
          <w:p w14:paraId="777DEB8C" w14:textId="403FB5AD" w:rsidR="00121E1D" w:rsidRPr="00121E1D" w:rsidRDefault="00121E1D" w:rsidP="00121E1D">
            <w:pPr>
              <w:pStyle w:val="Default"/>
              <w:jc w:val="center"/>
              <w:rPr>
                <w:sz w:val="18"/>
                <w:szCs w:val="18"/>
              </w:rPr>
            </w:pPr>
            <w:r w:rsidRPr="00121E1D">
              <w:rPr>
                <w:sz w:val="18"/>
                <w:szCs w:val="18"/>
              </w:rPr>
              <w:t>0.61</w:t>
            </w:r>
          </w:p>
        </w:tc>
      </w:tr>
      <w:tr w:rsidR="00121E1D" w:rsidRPr="0066792F" w14:paraId="78B2E1A0" w14:textId="77777777" w:rsidTr="00CB36E6">
        <w:trPr>
          <w:cantSplit/>
          <w:trHeight w:val="20"/>
        </w:trPr>
        <w:tc>
          <w:tcPr>
            <w:tcW w:w="2970" w:type="dxa"/>
            <w:vMerge/>
            <w:shd w:val="clear" w:color="auto" w:fill="auto"/>
            <w:vAlign w:val="center"/>
          </w:tcPr>
          <w:p w14:paraId="2A73F61F" w14:textId="6DC7E407" w:rsidR="00121E1D" w:rsidRPr="00B71673" w:rsidRDefault="00121E1D" w:rsidP="00121E1D">
            <w:pPr>
              <w:pStyle w:val="Default"/>
              <w:rPr>
                <w:sz w:val="18"/>
                <w:szCs w:val="18"/>
              </w:rPr>
            </w:pPr>
          </w:p>
        </w:tc>
        <w:tc>
          <w:tcPr>
            <w:tcW w:w="2250" w:type="dxa"/>
          </w:tcPr>
          <w:p w14:paraId="09D911B9" w14:textId="0D7DAF12" w:rsidR="00121E1D" w:rsidRPr="00B71673" w:rsidRDefault="00121E1D" w:rsidP="00121E1D">
            <w:pPr>
              <w:pStyle w:val="Default"/>
              <w:jc w:val="center"/>
              <w:rPr>
                <w:sz w:val="18"/>
                <w:szCs w:val="18"/>
              </w:rPr>
            </w:pPr>
            <w:r w:rsidRPr="00B71673">
              <w:rPr>
                <w:sz w:val="18"/>
                <w:szCs w:val="18"/>
              </w:rPr>
              <w:t>High</w:t>
            </w:r>
          </w:p>
        </w:tc>
        <w:tc>
          <w:tcPr>
            <w:tcW w:w="2610" w:type="dxa"/>
            <w:shd w:val="clear" w:color="auto" w:fill="auto"/>
          </w:tcPr>
          <w:p w14:paraId="3DB5D3F6" w14:textId="29B20EAC" w:rsidR="00121E1D" w:rsidRPr="00B71673" w:rsidRDefault="00121E1D" w:rsidP="00121E1D">
            <w:pPr>
              <w:pStyle w:val="Default"/>
              <w:jc w:val="center"/>
              <w:rPr>
                <w:sz w:val="18"/>
                <w:szCs w:val="18"/>
              </w:rPr>
            </w:pPr>
            <w:r w:rsidRPr="00B71673">
              <w:rPr>
                <w:sz w:val="18"/>
                <w:szCs w:val="18"/>
              </w:rPr>
              <w:t>75</w:t>
            </w:r>
          </w:p>
        </w:tc>
        <w:tc>
          <w:tcPr>
            <w:tcW w:w="1620" w:type="dxa"/>
            <w:shd w:val="clear" w:color="auto" w:fill="auto"/>
          </w:tcPr>
          <w:p w14:paraId="03914FE6" w14:textId="672985A9" w:rsidR="00121E1D" w:rsidRPr="00121E1D" w:rsidRDefault="00121E1D" w:rsidP="00121E1D">
            <w:pPr>
              <w:pStyle w:val="Default"/>
              <w:jc w:val="center"/>
              <w:rPr>
                <w:sz w:val="18"/>
                <w:szCs w:val="18"/>
              </w:rPr>
            </w:pPr>
            <w:r w:rsidRPr="00121E1D">
              <w:rPr>
                <w:sz w:val="18"/>
                <w:szCs w:val="18"/>
              </w:rPr>
              <w:t>0.59</w:t>
            </w:r>
          </w:p>
        </w:tc>
      </w:tr>
      <w:tr w:rsidR="00CB36E6" w:rsidRPr="0066792F" w14:paraId="055AB0A9" w14:textId="77777777" w:rsidTr="00CB36E6">
        <w:trPr>
          <w:cantSplit/>
          <w:trHeight w:val="20"/>
        </w:trPr>
        <w:tc>
          <w:tcPr>
            <w:tcW w:w="2970" w:type="dxa"/>
            <w:vMerge w:val="restart"/>
            <w:shd w:val="clear" w:color="auto" w:fill="auto"/>
            <w:vAlign w:val="center"/>
          </w:tcPr>
          <w:p w14:paraId="049EF86B" w14:textId="6003C507" w:rsidR="00CB36E6" w:rsidRDefault="00CB36E6" w:rsidP="00CB36E6">
            <w:pPr>
              <w:pStyle w:val="Default"/>
              <w:rPr>
                <w:sz w:val="18"/>
                <w:szCs w:val="18"/>
              </w:rPr>
            </w:pPr>
            <w:r w:rsidRPr="00B71673">
              <w:rPr>
                <w:sz w:val="18"/>
                <w:szCs w:val="18"/>
              </w:rPr>
              <w:t>Tankless Natural Gas Water Heater</w:t>
            </w:r>
          </w:p>
          <w:p w14:paraId="0BAA803A" w14:textId="605B9ECB" w:rsidR="00B60F2F" w:rsidRPr="00B71673" w:rsidRDefault="00B60F2F" w:rsidP="00CB36E6">
            <w:pPr>
              <w:pStyle w:val="Default"/>
              <w:rPr>
                <w:sz w:val="18"/>
                <w:szCs w:val="18"/>
              </w:rPr>
            </w:pPr>
            <w:r>
              <w:rPr>
                <w:sz w:val="18"/>
                <w:szCs w:val="18"/>
              </w:rPr>
              <w:t>(</w:t>
            </w:r>
            <w:r w:rsidR="001F438E" w:rsidRPr="00B71673">
              <w:rPr>
                <w:sz w:val="18"/>
                <w:szCs w:val="18"/>
              </w:rPr>
              <w:t>≤</w:t>
            </w:r>
            <w:r w:rsidR="001F438E">
              <w:rPr>
                <w:sz w:val="18"/>
                <w:szCs w:val="18"/>
              </w:rPr>
              <w:t xml:space="preserve"> 175 </w:t>
            </w:r>
            <w:proofErr w:type="spellStart"/>
            <w:r w:rsidR="001F438E">
              <w:rPr>
                <w:sz w:val="18"/>
                <w:szCs w:val="18"/>
              </w:rPr>
              <w:t>kBtu</w:t>
            </w:r>
            <w:proofErr w:type="spellEnd"/>
            <w:r w:rsidR="001F438E">
              <w:rPr>
                <w:sz w:val="18"/>
                <w:szCs w:val="18"/>
              </w:rPr>
              <w:t>/</w:t>
            </w:r>
            <w:proofErr w:type="spellStart"/>
            <w:r w:rsidR="001F438E">
              <w:rPr>
                <w:sz w:val="18"/>
                <w:szCs w:val="18"/>
              </w:rPr>
              <w:t>hr</w:t>
            </w:r>
            <w:proofErr w:type="spellEnd"/>
            <w:r w:rsidR="001F438E">
              <w:rPr>
                <w:sz w:val="18"/>
                <w:szCs w:val="18"/>
              </w:rPr>
              <w:t>)</w:t>
            </w:r>
          </w:p>
          <w:p w14:paraId="2C47AE01" w14:textId="618F08E0" w:rsidR="00CB36E6" w:rsidRPr="00B71673" w:rsidRDefault="00CB36E6" w:rsidP="00CB36E6">
            <w:pPr>
              <w:pStyle w:val="Default"/>
              <w:rPr>
                <w:sz w:val="18"/>
                <w:szCs w:val="18"/>
              </w:rPr>
            </w:pPr>
          </w:p>
        </w:tc>
        <w:tc>
          <w:tcPr>
            <w:tcW w:w="2250" w:type="dxa"/>
          </w:tcPr>
          <w:p w14:paraId="2574D944" w14:textId="58A4C347" w:rsidR="00CB36E6" w:rsidRPr="00B71673" w:rsidRDefault="00CB36E6" w:rsidP="00B71673">
            <w:pPr>
              <w:pStyle w:val="Default"/>
              <w:jc w:val="center"/>
              <w:rPr>
                <w:sz w:val="18"/>
                <w:szCs w:val="18"/>
              </w:rPr>
            </w:pPr>
            <w:r w:rsidRPr="00B71673">
              <w:rPr>
                <w:sz w:val="18"/>
                <w:szCs w:val="18"/>
              </w:rPr>
              <w:t>Low</w:t>
            </w:r>
          </w:p>
        </w:tc>
        <w:tc>
          <w:tcPr>
            <w:tcW w:w="2610" w:type="dxa"/>
            <w:shd w:val="clear" w:color="auto" w:fill="auto"/>
          </w:tcPr>
          <w:p w14:paraId="54EB1CE0" w14:textId="01D32CFA" w:rsidR="00CB36E6" w:rsidRPr="00B71673" w:rsidRDefault="00CB36E6" w:rsidP="00B71673">
            <w:pPr>
              <w:pStyle w:val="Default"/>
              <w:jc w:val="center"/>
              <w:rPr>
                <w:sz w:val="18"/>
                <w:szCs w:val="18"/>
              </w:rPr>
            </w:pPr>
            <w:r w:rsidRPr="00B71673">
              <w:rPr>
                <w:sz w:val="18"/>
                <w:szCs w:val="18"/>
              </w:rPr>
              <w:t>N/A</w:t>
            </w:r>
          </w:p>
        </w:tc>
        <w:tc>
          <w:tcPr>
            <w:tcW w:w="1620" w:type="dxa"/>
            <w:shd w:val="clear" w:color="auto" w:fill="auto"/>
          </w:tcPr>
          <w:p w14:paraId="5ABFA646" w14:textId="097FDB04" w:rsidR="00CB36E6" w:rsidRPr="00121E1D" w:rsidRDefault="00121E1D" w:rsidP="00B71673">
            <w:pPr>
              <w:pStyle w:val="Default"/>
              <w:jc w:val="center"/>
              <w:rPr>
                <w:sz w:val="18"/>
                <w:szCs w:val="18"/>
              </w:rPr>
            </w:pPr>
            <w:r>
              <w:rPr>
                <w:sz w:val="18"/>
                <w:szCs w:val="18"/>
              </w:rPr>
              <w:t>0</w:t>
            </w:r>
            <w:r w:rsidRPr="00121E1D">
              <w:rPr>
                <w:sz w:val="18"/>
                <w:szCs w:val="18"/>
              </w:rPr>
              <w:t>.81</w:t>
            </w:r>
          </w:p>
        </w:tc>
      </w:tr>
      <w:tr w:rsidR="00CB36E6" w:rsidRPr="0066792F" w14:paraId="5DD96E2A" w14:textId="77777777" w:rsidTr="00B71673">
        <w:trPr>
          <w:cantSplit/>
          <w:trHeight w:val="20"/>
        </w:trPr>
        <w:tc>
          <w:tcPr>
            <w:tcW w:w="2970" w:type="dxa"/>
            <w:vMerge/>
            <w:shd w:val="clear" w:color="auto" w:fill="auto"/>
          </w:tcPr>
          <w:p w14:paraId="64132688" w14:textId="5A22D053" w:rsidR="00CB36E6" w:rsidRPr="00B71673" w:rsidRDefault="00CB36E6" w:rsidP="00B71673">
            <w:pPr>
              <w:pStyle w:val="Default"/>
              <w:rPr>
                <w:sz w:val="18"/>
                <w:szCs w:val="18"/>
              </w:rPr>
            </w:pPr>
          </w:p>
        </w:tc>
        <w:tc>
          <w:tcPr>
            <w:tcW w:w="2250" w:type="dxa"/>
          </w:tcPr>
          <w:p w14:paraId="6D43DEF7" w14:textId="5A088646" w:rsidR="00CB36E6" w:rsidRPr="00B71673" w:rsidRDefault="00CB36E6" w:rsidP="00B71673">
            <w:pPr>
              <w:pStyle w:val="Default"/>
              <w:jc w:val="center"/>
              <w:rPr>
                <w:sz w:val="18"/>
                <w:szCs w:val="18"/>
              </w:rPr>
            </w:pPr>
            <w:r w:rsidRPr="00B71673">
              <w:rPr>
                <w:sz w:val="18"/>
                <w:szCs w:val="18"/>
              </w:rPr>
              <w:t>Med</w:t>
            </w:r>
          </w:p>
        </w:tc>
        <w:tc>
          <w:tcPr>
            <w:tcW w:w="2610" w:type="dxa"/>
            <w:shd w:val="clear" w:color="auto" w:fill="auto"/>
          </w:tcPr>
          <w:p w14:paraId="4DBA2784" w14:textId="23CC5EBC" w:rsidR="00CB36E6" w:rsidRPr="00B71673" w:rsidRDefault="00CB36E6" w:rsidP="00B71673">
            <w:pPr>
              <w:pStyle w:val="Default"/>
              <w:jc w:val="center"/>
              <w:rPr>
                <w:sz w:val="18"/>
                <w:szCs w:val="18"/>
              </w:rPr>
            </w:pPr>
            <w:r w:rsidRPr="00C74C2D">
              <w:rPr>
                <w:sz w:val="18"/>
                <w:szCs w:val="18"/>
              </w:rPr>
              <w:t>N/A</w:t>
            </w:r>
          </w:p>
        </w:tc>
        <w:tc>
          <w:tcPr>
            <w:tcW w:w="1620" w:type="dxa"/>
            <w:shd w:val="clear" w:color="auto" w:fill="auto"/>
          </w:tcPr>
          <w:p w14:paraId="798AD34F" w14:textId="0901EC91" w:rsidR="00CB36E6" w:rsidRPr="00121E1D" w:rsidRDefault="00121E1D" w:rsidP="00B71673">
            <w:pPr>
              <w:pStyle w:val="Default"/>
              <w:jc w:val="center"/>
              <w:rPr>
                <w:sz w:val="18"/>
                <w:szCs w:val="18"/>
              </w:rPr>
            </w:pPr>
            <w:r>
              <w:rPr>
                <w:sz w:val="18"/>
                <w:szCs w:val="18"/>
              </w:rPr>
              <w:t>0</w:t>
            </w:r>
            <w:r w:rsidRPr="00121E1D">
              <w:rPr>
                <w:sz w:val="18"/>
                <w:szCs w:val="18"/>
              </w:rPr>
              <w:t>.81</w:t>
            </w:r>
          </w:p>
        </w:tc>
      </w:tr>
      <w:tr w:rsidR="00CB36E6" w:rsidRPr="0066792F" w14:paraId="353B9211" w14:textId="77777777" w:rsidTr="00B71673">
        <w:trPr>
          <w:cantSplit/>
          <w:trHeight w:val="20"/>
        </w:trPr>
        <w:tc>
          <w:tcPr>
            <w:tcW w:w="2970" w:type="dxa"/>
            <w:vMerge/>
            <w:shd w:val="clear" w:color="auto" w:fill="auto"/>
          </w:tcPr>
          <w:p w14:paraId="32F056FD" w14:textId="0BA127C9" w:rsidR="00CB36E6" w:rsidRPr="00B71673" w:rsidRDefault="00CB36E6" w:rsidP="00B71673">
            <w:pPr>
              <w:pStyle w:val="Default"/>
              <w:rPr>
                <w:sz w:val="18"/>
                <w:szCs w:val="18"/>
              </w:rPr>
            </w:pPr>
          </w:p>
        </w:tc>
        <w:tc>
          <w:tcPr>
            <w:tcW w:w="2250" w:type="dxa"/>
          </w:tcPr>
          <w:p w14:paraId="4945EF2B" w14:textId="0B2D2107" w:rsidR="00CB36E6" w:rsidRPr="00B71673" w:rsidRDefault="00CB36E6" w:rsidP="00B71673">
            <w:pPr>
              <w:pStyle w:val="Default"/>
              <w:jc w:val="center"/>
              <w:rPr>
                <w:sz w:val="18"/>
                <w:szCs w:val="18"/>
              </w:rPr>
            </w:pPr>
            <w:r w:rsidRPr="00B71673">
              <w:rPr>
                <w:sz w:val="18"/>
                <w:szCs w:val="18"/>
              </w:rPr>
              <w:t>High</w:t>
            </w:r>
          </w:p>
        </w:tc>
        <w:tc>
          <w:tcPr>
            <w:tcW w:w="2610" w:type="dxa"/>
            <w:shd w:val="clear" w:color="auto" w:fill="auto"/>
          </w:tcPr>
          <w:p w14:paraId="1AF5147F" w14:textId="725B0BD7" w:rsidR="00CB36E6" w:rsidRPr="00B71673" w:rsidRDefault="00CB36E6" w:rsidP="00B71673">
            <w:pPr>
              <w:pStyle w:val="Default"/>
              <w:jc w:val="center"/>
              <w:rPr>
                <w:sz w:val="18"/>
                <w:szCs w:val="18"/>
              </w:rPr>
            </w:pPr>
            <w:r w:rsidRPr="00C74C2D">
              <w:rPr>
                <w:sz w:val="18"/>
                <w:szCs w:val="18"/>
              </w:rPr>
              <w:t>N/A</w:t>
            </w:r>
          </w:p>
        </w:tc>
        <w:tc>
          <w:tcPr>
            <w:tcW w:w="1620" w:type="dxa"/>
            <w:shd w:val="clear" w:color="auto" w:fill="auto"/>
          </w:tcPr>
          <w:p w14:paraId="472017BD" w14:textId="29DD2E6D" w:rsidR="00CB36E6" w:rsidRPr="00121E1D" w:rsidRDefault="00121E1D" w:rsidP="00B71673">
            <w:pPr>
              <w:pStyle w:val="Default"/>
              <w:jc w:val="center"/>
              <w:rPr>
                <w:sz w:val="18"/>
                <w:szCs w:val="18"/>
              </w:rPr>
            </w:pPr>
            <w:r>
              <w:rPr>
                <w:sz w:val="18"/>
                <w:szCs w:val="18"/>
              </w:rPr>
              <w:t>0</w:t>
            </w:r>
            <w:r w:rsidRPr="00121E1D">
              <w:rPr>
                <w:sz w:val="18"/>
                <w:szCs w:val="18"/>
              </w:rPr>
              <w:t>.81</w:t>
            </w:r>
          </w:p>
        </w:tc>
      </w:tr>
    </w:tbl>
    <w:p w14:paraId="138BDC54" w14:textId="77777777" w:rsidR="00A84B03" w:rsidRPr="00C6243E" w:rsidRDefault="00A84B03" w:rsidP="002942B0">
      <w:pPr>
        <w:rPr>
          <w:rFonts w:cs="Calibri Light"/>
          <w:szCs w:val="20"/>
        </w:rPr>
      </w:pPr>
    </w:p>
    <w:p w14:paraId="77902F52" w14:textId="69349611" w:rsidR="007D230B" w:rsidRPr="00C6243E" w:rsidRDefault="007D230B" w:rsidP="004F705B">
      <w:pPr>
        <w:pStyle w:val="eTRMHeading3"/>
        <w:rPr>
          <w:rFonts w:cs="Calibri Light"/>
        </w:rPr>
      </w:pPr>
      <w:bookmarkStart w:id="21" w:name="_Toc486490850"/>
      <w:bookmarkStart w:id="22" w:name="_Toc486580921"/>
      <w:bookmarkStart w:id="23" w:name="_Toc69106302"/>
      <w:r w:rsidRPr="00C6243E">
        <w:rPr>
          <w:rFonts w:cs="Calibri Light"/>
        </w:rPr>
        <w:t>Code Requirements</w:t>
      </w:r>
      <w:bookmarkEnd w:id="21"/>
      <w:bookmarkEnd w:id="22"/>
      <w:bookmarkEnd w:id="23"/>
    </w:p>
    <w:p w14:paraId="79B65740" w14:textId="2CD53AC4" w:rsidR="0065233B" w:rsidRDefault="0065233B" w:rsidP="00E4008C">
      <w:pPr>
        <w:rPr>
          <w:rFonts w:cs="Calibri Light"/>
        </w:rPr>
      </w:pPr>
      <w:r>
        <w:rPr>
          <w:rFonts w:cs="Calibri Light"/>
        </w:rPr>
        <w:t>Measures offered fall under California Building Energy Efficiency Standards (Title 24), California Appliance Efficiency Regulations (Title 20), and Federal Standards.</w:t>
      </w:r>
    </w:p>
    <w:p w14:paraId="71E7FEFC" w14:textId="5F43AD12" w:rsidR="00A660EF" w:rsidRDefault="00A660EF" w:rsidP="00992F8C">
      <w:pPr>
        <w:rPr>
          <w:rFonts w:cs="Calibri Light"/>
        </w:rPr>
      </w:pPr>
    </w:p>
    <w:p w14:paraId="425381ED" w14:textId="62EBC15A" w:rsidR="0065233B" w:rsidRDefault="0065233B" w:rsidP="00992F8C">
      <w:pPr>
        <w:rPr>
          <w:rFonts w:cs="Calibri Light"/>
          <w:b/>
        </w:rPr>
      </w:pPr>
      <w:r>
        <w:rPr>
          <w:rFonts w:cs="Calibri Light"/>
          <w:b/>
        </w:rPr>
        <w:t>Existing Code / Requirements</w:t>
      </w:r>
    </w:p>
    <w:tbl>
      <w:tblPr>
        <w:tblW w:w="945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410"/>
        <w:gridCol w:w="2335"/>
        <w:gridCol w:w="2705"/>
      </w:tblGrid>
      <w:tr w:rsidR="0065233B" w:rsidRPr="00154391" w14:paraId="66653740" w14:textId="77777777" w:rsidTr="00F3134F">
        <w:tc>
          <w:tcPr>
            <w:tcW w:w="4410" w:type="dxa"/>
            <w:shd w:val="clear" w:color="auto" w:fill="F2F2F2" w:themeFill="background1" w:themeFillShade="F2"/>
            <w:vAlign w:val="bottom"/>
          </w:tcPr>
          <w:p w14:paraId="454D4904" w14:textId="77777777" w:rsidR="0065233B" w:rsidRPr="00154391" w:rsidRDefault="0065233B" w:rsidP="00112455">
            <w:pPr>
              <w:keepNext/>
              <w:keepLines/>
              <w:spacing w:before="20" w:after="20"/>
              <w:rPr>
                <w:b/>
                <w:sz w:val="20"/>
                <w:szCs w:val="20"/>
              </w:rPr>
            </w:pPr>
            <w:r w:rsidRPr="0079498E">
              <w:rPr>
                <w:b/>
                <w:sz w:val="20"/>
              </w:rPr>
              <w:t>Code</w:t>
            </w:r>
          </w:p>
        </w:tc>
        <w:tc>
          <w:tcPr>
            <w:tcW w:w="2335" w:type="dxa"/>
            <w:shd w:val="clear" w:color="auto" w:fill="F2F2F2" w:themeFill="background1" w:themeFillShade="F2"/>
            <w:vAlign w:val="bottom"/>
          </w:tcPr>
          <w:p w14:paraId="40F6E782" w14:textId="77777777" w:rsidR="0065233B" w:rsidRPr="00154391" w:rsidRDefault="0065233B" w:rsidP="00112455">
            <w:pPr>
              <w:keepNext/>
              <w:keepLines/>
              <w:spacing w:before="20" w:after="20"/>
              <w:jc w:val="center"/>
              <w:rPr>
                <w:b/>
                <w:sz w:val="20"/>
                <w:szCs w:val="20"/>
              </w:rPr>
            </w:pPr>
            <w:r w:rsidRPr="0079498E">
              <w:rPr>
                <w:b/>
                <w:sz w:val="20"/>
              </w:rPr>
              <w:t>Code Reference</w:t>
            </w:r>
          </w:p>
        </w:tc>
        <w:tc>
          <w:tcPr>
            <w:tcW w:w="2705" w:type="dxa"/>
            <w:shd w:val="clear" w:color="auto" w:fill="F2F2F2" w:themeFill="background1" w:themeFillShade="F2"/>
            <w:vAlign w:val="bottom"/>
          </w:tcPr>
          <w:p w14:paraId="5B1C43E3" w14:textId="77777777" w:rsidR="0065233B" w:rsidRPr="00154391" w:rsidRDefault="0065233B" w:rsidP="00112455">
            <w:pPr>
              <w:keepNext/>
              <w:keepLines/>
              <w:spacing w:before="20" w:after="20"/>
              <w:jc w:val="center"/>
              <w:rPr>
                <w:b/>
                <w:sz w:val="20"/>
                <w:szCs w:val="20"/>
              </w:rPr>
            </w:pPr>
            <w:r w:rsidRPr="0079498E">
              <w:rPr>
                <w:b/>
                <w:sz w:val="20"/>
              </w:rPr>
              <w:t>Effective Date</w:t>
            </w:r>
          </w:p>
        </w:tc>
      </w:tr>
      <w:tr w:rsidR="00F3134F" w:rsidRPr="00E11EF3" w14:paraId="3E7D151F" w14:textId="77777777" w:rsidTr="00F3134F">
        <w:trPr>
          <w:cantSplit/>
          <w:trHeight w:val="20"/>
        </w:trPr>
        <w:tc>
          <w:tcPr>
            <w:tcW w:w="4410" w:type="dxa"/>
            <w:shd w:val="clear" w:color="auto" w:fill="auto"/>
            <w:vAlign w:val="center"/>
          </w:tcPr>
          <w:p w14:paraId="54057FA5" w14:textId="2C8D472A" w:rsidR="00F3134F" w:rsidRPr="0066792F" w:rsidRDefault="00F3134F" w:rsidP="00F3134F">
            <w:pPr>
              <w:pStyle w:val="Default"/>
              <w:rPr>
                <w:sz w:val="18"/>
                <w:szCs w:val="18"/>
              </w:rPr>
            </w:pPr>
            <w:r w:rsidRPr="0066792F">
              <w:rPr>
                <w:sz w:val="18"/>
                <w:szCs w:val="18"/>
              </w:rPr>
              <w:t>CA Appliance Efficiency Regulations – Title 20 (201</w:t>
            </w:r>
            <w:r>
              <w:rPr>
                <w:sz w:val="18"/>
                <w:szCs w:val="18"/>
              </w:rPr>
              <w:t>9</w:t>
            </w:r>
            <w:r w:rsidRPr="0066792F">
              <w:rPr>
                <w:sz w:val="18"/>
                <w:szCs w:val="18"/>
              </w:rPr>
              <w:t xml:space="preserve">) </w:t>
            </w:r>
          </w:p>
        </w:tc>
        <w:tc>
          <w:tcPr>
            <w:tcW w:w="2335" w:type="dxa"/>
            <w:shd w:val="clear" w:color="auto" w:fill="auto"/>
            <w:vAlign w:val="center"/>
          </w:tcPr>
          <w:p w14:paraId="71FEBE45" w14:textId="07358751" w:rsidR="00F3134F" w:rsidRPr="0066792F" w:rsidRDefault="00F3134F" w:rsidP="00F3134F">
            <w:pPr>
              <w:pStyle w:val="Default"/>
              <w:rPr>
                <w:sz w:val="18"/>
                <w:szCs w:val="18"/>
              </w:rPr>
            </w:pPr>
            <w:r w:rsidRPr="0066792F">
              <w:rPr>
                <w:sz w:val="18"/>
                <w:szCs w:val="18"/>
              </w:rPr>
              <w:t>Section 1605.1(f)(</w:t>
            </w:r>
            <w:r w:rsidR="00E21895">
              <w:rPr>
                <w:sz w:val="18"/>
                <w:szCs w:val="18"/>
              </w:rPr>
              <w:t>1</w:t>
            </w:r>
            <w:r w:rsidRPr="0066792F">
              <w:rPr>
                <w:sz w:val="18"/>
                <w:szCs w:val="18"/>
              </w:rPr>
              <w:t xml:space="preserve">) </w:t>
            </w:r>
          </w:p>
        </w:tc>
        <w:tc>
          <w:tcPr>
            <w:tcW w:w="2705" w:type="dxa"/>
            <w:shd w:val="clear" w:color="auto" w:fill="auto"/>
            <w:vAlign w:val="center"/>
          </w:tcPr>
          <w:p w14:paraId="54D65B65" w14:textId="607C8FA0" w:rsidR="00F3134F" w:rsidRPr="0066792F" w:rsidRDefault="00F3134F" w:rsidP="00F3134F">
            <w:pPr>
              <w:pStyle w:val="Default"/>
              <w:rPr>
                <w:sz w:val="18"/>
                <w:szCs w:val="18"/>
              </w:rPr>
            </w:pPr>
            <w:r w:rsidRPr="0066792F">
              <w:rPr>
                <w:sz w:val="18"/>
                <w:szCs w:val="18"/>
              </w:rPr>
              <w:t>January 1, 201</w:t>
            </w:r>
            <w:r>
              <w:rPr>
                <w:sz w:val="18"/>
                <w:szCs w:val="18"/>
              </w:rPr>
              <w:t>9</w:t>
            </w:r>
            <w:r w:rsidRPr="0066792F">
              <w:rPr>
                <w:sz w:val="18"/>
                <w:szCs w:val="18"/>
              </w:rPr>
              <w:t xml:space="preserve"> </w:t>
            </w:r>
          </w:p>
        </w:tc>
      </w:tr>
      <w:tr w:rsidR="0065233B" w:rsidRPr="00E11EF3" w14:paraId="6524AB13" w14:textId="77777777" w:rsidTr="00F3134F">
        <w:trPr>
          <w:cantSplit/>
          <w:trHeight w:val="20"/>
        </w:trPr>
        <w:tc>
          <w:tcPr>
            <w:tcW w:w="4410" w:type="dxa"/>
            <w:shd w:val="clear" w:color="auto" w:fill="auto"/>
            <w:vAlign w:val="center"/>
          </w:tcPr>
          <w:p w14:paraId="1D28F5F0" w14:textId="77777777" w:rsidR="0065233B" w:rsidRPr="0066792F" w:rsidRDefault="0065233B" w:rsidP="00112455">
            <w:pPr>
              <w:pStyle w:val="Default"/>
              <w:rPr>
                <w:sz w:val="18"/>
                <w:szCs w:val="18"/>
              </w:rPr>
            </w:pPr>
            <w:r w:rsidRPr="0066792F">
              <w:rPr>
                <w:sz w:val="18"/>
                <w:szCs w:val="18"/>
              </w:rPr>
              <w:t xml:space="preserve">CA Building Energy Efficiency Standards – Title 24 (2019) </w:t>
            </w:r>
          </w:p>
        </w:tc>
        <w:tc>
          <w:tcPr>
            <w:tcW w:w="2335" w:type="dxa"/>
            <w:shd w:val="clear" w:color="auto" w:fill="auto"/>
            <w:vAlign w:val="center"/>
          </w:tcPr>
          <w:p w14:paraId="476FBC4C" w14:textId="77777777" w:rsidR="0065233B" w:rsidRPr="0066792F" w:rsidRDefault="0065233B" w:rsidP="00112455">
            <w:pPr>
              <w:pStyle w:val="Default"/>
              <w:rPr>
                <w:sz w:val="18"/>
                <w:szCs w:val="18"/>
              </w:rPr>
            </w:pPr>
            <w:r w:rsidRPr="0066792F">
              <w:rPr>
                <w:sz w:val="18"/>
                <w:szCs w:val="18"/>
              </w:rPr>
              <w:t xml:space="preserve">Section 110.1 </w:t>
            </w:r>
          </w:p>
        </w:tc>
        <w:tc>
          <w:tcPr>
            <w:tcW w:w="2705" w:type="dxa"/>
            <w:shd w:val="clear" w:color="auto" w:fill="auto"/>
            <w:vAlign w:val="center"/>
          </w:tcPr>
          <w:p w14:paraId="24978DB9" w14:textId="77777777" w:rsidR="0065233B" w:rsidRPr="0066792F" w:rsidRDefault="0065233B" w:rsidP="00112455">
            <w:pPr>
              <w:pStyle w:val="Default"/>
              <w:rPr>
                <w:sz w:val="18"/>
                <w:szCs w:val="18"/>
              </w:rPr>
            </w:pPr>
            <w:r w:rsidRPr="0066792F">
              <w:rPr>
                <w:sz w:val="18"/>
                <w:szCs w:val="18"/>
              </w:rPr>
              <w:t xml:space="preserve">January 1, 2020 </w:t>
            </w:r>
          </w:p>
        </w:tc>
      </w:tr>
      <w:tr w:rsidR="0065233B" w:rsidRPr="00E11EF3" w14:paraId="44858E23" w14:textId="77777777" w:rsidTr="00F3134F">
        <w:trPr>
          <w:cantSplit/>
          <w:trHeight w:val="20"/>
        </w:trPr>
        <w:tc>
          <w:tcPr>
            <w:tcW w:w="4410" w:type="dxa"/>
            <w:shd w:val="clear" w:color="auto" w:fill="auto"/>
            <w:vAlign w:val="center"/>
          </w:tcPr>
          <w:p w14:paraId="4AC3F2EF" w14:textId="77777777" w:rsidR="0065233B" w:rsidRPr="0066792F" w:rsidRDefault="0065233B" w:rsidP="00112455">
            <w:pPr>
              <w:pStyle w:val="Default"/>
              <w:rPr>
                <w:sz w:val="18"/>
                <w:szCs w:val="18"/>
              </w:rPr>
            </w:pPr>
            <w:r w:rsidRPr="0066792F">
              <w:rPr>
                <w:sz w:val="18"/>
                <w:szCs w:val="18"/>
              </w:rPr>
              <w:t xml:space="preserve">Federal Standards – Code of Federal Regulations </w:t>
            </w:r>
          </w:p>
        </w:tc>
        <w:tc>
          <w:tcPr>
            <w:tcW w:w="2335" w:type="dxa"/>
            <w:shd w:val="clear" w:color="auto" w:fill="auto"/>
            <w:vAlign w:val="center"/>
          </w:tcPr>
          <w:p w14:paraId="5A4B9E67" w14:textId="77777777" w:rsidR="0065233B" w:rsidRPr="0066792F" w:rsidRDefault="0065233B" w:rsidP="00112455">
            <w:pPr>
              <w:pStyle w:val="Default"/>
              <w:rPr>
                <w:sz w:val="18"/>
                <w:szCs w:val="18"/>
              </w:rPr>
            </w:pPr>
            <w:r w:rsidRPr="0066792F">
              <w:rPr>
                <w:sz w:val="18"/>
                <w:szCs w:val="18"/>
              </w:rPr>
              <w:t xml:space="preserve">10 CFR 430.32(d) </w:t>
            </w:r>
          </w:p>
        </w:tc>
        <w:tc>
          <w:tcPr>
            <w:tcW w:w="2705" w:type="dxa"/>
            <w:shd w:val="clear" w:color="auto" w:fill="auto"/>
            <w:vAlign w:val="center"/>
          </w:tcPr>
          <w:p w14:paraId="2208BE9F" w14:textId="77777777" w:rsidR="0065233B" w:rsidRPr="0066792F" w:rsidRDefault="0065233B" w:rsidP="00112455">
            <w:pPr>
              <w:pStyle w:val="Default"/>
              <w:rPr>
                <w:sz w:val="18"/>
                <w:szCs w:val="18"/>
              </w:rPr>
            </w:pPr>
            <w:r w:rsidRPr="0066792F">
              <w:rPr>
                <w:sz w:val="18"/>
                <w:szCs w:val="18"/>
              </w:rPr>
              <w:t xml:space="preserve">December 29, 2016 </w:t>
            </w:r>
          </w:p>
        </w:tc>
      </w:tr>
      <w:tr w:rsidR="00F3134F" w:rsidRPr="00E11EF3" w14:paraId="1767DC2A" w14:textId="77777777" w:rsidTr="00F3134F">
        <w:trPr>
          <w:cantSplit/>
          <w:trHeight w:val="20"/>
        </w:trPr>
        <w:tc>
          <w:tcPr>
            <w:tcW w:w="4410" w:type="dxa"/>
            <w:shd w:val="clear" w:color="auto" w:fill="auto"/>
            <w:vAlign w:val="center"/>
          </w:tcPr>
          <w:p w14:paraId="7858A5BC" w14:textId="7C583B3B" w:rsidR="00F3134F" w:rsidRPr="0066792F" w:rsidRDefault="00F3134F" w:rsidP="00112455">
            <w:pPr>
              <w:pStyle w:val="Default"/>
              <w:rPr>
                <w:sz w:val="18"/>
                <w:szCs w:val="18"/>
              </w:rPr>
            </w:pPr>
            <w:r w:rsidRPr="0066792F">
              <w:rPr>
                <w:sz w:val="18"/>
                <w:szCs w:val="18"/>
              </w:rPr>
              <w:t>Federal Standards – Code of Federal Regulations</w:t>
            </w:r>
          </w:p>
        </w:tc>
        <w:tc>
          <w:tcPr>
            <w:tcW w:w="2335" w:type="dxa"/>
            <w:shd w:val="clear" w:color="auto" w:fill="auto"/>
            <w:vAlign w:val="center"/>
          </w:tcPr>
          <w:p w14:paraId="7BDB16C1" w14:textId="6011C5B7" w:rsidR="00F3134F" w:rsidRPr="0066792F" w:rsidRDefault="00F3134F" w:rsidP="00112455">
            <w:pPr>
              <w:pStyle w:val="Default"/>
              <w:rPr>
                <w:sz w:val="18"/>
                <w:szCs w:val="18"/>
              </w:rPr>
            </w:pPr>
            <w:r w:rsidRPr="0066792F">
              <w:rPr>
                <w:sz w:val="18"/>
                <w:szCs w:val="18"/>
              </w:rPr>
              <w:t>10 CFR 430</w:t>
            </w:r>
            <w:r>
              <w:rPr>
                <w:sz w:val="18"/>
                <w:szCs w:val="18"/>
              </w:rPr>
              <w:t xml:space="preserve"> Subpart B, Appendix E, Section 5.4.1</w:t>
            </w:r>
          </w:p>
        </w:tc>
        <w:tc>
          <w:tcPr>
            <w:tcW w:w="2705" w:type="dxa"/>
            <w:shd w:val="clear" w:color="auto" w:fill="auto"/>
            <w:vAlign w:val="center"/>
          </w:tcPr>
          <w:p w14:paraId="1F04D4E3" w14:textId="1A190482" w:rsidR="00F3134F" w:rsidRPr="0066792F" w:rsidRDefault="00F3134F" w:rsidP="00112455">
            <w:pPr>
              <w:pStyle w:val="Default"/>
              <w:rPr>
                <w:sz w:val="18"/>
                <w:szCs w:val="18"/>
              </w:rPr>
            </w:pPr>
            <w:r w:rsidRPr="0066792F">
              <w:rPr>
                <w:sz w:val="18"/>
                <w:szCs w:val="18"/>
              </w:rPr>
              <w:t>December 29, 2016</w:t>
            </w:r>
          </w:p>
        </w:tc>
      </w:tr>
    </w:tbl>
    <w:p w14:paraId="6CB7B9B1" w14:textId="5C46A995" w:rsidR="002A10CE" w:rsidRDefault="002A10CE">
      <w:pPr>
        <w:spacing w:before="0" w:after="0" w:line="240" w:lineRule="auto"/>
        <w:rPr>
          <w:u w:val="single"/>
        </w:rPr>
      </w:pPr>
      <w:bookmarkStart w:id="24" w:name="_Toc486490851"/>
      <w:bookmarkStart w:id="25" w:name="_Toc486580922"/>
    </w:p>
    <w:p w14:paraId="6ADC60CF" w14:textId="254AC478" w:rsidR="002A10CE" w:rsidRPr="002A10CE" w:rsidRDefault="002A10CE" w:rsidP="002A10CE">
      <w:pPr>
        <w:rPr>
          <w:b/>
        </w:rPr>
      </w:pPr>
      <w:r w:rsidRPr="002A10CE">
        <w:rPr>
          <w:b/>
        </w:rPr>
        <w:t>Title 20 1605.1(f)(</w:t>
      </w:r>
      <w:r w:rsidR="00596F70">
        <w:rPr>
          <w:b/>
        </w:rPr>
        <w:t>5</w:t>
      </w:r>
      <w:r w:rsidRPr="002A10CE">
        <w:rPr>
          <w:b/>
        </w:rPr>
        <w:t>)</w:t>
      </w:r>
      <w:r>
        <w:rPr>
          <w:b/>
        </w:rPr>
        <w:t xml:space="preserve"> California Minimum Energy Factor Requirements for Water Heaters</w:t>
      </w:r>
    </w:p>
    <w:p w14:paraId="4844D45E" w14:textId="03FF0FA8" w:rsidR="0065233B" w:rsidRDefault="00DA479F" w:rsidP="0065233B">
      <w:r>
        <w:rPr>
          <w:noProof/>
        </w:rPr>
        <w:lastRenderedPageBreak/>
        <w:drawing>
          <wp:inline distT="0" distB="0" distL="0" distR="0" wp14:anchorId="509B00BF" wp14:editId="370D1E8B">
            <wp:extent cx="5943600" cy="37109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3710940"/>
                    </a:xfrm>
                    <a:prstGeom prst="rect">
                      <a:avLst/>
                    </a:prstGeom>
                  </pic:spPr>
                </pic:pic>
              </a:graphicData>
            </a:graphic>
          </wp:inline>
        </w:drawing>
      </w:r>
    </w:p>
    <w:p w14:paraId="412672B5" w14:textId="77777777" w:rsidR="00DA479F" w:rsidRDefault="00DA479F" w:rsidP="0065233B"/>
    <w:p w14:paraId="7A76B684" w14:textId="77777777" w:rsidR="00F3134F" w:rsidRDefault="00F3134F" w:rsidP="00F3134F">
      <w:pPr>
        <w:rPr>
          <w:b/>
        </w:rPr>
      </w:pPr>
      <w:r>
        <w:rPr>
          <w:b/>
        </w:rPr>
        <w:t>Title 24 110.1 California Mandatory Appliance Requirements</w:t>
      </w:r>
    </w:p>
    <w:p w14:paraId="3744F046" w14:textId="77777777" w:rsidR="00F3134F" w:rsidRPr="00635D5D" w:rsidRDefault="00F3134F" w:rsidP="00F3134F">
      <w:pPr>
        <w:rPr>
          <w:bCs/>
          <w:noProof/>
        </w:rPr>
      </w:pPr>
      <w:r>
        <w:rPr>
          <w:bCs/>
        </w:rPr>
        <w:t xml:space="preserve">Title 24 adopts the requirements for Title 20 appliances. </w:t>
      </w:r>
    </w:p>
    <w:p w14:paraId="16988094" w14:textId="77777777" w:rsidR="00F3134F" w:rsidRDefault="00F3134F" w:rsidP="002A10CE">
      <w:pPr>
        <w:rPr>
          <w:b/>
        </w:rPr>
      </w:pPr>
    </w:p>
    <w:p w14:paraId="67751EB4" w14:textId="77777777" w:rsidR="00670E62" w:rsidRDefault="00670E62">
      <w:pPr>
        <w:spacing w:before="0" w:after="0" w:line="240" w:lineRule="auto"/>
        <w:rPr>
          <w:b/>
        </w:rPr>
      </w:pPr>
      <w:r>
        <w:rPr>
          <w:b/>
        </w:rPr>
        <w:br w:type="page"/>
      </w:r>
    </w:p>
    <w:p w14:paraId="05C1B694" w14:textId="0B23620C" w:rsidR="002A10CE" w:rsidRPr="002A10CE" w:rsidRDefault="002A10CE" w:rsidP="002A10CE">
      <w:pPr>
        <w:rPr>
          <w:b/>
        </w:rPr>
      </w:pPr>
      <w:r w:rsidRPr="002A10CE">
        <w:rPr>
          <w:b/>
        </w:rPr>
        <w:lastRenderedPageBreak/>
        <w:t xml:space="preserve">Federal </w:t>
      </w:r>
      <w:r w:rsidRPr="002A10CE">
        <w:rPr>
          <w:b/>
          <w:szCs w:val="22"/>
        </w:rPr>
        <w:t>Standard 10 CFR 430.32(d)</w:t>
      </w:r>
      <w:r>
        <w:rPr>
          <w:b/>
          <w:szCs w:val="22"/>
        </w:rPr>
        <w:t xml:space="preserve"> Minimum Energy Factor Requirements for Water Heaters</w:t>
      </w:r>
    </w:p>
    <w:p w14:paraId="2F5E8FDB" w14:textId="16C83C52" w:rsidR="00F76F02" w:rsidRDefault="00F3134F" w:rsidP="0065233B">
      <w:r w:rsidRPr="00084B93">
        <w:rPr>
          <w:noProof/>
        </w:rPr>
        <w:drawing>
          <wp:inline distT="0" distB="0" distL="0" distR="0" wp14:anchorId="1ABEE1FE" wp14:editId="27F09CB3">
            <wp:extent cx="5695950" cy="46577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95950" cy="4657725"/>
                    </a:xfrm>
                    <a:prstGeom prst="rect">
                      <a:avLst/>
                    </a:prstGeom>
                    <a:noFill/>
                    <a:ln>
                      <a:noFill/>
                    </a:ln>
                  </pic:spPr>
                </pic:pic>
              </a:graphicData>
            </a:graphic>
          </wp:inline>
        </w:drawing>
      </w:r>
    </w:p>
    <w:p w14:paraId="57AA1C75" w14:textId="7354C9A2" w:rsidR="00F76F02" w:rsidRDefault="00F76F02" w:rsidP="0065233B"/>
    <w:p w14:paraId="135E385E" w14:textId="77777777" w:rsidR="00670E62" w:rsidRDefault="00670E62">
      <w:pPr>
        <w:spacing w:before="0" w:after="0" w:line="240" w:lineRule="auto"/>
        <w:rPr>
          <w:b/>
        </w:rPr>
      </w:pPr>
      <w:r>
        <w:rPr>
          <w:b/>
        </w:rPr>
        <w:br w:type="page"/>
      </w:r>
    </w:p>
    <w:p w14:paraId="7495374B" w14:textId="20C07BE8" w:rsidR="00F3134F" w:rsidRDefault="00F3134F" w:rsidP="0065233B">
      <w:pPr>
        <w:rPr>
          <w:b/>
        </w:rPr>
      </w:pPr>
      <w:r w:rsidRPr="00F3134F">
        <w:rPr>
          <w:b/>
        </w:rPr>
        <w:lastRenderedPageBreak/>
        <w:t>10 CFR 430 Subpart B, Appendix E, Section 5.4.1</w:t>
      </w:r>
      <w:r>
        <w:rPr>
          <w:b/>
        </w:rPr>
        <w:t xml:space="preserve"> Selection of Draw Pattern</w:t>
      </w:r>
    </w:p>
    <w:p w14:paraId="02A06488" w14:textId="77777777" w:rsidR="00595506" w:rsidRDefault="00F3134F" w:rsidP="0065233B">
      <w:pPr>
        <w:rPr>
          <w:bCs/>
        </w:rPr>
      </w:pPr>
      <w:r>
        <w:rPr>
          <w:bCs/>
        </w:rPr>
        <w:t>Appendix E Section 5.4 defines the draw patterns definition</w:t>
      </w:r>
      <w:r w:rsidR="00595506">
        <w:rPr>
          <w:bCs/>
        </w:rPr>
        <w:t xml:space="preserve"> using the </w:t>
      </w:r>
      <w:proofErr w:type="gramStart"/>
      <w:r w:rsidR="00595506">
        <w:rPr>
          <w:bCs/>
        </w:rPr>
        <w:t>first-hour</w:t>
      </w:r>
      <w:proofErr w:type="gramEnd"/>
      <w:r w:rsidR="00595506">
        <w:rPr>
          <w:bCs/>
        </w:rPr>
        <w:t xml:space="preserve"> rated and maximum GPM ratings. </w:t>
      </w:r>
    </w:p>
    <w:p w14:paraId="7779FA6A" w14:textId="5462E110" w:rsidR="00595506" w:rsidRDefault="00595506" w:rsidP="0065233B">
      <w:pPr>
        <w:rPr>
          <w:bCs/>
        </w:rPr>
      </w:pPr>
      <w:r>
        <w:rPr>
          <w:noProof/>
        </w:rPr>
        <w:drawing>
          <wp:inline distT="0" distB="0" distL="0" distR="0" wp14:anchorId="70610A5C" wp14:editId="5C946EED">
            <wp:extent cx="5604933" cy="2772526"/>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610665" cy="2775362"/>
                    </a:xfrm>
                    <a:prstGeom prst="rect">
                      <a:avLst/>
                    </a:prstGeom>
                  </pic:spPr>
                </pic:pic>
              </a:graphicData>
            </a:graphic>
          </wp:inline>
        </w:drawing>
      </w:r>
    </w:p>
    <w:p w14:paraId="511077D7" w14:textId="2B820F92" w:rsidR="002A10CE" w:rsidRPr="00F3134F" w:rsidRDefault="002A10CE" w:rsidP="0065233B">
      <w:pPr>
        <w:rPr>
          <w:b/>
        </w:rPr>
      </w:pPr>
    </w:p>
    <w:p w14:paraId="6D937F8F" w14:textId="6499E0C8" w:rsidR="007D230B" w:rsidRPr="00C6243E" w:rsidRDefault="007D230B" w:rsidP="00462BB6">
      <w:pPr>
        <w:pStyle w:val="eTRMHeading3"/>
        <w:rPr>
          <w:rFonts w:cs="Calibri Light"/>
        </w:rPr>
      </w:pPr>
      <w:bookmarkStart w:id="26" w:name="_Toc69106303"/>
      <w:r w:rsidRPr="00C6243E">
        <w:rPr>
          <w:rFonts w:cs="Calibri Light"/>
        </w:rPr>
        <w:t>Normalizing Unit</w:t>
      </w:r>
      <w:bookmarkEnd w:id="24"/>
      <w:bookmarkEnd w:id="25"/>
      <w:bookmarkEnd w:id="26"/>
    </w:p>
    <w:p w14:paraId="4E918F81" w14:textId="77777777" w:rsidR="008B0CF9" w:rsidRPr="00C6243E" w:rsidRDefault="000C4BDE" w:rsidP="00486585">
      <w:pPr>
        <w:rPr>
          <w:rFonts w:cs="Calibri Light"/>
        </w:rPr>
      </w:pPr>
      <w:r w:rsidRPr="00C6243E">
        <w:rPr>
          <w:rFonts w:cs="Calibri Light"/>
        </w:rPr>
        <w:t>Each</w:t>
      </w:r>
    </w:p>
    <w:p w14:paraId="413B19C3" w14:textId="77777777" w:rsidR="00906427" w:rsidRDefault="00906427" w:rsidP="00F61EA0">
      <w:bookmarkStart w:id="27" w:name="_Toc486490852"/>
      <w:bookmarkStart w:id="28" w:name="_Toc486580923"/>
      <w:bookmarkStart w:id="29" w:name="_Hlk515365299"/>
      <w:bookmarkStart w:id="30" w:name="_Hlk515878271"/>
    </w:p>
    <w:p w14:paraId="135815C6" w14:textId="232B5E33" w:rsidR="007D230B" w:rsidRDefault="007D230B" w:rsidP="00462BB6">
      <w:pPr>
        <w:pStyle w:val="eTRMHeading3"/>
        <w:rPr>
          <w:rFonts w:cs="Calibri Light"/>
        </w:rPr>
      </w:pPr>
      <w:bookmarkStart w:id="31" w:name="_Toc69106304"/>
      <w:r w:rsidRPr="00C6243E">
        <w:rPr>
          <w:rFonts w:cs="Calibri Light"/>
        </w:rPr>
        <w:t>Program Requirements</w:t>
      </w:r>
      <w:bookmarkEnd w:id="27"/>
      <w:bookmarkEnd w:id="28"/>
      <w:bookmarkEnd w:id="31"/>
      <w:r w:rsidRPr="00C6243E">
        <w:rPr>
          <w:rFonts w:cs="Calibri Light"/>
        </w:rPr>
        <w:t xml:space="preserve"> </w:t>
      </w:r>
    </w:p>
    <w:p w14:paraId="5BBC4D3F" w14:textId="77777777" w:rsidR="008B0000" w:rsidRDefault="008B0000" w:rsidP="008B0000">
      <w:pPr>
        <w:pStyle w:val="eTRMHeading5"/>
        <w:keepNext/>
      </w:pPr>
      <w:r>
        <w:t>Fuel Substitution Test</w:t>
      </w:r>
    </w:p>
    <w:p w14:paraId="61EC6298" w14:textId="79B688B5" w:rsidR="008B0000" w:rsidRDefault="008B0000" w:rsidP="008B0000">
      <w:pPr>
        <w:pStyle w:val="xetrmbulletedtext"/>
        <w:ind w:left="0" w:firstLine="0"/>
      </w:pPr>
      <w:r>
        <w:t>Per CPUC Decision 19-08-009 Rulemaking 13-11-005 “Decision Modifying the Energy Efficiency Three-Prong Test Related to Fuel Substitution”, for all fuel substitution measures, the measure must ‘not increase total source energy consumption when compared with the baseline comparison measure available utilizing the original fuel’.</w:t>
      </w:r>
      <w:r w:rsidRPr="008B0000">
        <w:rPr>
          <w:rStyle w:val="FootnoteReference"/>
        </w:rPr>
        <w:t xml:space="preserve"> </w:t>
      </w:r>
      <w:r>
        <w:rPr>
          <w:rStyle w:val="FootnoteReference"/>
        </w:rPr>
        <w:footnoteReference w:id="11"/>
      </w:r>
      <w:r>
        <w:t xml:space="preserve"> Also, the measure ‘must not adversely impact the environment compared to the baseline measure utilizing the original fuel. Fuel substitution calculations were conducted using CPUC’s “Fuel Substitution Calculator” to confirm the measures in this workpaper pass Parts One and Two of the Fuel Substitution Test</w:t>
      </w:r>
      <w:r w:rsidR="0019480A">
        <w:t>.</w:t>
      </w:r>
      <w:r w:rsidRPr="002C0B9B">
        <w:rPr>
          <w:rStyle w:val="FootnoteReference"/>
          <w:bCs/>
          <w:sz w:val="20"/>
        </w:rPr>
        <w:footnoteReference w:id="12"/>
      </w:r>
      <w:r>
        <w:t xml:space="preserve"> </w:t>
      </w:r>
    </w:p>
    <w:p w14:paraId="35480ECB" w14:textId="77777777" w:rsidR="009E57DF" w:rsidRPr="00C6243E" w:rsidRDefault="000229F1" w:rsidP="00E50B9E">
      <w:pPr>
        <w:pStyle w:val="eTRMHeading5"/>
        <w:keepNext/>
        <w:keepLines/>
        <w:rPr>
          <w:rFonts w:cs="Calibri Light"/>
        </w:rPr>
      </w:pPr>
      <w:bookmarkStart w:id="32" w:name="_Hlk516047641"/>
      <w:r w:rsidRPr="00C6243E">
        <w:rPr>
          <w:rFonts w:cs="Calibri Light"/>
        </w:rPr>
        <w:lastRenderedPageBreak/>
        <w:t xml:space="preserve">Measure </w:t>
      </w:r>
      <w:r w:rsidR="003E50CF" w:rsidRPr="00C6243E">
        <w:rPr>
          <w:rFonts w:cs="Calibri Light"/>
        </w:rPr>
        <w:t>Implementation Eligibility</w:t>
      </w:r>
    </w:p>
    <w:bookmarkEnd w:id="29"/>
    <w:p w14:paraId="4062E3FD" w14:textId="43C40033" w:rsidR="000D7D80" w:rsidRDefault="000D7D80" w:rsidP="000D7D80">
      <w:pPr>
        <w:keepNext/>
        <w:keepLines/>
        <w:rPr>
          <w:rFonts w:cs="Calibri Light"/>
        </w:rPr>
      </w:pPr>
      <w:r w:rsidRPr="00C6243E">
        <w:rPr>
          <w:rFonts w:cs="Calibri Light"/>
        </w:rPr>
        <w:t>All measure application type, delivery type, and sector combinations that are established for this measure are specified below.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p>
    <w:p w14:paraId="2556A5F8" w14:textId="277BB215" w:rsidR="00C52CCA" w:rsidRPr="00C6243E" w:rsidRDefault="00C52CCA" w:rsidP="000D7D80">
      <w:pPr>
        <w:keepNext/>
        <w:keepLines/>
        <w:rPr>
          <w:rFonts w:cs="Calibri Light"/>
        </w:rPr>
      </w:pPr>
      <w:bookmarkStart w:id="33" w:name="_Hlk66264147"/>
      <w:r w:rsidRPr="00C52CCA">
        <w:rPr>
          <w:rFonts w:cs="Calibri Light"/>
        </w:rPr>
        <w:t>Note that some of the implementation combinations below may not be allowed for some measure offerings by all program administrators.</w:t>
      </w:r>
    </w:p>
    <w:bookmarkEnd w:id="33"/>
    <w:p w14:paraId="5E111189" w14:textId="77777777" w:rsidR="001B426F" w:rsidRPr="00C6243E" w:rsidRDefault="001B426F" w:rsidP="00DC2E1E">
      <w:r w:rsidRPr="00C6243E">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1B426F" w:rsidRPr="00C6243E" w14:paraId="45C7B00F" w14:textId="77777777" w:rsidTr="004B7CAA">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p w14:paraId="4FDAA490" w14:textId="77777777" w:rsidR="001B426F" w:rsidRPr="00C6243E" w:rsidRDefault="001B426F" w:rsidP="001B426F">
            <w:pPr>
              <w:keepNext/>
              <w:spacing w:before="0" w:after="0"/>
              <w:rPr>
                <w:rFonts w:cs="Calibri Light"/>
                <w:b/>
                <w:bCs/>
                <w:sz w:val="20"/>
              </w:rPr>
            </w:pPr>
            <w:r w:rsidRPr="00C6243E">
              <w:rPr>
                <w:rFonts w:cs="Calibri Light"/>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11E80274" w14:textId="77777777" w:rsidR="001B426F" w:rsidRPr="00C6243E" w:rsidRDefault="001B426F" w:rsidP="001B426F">
            <w:pPr>
              <w:keepNext/>
              <w:spacing w:before="0" w:after="0"/>
              <w:rPr>
                <w:rFonts w:cs="Calibri Light"/>
                <w:b/>
                <w:bCs/>
                <w:sz w:val="20"/>
              </w:rPr>
            </w:pPr>
            <w:r w:rsidRPr="00C6243E">
              <w:rPr>
                <w:rFonts w:cs="Calibri Light"/>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CB2E353" w14:textId="77777777" w:rsidR="001B426F" w:rsidRPr="00C6243E" w:rsidRDefault="001B426F" w:rsidP="001B426F">
            <w:pPr>
              <w:keepNext/>
              <w:spacing w:before="0" w:after="0"/>
              <w:rPr>
                <w:rFonts w:cs="Calibri Light"/>
                <w:b/>
                <w:bCs/>
                <w:sz w:val="20"/>
              </w:rPr>
            </w:pPr>
            <w:r w:rsidRPr="00C6243E">
              <w:rPr>
                <w:rFonts w:cs="Calibri Light"/>
                <w:b/>
                <w:bCs/>
                <w:sz w:val="20"/>
              </w:rPr>
              <w:t>Sector</w:t>
            </w:r>
          </w:p>
        </w:tc>
      </w:tr>
      <w:tr w:rsidR="000D7D80" w:rsidRPr="00C6243E" w14:paraId="0BD0EEAD" w14:textId="77777777" w:rsidTr="00112455">
        <w:trPr>
          <w:trHeight w:val="290"/>
        </w:trPr>
        <w:tc>
          <w:tcPr>
            <w:tcW w:w="3024" w:type="dxa"/>
            <w:noWrap/>
            <w:tcMar>
              <w:top w:w="0" w:type="dxa"/>
              <w:left w:w="108" w:type="dxa"/>
              <w:bottom w:w="0" w:type="dxa"/>
              <w:right w:w="108" w:type="dxa"/>
            </w:tcMar>
          </w:tcPr>
          <w:p w14:paraId="18B9FF2D" w14:textId="77CD3C2F" w:rsidR="000D7D80" w:rsidRPr="0066792F" w:rsidRDefault="000D7D80" w:rsidP="000D7D80">
            <w:pPr>
              <w:keepNext/>
              <w:spacing w:before="0" w:after="0"/>
              <w:rPr>
                <w:rFonts w:cs="Calibri Light"/>
                <w:color w:val="000000"/>
                <w:sz w:val="18"/>
              </w:rPr>
            </w:pPr>
            <w:r w:rsidRPr="0066792F">
              <w:rPr>
                <w:sz w:val="18"/>
              </w:rPr>
              <w:t>NR</w:t>
            </w:r>
          </w:p>
        </w:tc>
        <w:tc>
          <w:tcPr>
            <w:tcW w:w="3024" w:type="dxa"/>
            <w:noWrap/>
            <w:tcMar>
              <w:top w:w="0" w:type="dxa"/>
              <w:left w:w="108" w:type="dxa"/>
              <w:bottom w:w="0" w:type="dxa"/>
              <w:right w:w="108" w:type="dxa"/>
            </w:tcMar>
          </w:tcPr>
          <w:p w14:paraId="327F1F04" w14:textId="50F53780" w:rsidR="000D7D80" w:rsidRPr="00F7114F" w:rsidRDefault="000D7D80" w:rsidP="000D7D80">
            <w:pPr>
              <w:keepNext/>
              <w:spacing w:before="0" w:after="0"/>
              <w:rPr>
                <w:rFonts w:cs="Calibri Light"/>
                <w:color w:val="000000"/>
                <w:sz w:val="18"/>
                <w:szCs w:val="20"/>
              </w:rPr>
            </w:pPr>
            <w:proofErr w:type="spellStart"/>
            <w:r w:rsidRPr="00DC2E1E">
              <w:rPr>
                <w:sz w:val="18"/>
                <w:szCs w:val="20"/>
              </w:rPr>
              <w:t>DnDeemed</w:t>
            </w:r>
            <w:proofErr w:type="spellEnd"/>
          </w:p>
        </w:tc>
        <w:tc>
          <w:tcPr>
            <w:tcW w:w="3024" w:type="dxa"/>
            <w:noWrap/>
            <w:tcMar>
              <w:top w:w="0" w:type="dxa"/>
              <w:left w:w="108" w:type="dxa"/>
              <w:bottom w:w="0" w:type="dxa"/>
              <w:right w:w="108" w:type="dxa"/>
            </w:tcMar>
          </w:tcPr>
          <w:p w14:paraId="51D5A2BC" w14:textId="08BA8823" w:rsidR="000D7D80" w:rsidRPr="0066792F" w:rsidRDefault="000D7D80" w:rsidP="000D7D80">
            <w:pPr>
              <w:keepNext/>
              <w:spacing w:before="0" w:after="0"/>
              <w:rPr>
                <w:rFonts w:cs="Calibri Light"/>
                <w:color w:val="000000"/>
                <w:sz w:val="18"/>
              </w:rPr>
            </w:pPr>
            <w:r w:rsidRPr="0066792F">
              <w:rPr>
                <w:sz w:val="18"/>
              </w:rPr>
              <w:t>Res</w:t>
            </w:r>
          </w:p>
        </w:tc>
      </w:tr>
      <w:tr w:rsidR="000D7D80" w:rsidRPr="00C6243E" w14:paraId="33CC95DC" w14:textId="77777777" w:rsidTr="00112455">
        <w:trPr>
          <w:trHeight w:val="290"/>
        </w:trPr>
        <w:tc>
          <w:tcPr>
            <w:tcW w:w="3024" w:type="dxa"/>
            <w:noWrap/>
            <w:tcMar>
              <w:top w:w="0" w:type="dxa"/>
              <w:left w:w="108" w:type="dxa"/>
              <w:bottom w:w="0" w:type="dxa"/>
              <w:right w:w="108" w:type="dxa"/>
            </w:tcMar>
          </w:tcPr>
          <w:p w14:paraId="6961174C" w14:textId="160792D2" w:rsidR="000D7D80" w:rsidRPr="0066792F" w:rsidRDefault="000D7D80" w:rsidP="000D7D80">
            <w:pPr>
              <w:keepNext/>
              <w:spacing w:before="0" w:after="0"/>
              <w:rPr>
                <w:rFonts w:cs="Calibri Light"/>
                <w:color w:val="000000"/>
                <w:sz w:val="18"/>
              </w:rPr>
            </w:pPr>
            <w:r w:rsidRPr="0066792F">
              <w:rPr>
                <w:sz w:val="18"/>
              </w:rPr>
              <w:t>NR</w:t>
            </w:r>
          </w:p>
        </w:tc>
        <w:tc>
          <w:tcPr>
            <w:tcW w:w="3024" w:type="dxa"/>
            <w:noWrap/>
            <w:tcMar>
              <w:top w:w="0" w:type="dxa"/>
              <w:left w:w="108" w:type="dxa"/>
              <w:bottom w:w="0" w:type="dxa"/>
              <w:right w:w="108" w:type="dxa"/>
            </w:tcMar>
          </w:tcPr>
          <w:p w14:paraId="4CC79E24" w14:textId="6A5EFC25" w:rsidR="000D7D80" w:rsidRPr="00DC2E1E" w:rsidRDefault="000D7D80" w:rsidP="000D7D80">
            <w:pPr>
              <w:keepNext/>
              <w:spacing w:before="0" w:after="0"/>
              <w:rPr>
                <w:rFonts w:cs="Calibri Light"/>
                <w:color w:val="000000"/>
                <w:sz w:val="18"/>
                <w:szCs w:val="20"/>
              </w:rPr>
            </w:pPr>
            <w:proofErr w:type="spellStart"/>
            <w:r w:rsidRPr="00DC2E1E">
              <w:rPr>
                <w:sz w:val="18"/>
                <w:szCs w:val="20"/>
              </w:rPr>
              <w:t>DnDeemDI</w:t>
            </w:r>
            <w:proofErr w:type="spellEnd"/>
          </w:p>
        </w:tc>
        <w:tc>
          <w:tcPr>
            <w:tcW w:w="3024" w:type="dxa"/>
            <w:noWrap/>
            <w:tcMar>
              <w:top w:w="0" w:type="dxa"/>
              <w:left w:w="108" w:type="dxa"/>
              <w:bottom w:w="0" w:type="dxa"/>
              <w:right w:w="108" w:type="dxa"/>
            </w:tcMar>
          </w:tcPr>
          <w:p w14:paraId="210ABB9F" w14:textId="71783784" w:rsidR="000D7D80" w:rsidRPr="0066792F" w:rsidRDefault="000D7D80" w:rsidP="000D7D80">
            <w:pPr>
              <w:keepNext/>
              <w:spacing w:before="0" w:after="0"/>
              <w:rPr>
                <w:rFonts w:cs="Calibri Light"/>
                <w:color w:val="000000"/>
                <w:sz w:val="18"/>
              </w:rPr>
            </w:pPr>
            <w:r w:rsidRPr="0066792F">
              <w:rPr>
                <w:sz w:val="18"/>
              </w:rPr>
              <w:t>Res</w:t>
            </w:r>
          </w:p>
        </w:tc>
      </w:tr>
      <w:tr w:rsidR="000D7D80" w:rsidRPr="00C6243E" w14:paraId="39166737" w14:textId="77777777" w:rsidTr="00112455">
        <w:trPr>
          <w:trHeight w:val="290"/>
        </w:trPr>
        <w:tc>
          <w:tcPr>
            <w:tcW w:w="3024" w:type="dxa"/>
            <w:noWrap/>
            <w:tcMar>
              <w:top w:w="0" w:type="dxa"/>
              <w:left w:w="108" w:type="dxa"/>
              <w:bottom w:w="0" w:type="dxa"/>
              <w:right w:w="108" w:type="dxa"/>
            </w:tcMar>
          </w:tcPr>
          <w:p w14:paraId="4A9DDD42" w14:textId="5AC92110" w:rsidR="000D7D80" w:rsidRPr="0066792F" w:rsidRDefault="000D7D80" w:rsidP="000D7D80">
            <w:pPr>
              <w:keepNext/>
              <w:spacing w:before="0" w:after="0"/>
              <w:rPr>
                <w:rFonts w:cs="Calibri Light"/>
                <w:color w:val="000000"/>
                <w:sz w:val="18"/>
              </w:rPr>
            </w:pPr>
            <w:r w:rsidRPr="0066792F">
              <w:rPr>
                <w:sz w:val="18"/>
              </w:rPr>
              <w:t>NR</w:t>
            </w:r>
          </w:p>
        </w:tc>
        <w:tc>
          <w:tcPr>
            <w:tcW w:w="3024" w:type="dxa"/>
            <w:noWrap/>
            <w:tcMar>
              <w:top w:w="0" w:type="dxa"/>
              <w:left w:w="108" w:type="dxa"/>
              <w:bottom w:w="0" w:type="dxa"/>
              <w:right w:w="108" w:type="dxa"/>
            </w:tcMar>
          </w:tcPr>
          <w:p w14:paraId="253DF9A1" w14:textId="58FBFEB1" w:rsidR="000D7D80" w:rsidRPr="00DC2E1E" w:rsidRDefault="000D7D80" w:rsidP="000D7D80">
            <w:pPr>
              <w:keepNext/>
              <w:spacing w:before="0" w:after="0"/>
              <w:rPr>
                <w:rFonts w:cs="Calibri Light"/>
                <w:color w:val="000000"/>
                <w:sz w:val="18"/>
                <w:szCs w:val="20"/>
              </w:rPr>
            </w:pPr>
            <w:proofErr w:type="spellStart"/>
            <w:r w:rsidRPr="00DC2E1E">
              <w:rPr>
                <w:sz w:val="18"/>
                <w:szCs w:val="20"/>
              </w:rPr>
              <w:t>UpDeemed</w:t>
            </w:r>
            <w:proofErr w:type="spellEnd"/>
          </w:p>
        </w:tc>
        <w:tc>
          <w:tcPr>
            <w:tcW w:w="3024" w:type="dxa"/>
            <w:noWrap/>
            <w:tcMar>
              <w:top w:w="0" w:type="dxa"/>
              <w:left w:w="108" w:type="dxa"/>
              <w:bottom w:w="0" w:type="dxa"/>
              <w:right w:w="108" w:type="dxa"/>
            </w:tcMar>
          </w:tcPr>
          <w:p w14:paraId="559E685C" w14:textId="72474193" w:rsidR="000D7D80" w:rsidRPr="0066792F" w:rsidRDefault="000D7D80" w:rsidP="000D7D80">
            <w:pPr>
              <w:keepNext/>
              <w:spacing w:before="0" w:after="0"/>
              <w:rPr>
                <w:rFonts w:cs="Calibri Light"/>
                <w:color w:val="000000"/>
                <w:sz w:val="18"/>
              </w:rPr>
            </w:pPr>
            <w:r w:rsidRPr="0066792F">
              <w:rPr>
                <w:sz w:val="18"/>
              </w:rPr>
              <w:t>Res</w:t>
            </w:r>
          </w:p>
        </w:tc>
      </w:tr>
      <w:tr w:rsidR="00DA14C4" w:rsidRPr="00C6243E" w14:paraId="49EC66ED" w14:textId="77777777" w:rsidTr="00112455">
        <w:trPr>
          <w:trHeight w:val="290"/>
        </w:trPr>
        <w:tc>
          <w:tcPr>
            <w:tcW w:w="3024" w:type="dxa"/>
            <w:noWrap/>
            <w:tcMar>
              <w:top w:w="0" w:type="dxa"/>
              <w:left w:w="108" w:type="dxa"/>
              <w:bottom w:w="0" w:type="dxa"/>
              <w:right w:w="108" w:type="dxa"/>
            </w:tcMar>
          </w:tcPr>
          <w:p w14:paraId="6119DC66" w14:textId="196C25C4" w:rsidR="00DA14C4" w:rsidRPr="0066792F" w:rsidRDefault="00DA14C4" w:rsidP="00DA14C4">
            <w:pPr>
              <w:keepNext/>
              <w:spacing w:before="0" w:after="0"/>
              <w:rPr>
                <w:sz w:val="18"/>
              </w:rPr>
            </w:pPr>
            <w:r>
              <w:rPr>
                <w:sz w:val="18"/>
              </w:rPr>
              <w:t>NC</w:t>
            </w:r>
          </w:p>
        </w:tc>
        <w:tc>
          <w:tcPr>
            <w:tcW w:w="3024" w:type="dxa"/>
            <w:noWrap/>
            <w:tcMar>
              <w:top w:w="0" w:type="dxa"/>
              <w:left w:w="108" w:type="dxa"/>
              <w:bottom w:w="0" w:type="dxa"/>
              <w:right w:w="108" w:type="dxa"/>
            </w:tcMar>
          </w:tcPr>
          <w:p w14:paraId="382914E4" w14:textId="4C7C7B3F" w:rsidR="00DA14C4" w:rsidRPr="00DC2E1E" w:rsidRDefault="00DA14C4" w:rsidP="00DA14C4">
            <w:pPr>
              <w:keepNext/>
              <w:spacing w:before="0" w:after="0"/>
              <w:rPr>
                <w:sz w:val="18"/>
                <w:szCs w:val="20"/>
              </w:rPr>
            </w:pPr>
            <w:proofErr w:type="spellStart"/>
            <w:r w:rsidRPr="00DC2E1E">
              <w:rPr>
                <w:sz w:val="18"/>
                <w:szCs w:val="20"/>
              </w:rPr>
              <w:t>DnDeemed</w:t>
            </w:r>
            <w:proofErr w:type="spellEnd"/>
          </w:p>
        </w:tc>
        <w:tc>
          <w:tcPr>
            <w:tcW w:w="3024" w:type="dxa"/>
            <w:noWrap/>
            <w:tcMar>
              <w:top w:w="0" w:type="dxa"/>
              <w:left w:w="108" w:type="dxa"/>
              <w:bottom w:w="0" w:type="dxa"/>
              <w:right w:w="108" w:type="dxa"/>
            </w:tcMar>
          </w:tcPr>
          <w:p w14:paraId="1B132E85" w14:textId="5E90FD3F" w:rsidR="00DA14C4" w:rsidRPr="0066792F" w:rsidRDefault="00DA14C4" w:rsidP="00DA14C4">
            <w:pPr>
              <w:keepNext/>
              <w:spacing w:before="0" w:after="0"/>
              <w:rPr>
                <w:sz w:val="18"/>
              </w:rPr>
            </w:pPr>
            <w:r w:rsidRPr="0066792F">
              <w:rPr>
                <w:sz w:val="18"/>
              </w:rPr>
              <w:t>Res</w:t>
            </w:r>
          </w:p>
        </w:tc>
      </w:tr>
      <w:tr w:rsidR="00DA14C4" w:rsidRPr="00C6243E" w14:paraId="336498F7" w14:textId="77777777" w:rsidTr="00112455">
        <w:trPr>
          <w:trHeight w:val="290"/>
        </w:trPr>
        <w:tc>
          <w:tcPr>
            <w:tcW w:w="3024" w:type="dxa"/>
            <w:noWrap/>
            <w:tcMar>
              <w:top w:w="0" w:type="dxa"/>
              <w:left w:w="108" w:type="dxa"/>
              <w:bottom w:w="0" w:type="dxa"/>
              <w:right w:w="108" w:type="dxa"/>
            </w:tcMar>
          </w:tcPr>
          <w:p w14:paraId="0D357E4C" w14:textId="64F18FE4" w:rsidR="00DA14C4" w:rsidRPr="0066792F" w:rsidRDefault="00DA14C4" w:rsidP="00DA14C4">
            <w:pPr>
              <w:keepNext/>
              <w:spacing w:before="0" w:after="0"/>
              <w:rPr>
                <w:sz w:val="18"/>
              </w:rPr>
            </w:pPr>
            <w:r>
              <w:rPr>
                <w:sz w:val="18"/>
              </w:rPr>
              <w:t>NC</w:t>
            </w:r>
          </w:p>
        </w:tc>
        <w:tc>
          <w:tcPr>
            <w:tcW w:w="3024" w:type="dxa"/>
            <w:noWrap/>
            <w:tcMar>
              <w:top w:w="0" w:type="dxa"/>
              <w:left w:w="108" w:type="dxa"/>
              <w:bottom w:w="0" w:type="dxa"/>
              <w:right w:w="108" w:type="dxa"/>
            </w:tcMar>
          </w:tcPr>
          <w:p w14:paraId="583AE82C" w14:textId="7B504029" w:rsidR="00DA14C4" w:rsidRPr="00DC2E1E" w:rsidRDefault="00DA14C4" w:rsidP="00DA14C4">
            <w:pPr>
              <w:keepNext/>
              <w:spacing w:before="0" w:after="0"/>
              <w:rPr>
                <w:sz w:val="18"/>
                <w:szCs w:val="20"/>
              </w:rPr>
            </w:pPr>
            <w:proofErr w:type="spellStart"/>
            <w:r w:rsidRPr="00DC2E1E">
              <w:rPr>
                <w:sz w:val="18"/>
                <w:szCs w:val="20"/>
              </w:rPr>
              <w:t>DnDeemDI</w:t>
            </w:r>
            <w:proofErr w:type="spellEnd"/>
          </w:p>
        </w:tc>
        <w:tc>
          <w:tcPr>
            <w:tcW w:w="3024" w:type="dxa"/>
            <w:noWrap/>
            <w:tcMar>
              <w:top w:w="0" w:type="dxa"/>
              <w:left w:w="108" w:type="dxa"/>
              <w:bottom w:w="0" w:type="dxa"/>
              <w:right w:w="108" w:type="dxa"/>
            </w:tcMar>
          </w:tcPr>
          <w:p w14:paraId="66E9D386" w14:textId="50BA62C6" w:rsidR="00DA14C4" w:rsidRPr="0066792F" w:rsidRDefault="00DA14C4" w:rsidP="00DA14C4">
            <w:pPr>
              <w:keepNext/>
              <w:spacing w:before="0" w:after="0"/>
              <w:rPr>
                <w:sz w:val="18"/>
              </w:rPr>
            </w:pPr>
            <w:r w:rsidRPr="0066792F">
              <w:rPr>
                <w:sz w:val="18"/>
              </w:rPr>
              <w:t>Res</w:t>
            </w:r>
          </w:p>
        </w:tc>
      </w:tr>
      <w:tr w:rsidR="00091F66" w:rsidRPr="00C6243E" w14:paraId="2CBC6779" w14:textId="77777777" w:rsidTr="00112455">
        <w:trPr>
          <w:trHeight w:val="290"/>
        </w:trPr>
        <w:tc>
          <w:tcPr>
            <w:tcW w:w="3024" w:type="dxa"/>
            <w:noWrap/>
            <w:tcMar>
              <w:top w:w="0" w:type="dxa"/>
              <w:left w:w="108" w:type="dxa"/>
              <w:bottom w:w="0" w:type="dxa"/>
              <w:right w:w="108" w:type="dxa"/>
            </w:tcMar>
          </w:tcPr>
          <w:p w14:paraId="2B8281FF" w14:textId="5D676DD5" w:rsidR="00091F66" w:rsidRPr="0066792F" w:rsidRDefault="00091F66" w:rsidP="00091F66">
            <w:pPr>
              <w:keepNext/>
              <w:spacing w:before="0" w:after="0"/>
              <w:rPr>
                <w:rFonts w:cs="Calibri Light"/>
                <w:color w:val="000000"/>
                <w:sz w:val="18"/>
              </w:rPr>
            </w:pPr>
            <w:r w:rsidRPr="0066792F">
              <w:rPr>
                <w:sz w:val="18"/>
              </w:rPr>
              <w:t>AR</w:t>
            </w:r>
          </w:p>
        </w:tc>
        <w:tc>
          <w:tcPr>
            <w:tcW w:w="3024" w:type="dxa"/>
            <w:noWrap/>
            <w:tcMar>
              <w:top w:w="0" w:type="dxa"/>
              <w:left w:w="108" w:type="dxa"/>
              <w:bottom w:w="0" w:type="dxa"/>
              <w:right w:w="108" w:type="dxa"/>
            </w:tcMar>
          </w:tcPr>
          <w:p w14:paraId="48C1E562" w14:textId="5666B1AD" w:rsidR="00091F66" w:rsidRPr="00DC2E1E" w:rsidRDefault="00091F66" w:rsidP="00091F66">
            <w:pPr>
              <w:keepNext/>
              <w:spacing w:before="0" w:after="0"/>
              <w:rPr>
                <w:rFonts w:cs="Calibri Light"/>
                <w:color w:val="000000"/>
                <w:sz w:val="18"/>
                <w:szCs w:val="20"/>
              </w:rPr>
            </w:pPr>
            <w:proofErr w:type="spellStart"/>
            <w:r w:rsidRPr="00DC2E1E">
              <w:rPr>
                <w:sz w:val="18"/>
                <w:szCs w:val="20"/>
              </w:rPr>
              <w:t>DnDeemed</w:t>
            </w:r>
            <w:proofErr w:type="spellEnd"/>
          </w:p>
        </w:tc>
        <w:tc>
          <w:tcPr>
            <w:tcW w:w="3024" w:type="dxa"/>
            <w:noWrap/>
            <w:tcMar>
              <w:top w:w="0" w:type="dxa"/>
              <w:left w:w="108" w:type="dxa"/>
              <w:bottom w:w="0" w:type="dxa"/>
              <w:right w:w="108" w:type="dxa"/>
            </w:tcMar>
          </w:tcPr>
          <w:p w14:paraId="5189C0F5" w14:textId="343ACBCB" w:rsidR="00091F66" w:rsidRPr="0066792F" w:rsidRDefault="00091F66" w:rsidP="00091F66">
            <w:pPr>
              <w:keepNext/>
              <w:spacing w:before="0" w:after="0"/>
              <w:rPr>
                <w:rFonts w:cs="Calibri Light"/>
                <w:color w:val="000000"/>
                <w:sz w:val="18"/>
              </w:rPr>
            </w:pPr>
            <w:r w:rsidRPr="0066792F">
              <w:rPr>
                <w:sz w:val="18"/>
              </w:rPr>
              <w:t>Res</w:t>
            </w:r>
          </w:p>
        </w:tc>
      </w:tr>
      <w:tr w:rsidR="00091F66" w:rsidRPr="00C6243E" w14:paraId="07234CBE" w14:textId="77777777" w:rsidTr="00112455">
        <w:trPr>
          <w:trHeight w:val="290"/>
        </w:trPr>
        <w:tc>
          <w:tcPr>
            <w:tcW w:w="3024" w:type="dxa"/>
            <w:noWrap/>
            <w:tcMar>
              <w:top w:w="0" w:type="dxa"/>
              <w:left w:w="108" w:type="dxa"/>
              <w:bottom w:w="0" w:type="dxa"/>
              <w:right w:w="108" w:type="dxa"/>
            </w:tcMar>
          </w:tcPr>
          <w:p w14:paraId="3BCC4EEB" w14:textId="47CC975D" w:rsidR="00091F66" w:rsidRPr="0066792F" w:rsidRDefault="00091F66" w:rsidP="00091F66">
            <w:pPr>
              <w:keepNext/>
              <w:spacing w:before="0" w:after="0"/>
              <w:rPr>
                <w:sz w:val="18"/>
              </w:rPr>
            </w:pPr>
            <w:r w:rsidRPr="0066792F">
              <w:rPr>
                <w:sz w:val="18"/>
              </w:rPr>
              <w:t>AR</w:t>
            </w:r>
          </w:p>
        </w:tc>
        <w:tc>
          <w:tcPr>
            <w:tcW w:w="3024" w:type="dxa"/>
            <w:noWrap/>
            <w:tcMar>
              <w:top w:w="0" w:type="dxa"/>
              <w:left w:w="108" w:type="dxa"/>
              <w:bottom w:w="0" w:type="dxa"/>
              <w:right w:w="108" w:type="dxa"/>
            </w:tcMar>
          </w:tcPr>
          <w:p w14:paraId="27FC5EAC" w14:textId="3CBB30D6" w:rsidR="00091F66" w:rsidRPr="00DC2E1E" w:rsidRDefault="00091F66" w:rsidP="00091F66">
            <w:pPr>
              <w:keepNext/>
              <w:spacing w:before="0" w:after="0"/>
              <w:rPr>
                <w:sz w:val="18"/>
                <w:szCs w:val="20"/>
              </w:rPr>
            </w:pPr>
            <w:proofErr w:type="spellStart"/>
            <w:r w:rsidRPr="00DC2E1E">
              <w:rPr>
                <w:sz w:val="18"/>
                <w:szCs w:val="20"/>
              </w:rPr>
              <w:t>DnDeemDI</w:t>
            </w:r>
            <w:proofErr w:type="spellEnd"/>
          </w:p>
        </w:tc>
        <w:tc>
          <w:tcPr>
            <w:tcW w:w="3024" w:type="dxa"/>
            <w:noWrap/>
            <w:tcMar>
              <w:top w:w="0" w:type="dxa"/>
              <w:left w:w="108" w:type="dxa"/>
              <w:bottom w:w="0" w:type="dxa"/>
              <w:right w:w="108" w:type="dxa"/>
            </w:tcMar>
          </w:tcPr>
          <w:p w14:paraId="17C8A309" w14:textId="155B5990" w:rsidR="00091F66" w:rsidRPr="0066792F" w:rsidRDefault="00091F66" w:rsidP="00091F66">
            <w:pPr>
              <w:keepNext/>
              <w:spacing w:before="0" w:after="0"/>
              <w:rPr>
                <w:sz w:val="18"/>
              </w:rPr>
            </w:pPr>
            <w:r w:rsidRPr="0066792F">
              <w:rPr>
                <w:sz w:val="18"/>
              </w:rPr>
              <w:t>Res</w:t>
            </w:r>
          </w:p>
        </w:tc>
      </w:tr>
    </w:tbl>
    <w:p w14:paraId="206C276C" w14:textId="472A2A19" w:rsidR="000D7D80" w:rsidRPr="00C6243E" w:rsidRDefault="002476A4" w:rsidP="001B426F">
      <w:pPr>
        <w:rPr>
          <w:rFonts w:cs="Calibri Light"/>
        </w:rPr>
      </w:pPr>
      <w:r>
        <w:rPr>
          <w:rFonts w:cs="Calibri Light"/>
        </w:rPr>
        <w:t xml:space="preserve">For Upstream offerings, only </w:t>
      </w:r>
      <w:proofErr w:type="gramStart"/>
      <w:r>
        <w:rPr>
          <w:rFonts w:cs="Calibri Light"/>
        </w:rPr>
        <w:t>a number of</w:t>
      </w:r>
      <w:proofErr w:type="gramEnd"/>
      <w:r>
        <w:rPr>
          <w:rFonts w:cs="Calibri Light"/>
        </w:rPr>
        <w:t xml:space="preserve"> representative measures are provided given that there will be some level of uncertainty as what</w:t>
      </w:r>
      <w:r w:rsidR="004F3271">
        <w:rPr>
          <w:rFonts w:cs="Calibri Light"/>
        </w:rPr>
        <w:t xml:space="preserve"> </w:t>
      </w:r>
      <w:r>
        <w:rPr>
          <w:rFonts w:cs="Calibri Light"/>
        </w:rPr>
        <w:t xml:space="preserve">heater technology </w:t>
      </w:r>
      <w:r w:rsidR="004F3271">
        <w:rPr>
          <w:rFonts w:cs="Calibri Light"/>
        </w:rPr>
        <w:t xml:space="preserve">(e.g., </w:t>
      </w:r>
      <w:r>
        <w:rPr>
          <w:rFonts w:cs="Calibri Light"/>
        </w:rPr>
        <w:t>type and capacity</w:t>
      </w:r>
      <w:r w:rsidR="004F3271">
        <w:rPr>
          <w:rFonts w:cs="Calibri Light"/>
        </w:rPr>
        <w:t xml:space="preserve">) </w:t>
      </w:r>
      <w:r>
        <w:rPr>
          <w:rFonts w:cs="Calibri Light"/>
        </w:rPr>
        <w:t xml:space="preserve">will be installed at the building relative to </w:t>
      </w:r>
      <w:r w:rsidR="00F400F0">
        <w:rPr>
          <w:rFonts w:cs="Calibri Light"/>
        </w:rPr>
        <w:t>the original (</w:t>
      </w:r>
      <w:r>
        <w:rPr>
          <w:rFonts w:cs="Calibri Light"/>
        </w:rPr>
        <w:t>existing</w:t>
      </w:r>
      <w:r w:rsidR="00F400F0">
        <w:rPr>
          <w:rFonts w:cs="Calibri Light"/>
        </w:rPr>
        <w:t>)</w:t>
      </w:r>
      <w:r>
        <w:rPr>
          <w:rFonts w:cs="Calibri Light"/>
        </w:rPr>
        <w:t xml:space="preserve"> heater technology.  </w:t>
      </w:r>
    </w:p>
    <w:bookmarkEnd w:id="30"/>
    <w:bookmarkEnd w:id="32"/>
    <w:p w14:paraId="65D6BE44" w14:textId="77777777" w:rsidR="00AA46AF" w:rsidRPr="00C6243E" w:rsidRDefault="00196649" w:rsidP="00154391">
      <w:pPr>
        <w:pStyle w:val="eTRMHeading5"/>
        <w:rPr>
          <w:rFonts w:cs="Calibri Light"/>
        </w:rPr>
      </w:pPr>
      <w:r w:rsidRPr="00C6243E">
        <w:rPr>
          <w:rFonts w:cs="Calibri Light"/>
        </w:rPr>
        <w:t>Eligible Products</w:t>
      </w:r>
    </w:p>
    <w:p w14:paraId="7A4E1868" w14:textId="77777777" w:rsidR="00A377A6" w:rsidRPr="00C6243E" w:rsidRDefault="00A377A6" w:rsidP="00A377A6">
      <w:pPr>
        <w:rPr>
          <w:rFonts w:cs="Calibri Light"/>
          <w:b/>
          <w:sz w:val="28"/>
          <w:szCs w:val="28"/>
        </w:rPr>
      </w:pPr>
      <w:r w:rsidRPr="00112455">
        <w:rPr>
          <w:rFonts w:cs="Calibri Light"/>
          <w:b/>
        </w:rPr>
        <w:t>General Eligibility Requirements</w:t>
      </w:r>
    </w:p>
    <w:p w14:paraId="210B4897" w14:textId="23716FF9" w:rsidR="00470F07" w:rsidRPr="00C6243E" w:rsidRDefault="00B97FE0" w:rsidP="00B85656">
      <w:pPr>
        <w:rPr>
          <w:rFonts w:cs="Calibri Light"/>
        </w:rPr>
      </w:pPr>
      <w:r w:rsidRPr="00B97FE0">
        <w:rPr>
          <w:rFonts w:cs="Calibri Light"/>
        </w:rPr>
        <w:t>The heat pump water heater must meet the storage capacity and minimum efficiency requirements set forth in the Measure Case Description.</w:t>
      </w:r>
      <w:r w:rsidR="00F61EA0">
        <w:rPr>
          <w:rFonts w:cs="Calibri Light"/>
        </w:rPr>
        <w:t xml:space="preserve"> Existing base equipment must be disposed.</w:t>
      </w:r>
    </w:p>
    <w:p w14:paraId="48EC979B" w14:textId="77777777" w:rsidR="00B85656" w:rsidRPr="00C6243E" w:rsidRDefault="00B85656" w:rsidP="00B85656">
      <w:pPr>
        <w:rPr>
          <w:rFonts w:cs="Calibri Light"/>
        </w:rPr>
      </w:pPr>
    </w:p>
    <w:p w14:paraId="3780EB7A" w14:textId="77777777" w:rsidR="007B6A74" w:rsidRPr="00C6243E" w:rsidRDefault="007B6A74" w:rsidP="00401C43">
      <w:pPr>
        <w:pStyle w:val="eTRMHeading5"/>
        <w:rPr>
          <w:rFonts w:cs="Calibri Light"/>
        </w:rPr>
      </w:pPr>
      <w:r w:rsidRPr="00C6243E">
        <w:rPr>
          <w:rFonts w:cs="Calibri Light"/>
        </w:rPr>
        <w:t>Eligible Building Types</w:t>
      </w:r>
      <w:r w:rsidR="00E57AAD" w:rsidRPr="00C6243E">
        <w:rPr>
          <w:rFonts w:cs="Calibri Light"/>
        </w:rPr>
        <w:t xml:space="preserve"> and Vintages</w:t>
      </w:r>
    </w:p>
    <w:p w14:paraId="67D67CD0" w14:textId="14FA6176" w:rsidR="00571D95" w:rsidRPr="00C6243E" w:rsidRDefault="001501B3" w:rsidP="00571D95">
      <w:pPr>
        <w:rPr>
          <w:rFonts w:cs="Calibri Light"/>
        </w:rPr>
      </w:pPr>
      <w:r w:rsidRPr="00C6243E">
        <w:rPr>
          <w:rFonts w:cs="Calibri Light"/>
        </w:rPr>
        <w:t xml:space="preserve">This measure is applicable for all residential building types </w:t>
      </w:r>
      <w:r w:rsidR="00302B26" w:rsidRPr="00C6243E">
        <w:rPr>
          <w:rFonts w:cs="Calibri Light"/>
        </w:rPr>
        <w:t>(</w:t>
      </w:r>
      <w:r w:rsidR="00302B26" w:rsidRPr="00C6243E">
        <w:rPr>
          <w:rFonts w:cs="Calibri Light"/>
          <w:szCs w:val="22"/>
        </w:rPr>
        <w:t>single family, multifamily, and mobile homes)</w:t>
      </w:r>
      <w:r w:rsidRPr="00C6243E">
        <w:rPr>
          <w:rFonts w:cs="Calibri Light"/>
        </w:rPr>
        <w:t>.</w:t>
      </w:r>
    </w:p>
    <w:p w14:paraId="2A7F1B12" w14:textId="77777777" w:rsidR="001501B3" w:rsidRPr="00C6243E" w:rsidRDefault="001501B3" w:rsidP="00571D95">
      <w:pPr>
        <w:rPr>
          <w:rFonts w:cs="Calibri Light"/>
        </w:rPr>
      </w:pPr>
    </w:p>
    <w:p w14:paraId="693E3D68" w14:textId="77777777" w:rsidR="007B6A74" w:rsidRPr="00C6243E" w:rsidRDefault="00196649" w:rsidP="00154391">
      <w:pPr>
        <w:pStyle w:val="eTRMHeading5"/>
        <w:rPr>
          <w:rFonts w:cs="Calibri Light"/>
        </w:rPr>
      </w:pPr>
      <w:r w:rsidRPr="00C6243E">
        <w:rPr>
          <w:rFonts w:cs="Calibri Light"/>
        </w:rPr>
        <w:t>Eligible Climate Zones</w:t>
      </w:r>
    </w:p>
    <w:p w14:paraId="13C69DA5" w14:textId="77777777" w:rsidR="00A377A6" w:rsidRPr="00C6243E" w:rsidRDefault="004B6780" w:rsidP="00A377A6">
      <w:pPr>
        <w:rPr>
          <w:rFonts w:cs="Calibri Light"/>
        </w:rPr>
      </w:pPr>
      <w:r w:rsidRPr="00C6243E">
        <w:rPr>
          <w:rFonts w:cs="Calibri Light"/>
        </w:rPr>
        <w:t xml:space="preserve">This measure is applicable </w:t>
      </w:r>
      <w:r w:rsidR="00273571" w:rsidRPr="00C6243E">
        <w:rPr>
          <w:rFonts w:cs="Calibri Light"/>
        </w:rPr>
        <w:t>in</w:t>
      </w:r>
      <w:r w:rsidRPr="00C6243E">
        <w:rPr>
          <w:rFonts w:cs="Calibri Light"/>
        </w:rPr>
        <w:t xml:space="preserve"> </w:t>
      </w:r>
      <w:r w:rsidR="00890F77" w:rsidRPr="00C6243E">
        <w:rPr>
          <w:rFonts w:cs="Calibri Light"/>
        </w:rPr>
        <w:t>all</w:t>
      </w:r>
      <w:r w:rsidRPr="00C6243E">
        <w:rPr>
          <w:rFonts w:cs="Calibri Light"/>
        </w:rPr>
        <w:t xml:space="preserve"> California climate zones</w:t>
      </w:r>
      <w:r w:rsidR="0060378A" w:rsidRPr="00C6243E">
        <w:rPr>
          <w:rFonts w:cs="Calibri Light"/>
        </w:rPr>
        <w:t xml:space="preserve">. </w:t>
      </w:r>
    </w:p>
    <w:p w14:paraId="1149E753" w14:textId="37F87D3B" w:rsidR="002575C7" w:rsidRDefault="002575C7" w:rsidP="002575C7">
      <w:pPr>
        <w:keepNext/>
        <w:spacing w:before="0" w:after="0" w:line="0" w:lineRule="atLeast"/>
        <w:rPr>
          <w:i/>
          <w:color w:val="5F5F5F"/>
        </w:rPr>
      </w:pPr>
      <w:bookmarkStart w:id="34" w:name="_Hlk68770052"/>
      <w:r w:rsidRPr="001519B0">
        <w:rPr>
          <w:i/>
          <w:color w:val="5F5F5F"/>
        </w:rPr>
        <w:t xml:space="preserve">Required </w:t>
      </w:r>
      <w:r>
        <w:rPr>
          <w:i/>
          <w:color w:val="5F5F5F"/>
        </w:rPr>
        <w:t>Data Collection for All Measures</w:t>
      </w:r>
    </w:p>
    <w:p w14:paraId="6557E45C" w14:textId="60528890" w:rsidR="007122D7" w:rsidRDefault="002575C7" w:rsidP="007122D7">
      <w:pPr>
        <w:keepNext/>
        <w:spacing w:before="0" w:after="0" w:line="0" w:lineRule="atLeast"/>
        <w:rPr>
          <w:rFonts w:cs="Calibri Light"/>
        </w:rPr>
      </w:pPr>
      <w:r>
        <w:rPr>
          <w:rFonts w:cs="Calibri Light"/>
        </w:rPr>
        <w:t xml:space="preserve">To ensure that the appropriate incentives, savings, and cost effectiveness values are applied for each application, the following data must be collected for each application: </w:t>
      </w:r>
    </w:p>
    <w:p w14:paraId="27952EA8" w14:textId="77777777" w:rsidR="002575C7" w:rsidRDefault="002575C7" w:rsidP="002575C7">
      <w:pPr>
        <w:pStyle w:val="ListParagraph"/>
        <w:numPr>
          <w:ilvl w:val="0"/>
          <w:numId w:val="41"/>
        </w:numPr>
      </w:pPr>
      <w:r>
        <w:t xml:space="preserve">Measure case equipment specifications including: </w:t>
      </w:r>
    </w:p>
    <w:p w14:paraId="54F87B2D" w14:textId="59987556" w:rsidR="002575C7" w:rsidRDefault="002575C7" w:rsidP="002575C7">
      <w:pPr>
        <w:pStyle w:val="ListParagraph"/>
        <w:numPr>
          <w:ilvl w:val="1"/>
          <w:numId w:val="41"/>
        </w:numPr>
      </w:pPr>
      <w:r>
        <w:t>Manufacturer and model number</w:t>
      </w:r>
    </w:p>
    <w:p w14:paraId="48DA3D7B" w14:textId="799795D5" w:rsidR="002575C7" w:rsidRDefault="002575C7" w:rsidP="002575C7">
      <w:pPr>
        <w:pStyle w:val="ListParagraph"/>
        <w:numPr>
          <w:ilvl w:val="1"/>
          <w:numId w:val="41"/>
        </w:numPr>
      </w:pPr>
      <w:r>
        <w:t>UEF</w:t>
      </w:r>
    </w:p>
    <w:p w14:paraId="475C0CF5" w14:textId="401F5E4D" w:rsidR="002575C7" w:rsidRDefault="002575C7" w:rsidP="002575C7">
      <w:pPr>
        <w:pStyle w:val="ListParagraph"/>
        <w:numPr>
          <w:ilvl w:val="1"/>
          <w:numId w:val="41"/>
        </w:numPr>
      </w:pPr>
      <w:r>
        <w:t>Storage volume in gallons</w:t>
      </w:r>
    </w:p>
    <w:p w14:paraId="0E718039" w14:textId="724B05BF" w:rsidR="002575C7" w:rsidRDefault="002575C7" w:rsidP="002575C7">
      <w:pPr>
        <w:pStyle w:val="ListParagraph"/>
        <w:numPr>
          <w:ilvl w:val="1"/>
          <w:numId w:val="41"/>
        </w:numPr>
      </w:pPr>
      <w:r>
        <w:t>First Hour Rating (FHR)</w:t>
      </w:r>
    </w:p>
    <w:p w14:paraId="4328778F" w14:textId="70D320BE" w:rsidR="002575C7" w:rsidRDefault="002575C7" w:rsidP="002575C7">
      <w:pPr>
        <w:pStyle w:val="ListParagraph"/>
        <w:numPr>
          <w:ilvl w:val="0"/>
          <w:numId w:val="41"/>
        </w:numPr>
      </w:pPr>
      <w:r>
        <w:lastRenderedPageBreak/>
        <w:t>Customer site information including:</w:t>
      </w:r>
    </w:p>
    <w:p w14:paraId="0F63F44F" w14:textId="06502962" w:rsidR="002575C7" w:rsidRDefault="002575C7" w:rsidP="002575C7">
      <w:pPr>
        <w:pStyle w:val="ListParagraph"/>
        <w:numPr>
          <w:ilvl w:val="1"/>
          <w:numId w:val="41"/>
        </w:numPr>
      </w:pPr>
      <w:r>
        <w:t xml:space="preserve">Climate Zone </w:t>
      </w:r>
    </w:p>
    <w:p w14:paraId="4C5053FE" w14:textId="4253C627" w:rsidR="002575C7" w:rsidRPr="002575C7" w:rsidRDefault="002575C7" w:rsidP="00573D0C">
      <w:pPr>
        <w:pStyle w:val="ListParagraph"/>
        <w:numPr>
          <w:ilvl w:val="1"/>
          <w:numId w:val="41"/>
        </w:numPr>
      </w:pPr>
      <w:r>
        <w:t xml:space="preserve">Building Type (for </w:t>
      </w:r>
      <w:r w:rsidR="00D777FB">
        <w:t>D</w:t>
      </w:r>
      <w:r>
        <w:t>ownstream</w:t>
      </w:r>
      <w:r w:rsidR="00DA6C0A">
        <w:t xml:space="preserve"> and </w:t>
      </w:r>
      <w:r w:rsidR="00D777FB">
        <w:t>D</w:t>
      </w:r>
      <w:r w:rsidR="00DA6C0A">
        <w:t xml:space="preserve">irect </w:t>
      </w:r>
      <w:r w:rsidR="00D777FB">
        <w:t>I</w:t>
      </w:r>
      <w:r w:rsidR="00DA6C0A">
        <w:t>nstall</w:t>
      </w:r>
      <w:r>
        <w:t xml:space="preserve"> measures)</w:t>
      </w:r>
    </w:p>
    <w:bookmarkEnd w:id="34"/>
    <w:p w14:paraId="5350F59E" w14:textId="63EB963F" w:rsidR="002575C7" w:rsidRPr="00573D0C" w:rsidRDefault="002575C7" w:rsidP="007122D7">
      <w:pPr>
        <w:keepNext/>
        <w:spacing w:before="0" w:after="0" w:line="0" w:lineRule="atLeast"/>
        <w:rPr>
          <w:iCs/>
          <w:color w:val="5F5F5F"/>
        </w:rPr>
      </w:pPr>
    </w:p>
    <w:p w14:paraId="5FEFE5A5" w14:textId="77777777" w:rsidR="002575C7" w:rsidRDefault="002575C7" w:rsidP="007122D7">
      <w:pPr>
        <w:keepNext/>
        <w:spacing w:before="0" w:after="0" w:line="0" w:lineRule="atLeast"/>
        <w:rPr>
          <w:i/>
          <w:color w:val="5F5F5F"/>
        </w:rPr>
      </w:pPr>
    </w:p>
    <w:p w14:paraId="0B882879" w14:textId="3AFF0B0E" w:rsidR="007122D7" w:rsidRDefault="007122D7" w:rsidP="007122D7">
      <w:pPr>
        <w:keepNext/>
        <w:spacing w:before="0" w:after="0" w:line="0" w:lineRule="atLeast"/>
        <w:rPr>
          <w:i/>
          <w:color w:val="5F5F5F"/>
        </w:rPr>
      </w:pPr>
      <w:r w:rsidRPr="001519B0">
        <w:rPr>
          <w:i/>
          <w:color w:val="5F5F5F"/>
        </w:rPr>
        <w:t xml:space="preserve">Required Documentation for </w:t>
      </w:r>
      <w:r>
        <w:rPr>
          <w:i/>
          <w:color w:val="5F5F5F"/>
        </w:rPr>
        <w:t>Accelerated Replacement</w:t>
      </w:r>
    </w:p>
    <w:p w14:paraId="7538038B" w14:textId="77777777" w:rsidR="007122D7" w:rsidRPr="001519B0" w:rsidRDefault="007122D7" w:rsidP="007122D7">
      <w:pPr>
        <w:keepNext/>
        <w:spacing w:before="0" w:after="0" w:line="0" w:lineRule="atLeast"/>
        <w:rPr>
          <w:i/>
          <w:color w:val="5F5F5F"/>
        </w:rPr>
      </w:pPr>
    </w:p>
    <w:p w14:paraId="018567B4" w14:textId="77777777" w:rsidR="007122D7" w:rsidRDefault="007122D7" w:rsidP="007122D7">
      <w:pPr>
        <w:spacing w:before="0" w:after="0" w:line="0" w:lineRule="atLeast"/>
      </w:pPr>
      <w:r>
        <w:t xml:space="preserve">Preponderance of evidence (POE) must be documented. Notably, programs shall document if measure was replaced as a direct result of information, recommendations, and support provided by the Program Administrator, and programs shall require the collection and submission of documentation to ensure proper conformance to eligibility and implementation requirements. The following are the types of information that will be required for all projects: </w:t>
      </w:r>
    </w:p>
    <w:p w14:paraId="75E80B47" w14:textId="77777777" w:rsidR="007122D7" w:rsidRDefault="007122D7" w:rsidP="00573D0C">
      <w:pPr>
        <w:pStyle w:val="ListParagraph"/>
        <w:numPr>
          <w:ilvl w:val="0"/>
          <w:numId w:val="40"/>
        </w:numPr>
        <w:ind w:left="630"/>
      </w:pPr>
      <w:r>
        <w:t>Customer/site information</w:t>
      </w:r>
    </w:p>
    <w:p w14:paraId="6205870C" w14:textId="77777777" w:rsidR="007122D7" w:rsidRDefault="007122D7" w:rsidP="00573D0C">
      <w:pPr>
        <w:pStyle w:val="ListParagraph"/>
        <w:numPr>
          <w:ilvl w:val="0"/>
          <w:numId w:val="40"/>
        </w:numPr>
        <w:ind w:left="630"/>
      </w:pPr>
      <w:r>
        <w:t>Specifications of existing equipment</w:t>
      </w:r>
    </w:p>
    <w:p w14:paraId="091ABE17" w14:textId="2AA50212" w:rsidR="007122D7" w:rsidRDefault="007122D7" w:rsidP="00573D0C">
      <w:pPr>
        <w:pStyle w:val="ListParagraph"/>
        <w:numPr>
          <w:ilvl w:val="0"/>
          <w:numId w:val="40"/>
        </w:numPr>
        <w:ind w:left="630"/>
      </w:pPr>
      <w:r>
        <w:t>Proof that water heater is still operating as intended</w:t>
      </w:r>
    </w:p>
    <w:p w14:paraId="61FB2CF4" w14:textId="68B11FD5" w:rsidR="007122D7" w:rsidRDefault="007122D7" w:rsidP="00573D0C">
      <w:pPr>
        <w:pStyle w:val="ListParagraph"/>
        <w:numPr>
          <w:ilvl w:val="0"/>
          <w:numId w:val="40"/>
        </w:numPr>
        <w:ind w:left="630"/>
      </w:pPr>
      <w:r>
        <w:t>Existing water heater nameplate data with manufacturer date to confirm remaining useful life</w:t>
      </w:r>
    </w:p>
    <w:p w14:paraId="7BF87A1C" w14:textId="2CCED615" w:rsidR="007122D7" w:rsidRDefault="007122D7" w:rsidP="00573D0C">
      <w:pPr>
        <w:pStyle w:val="ListParagraph"/>
        <w:numPr>
          <w:ilvl w:val="0"/>
          <w:numId w:val="40"/>
        </w:numPr>
        <w:ind w:left="630"/>
      </w:pPr>
      <w:r>
        <w:t>Replacement water heater information</w:t>
      </w:r>
    </w:p>
    <w:p w14:paraId="06716C7A" w14:textId="00BBD534" w:rsidR="007122D7" w:rsidRDefault="007122D7" w:rsidP="007122D7">
      <w:r>
        <w:t>To document POE, the provided Preponderance of evidence (POE) survey</w:t>
      </w:r>
      <w:r>
        <w:rPr>
          <w:rStyle w:val="FootnoteReference"/>
        </w:rPr>
        <w:footnoteReference w:id="13"/>
      </w:r>
      <w:r>
        <w:t>, or similar, should be completed.</w:t>
      </w:r>
    </w:p>
    <w:p w14:paraId="7D1FDC28" w14:textId="77777777" w:rsidR="00C52CCA" w:rsidRPr="00573D0C" w:rsidRDefault="00C52CCA" w:rsidP="00573D0C">
      <w:pPr>
        <w:keepNext/>
        <w:spacing w:before="0" w:after="0" w:line="0" w:lineRule="atLeast"/>
        <w:rPr>
          <w:i/>
          <w:color w:val="5F5F5F"/>
        </w:rPr>
      </w:pPr>
      <w:bookmarkStart w:id="35" w:name="_Hlk66264185"/>
      <w:r w:rsidRPr="00573D0C">
        <w:rPr>
          <w:i/>
          <w:color w:val="5F5F5F"/>
        </w:rPr>
        <w:t>Required Documentation for Normal Replacement in Upstream and Mid-Stream Delivery</w:t>
      </w:r>
    </w:p>
    <w:p w14:paraId="580D76C0" w14:textId="3617B6E4" w:rsidR="00C52CCA" w:rsidRPr="00C52CCA" w:rsidRDefault="00C52CCA" w:rsidP="00C52CCA">
      <w:r w:rsidRPr="00C52CCA">
        <w:t xml:space="preserve">For upstream/midstream delivery types, the participant baselines and spillover effects are unknown. Furthermore, the manufacturer(s) and distributor(s) do not know if the purchased measure is replacing a gas or an electric baseline appliance. Claimed savings for these delivery types will be adjusted using the ratio of baseline gas appliance to total baseline appliances. These ratios will be determined from </w:t>
      </w:r>
      <w:r w:rsidR="00CB3A32">
        <w:t>CPUC sponsored saturation studies</w:t>
      </w:r>
      <w:r w:rsidRPr="00C52CCA">
        <w:t>.  The implementer shall survey 10% of the midstream installations, to determine actual gas/electric baseline proportions, and the program administrator shall adjust claimed savings based upon these survey results. This survey will be conducted monthly, by e-mail. A sample survey question is as follows:</w:t>
      </w:r>
    </w:p>
    <w:p w14:paraId="17919352" w14:textId="77777777" w:rsidR="00C52CCA" w:rsidRPr="00C52CCA" w:rsidRDefault="00C52CCA" w:rsidP="00C52CCA">
      <w:r w:rsidRPr="00C52CCA">
        <w:t xml:space="preserve">“What was the fuel source of the equipment you </w:t>
      </w:r>
      <w:r w:rsidRPr="00C52CCA">
        <w:rPr>
          <w:u w:val="single"/>
        </w:rPr>
        <w:t>replaced</w:t>
      </w:r>
      <w:r w:rsidRPr="00C52CCA">
        <w:t>?”</w:t>
      </w:r>
    </w:p>
    <w:p w14:paraId="46CD7606" w14:textId="77777777" w:rsidR="00C52CCA" w:rsidRPr="00C52CCA" w:rsidRDefault="00C52CCA" w:rsidP="00C52CCA">
      <w:pPr>
        <w:numPr>
          <w:ilvl w:val="0"/>
          <w:numId w:val="37"/>
        </w:numPr>
      </w:pPr>
      <w:r w:rsidRPr="00C52CCA">
        <w:t xml:space="preserve">Gas </w:t>
      </w:r>
    </w:p>
    <w:p w14:paraId="533597B9" w14:textId="77777777" w:rsidR="00C52CCA" w:rsidRPr="00C52CCA" w:rsidRDefault="00C52CCA" w:rsidP="00C52CCA">
      <w:pPr>
        <w:numPr>
          <w:ilvl w:val="0"/>
          <w:numId w:val="37"/>
        </w:numPr>
      </w:pPr>
      <w:r w:rsidRPr="00C52CCA">
        <w:t>Electric</w:t>
      </w:r>
    </w:p>
    <w:p w14:paraId="4A0A825A" w14:textId="77777777" w:rsidR="00C52CCA" w:rsidRPr="00C52CCA" w:rsidRDefault="00C52CCA" w:rsidP="00C52CCA">
      <w:pPr>
        <w:numPr>
          <w:ilvl w:val="0"/>
          <w:numId w:val="37"/>
        </w:numPr>
      </w:pPr>
      <w:r w:rsidRPr="00C52CCA">
        <w:t>I don’t know/I’m not sure</w:t>
      </w:r>
    </w:p>
    <w:p w14:paraId="103790FD" w14:textId="77777777" w:rsidR="00C52CCA" w:rsidRPr="00C52CCA" w:rsidRDefault="00C52CCA" w:rsidP="00C52CCA">
      <w:r w:rsidRPr="00C52CCA">
        <w:t>In addition, for midstream delivery method, the implementer should provide the retailer or distribution location where the product was sold, rated capacity, and proposed commercial building type in which the product will be installed.</w:t>
      </w:r>
    </w:p>
    <w:p w14:paraId="3EC1E8AA" w14:textId="77777777" w:rsidR="00C52CCA" w:rsidRPr="00C52CCA" w:rsidRDefault="00C52CCA" w:rsidP="00C52CCA">
      <w:r w:rsidRPr="00C52CCA">
        <w:t>A survey will not be administered for upstream delivery types.</w:t>
      </w:r>
    </w:p>
    <w:p w14:paraId="40EEE044" w14:textId="3A4D838F" w:rsidR="00C52CCA" w:rsidRDefault="00C52CCA" w:rsidP="007122D7"/>
    <w:p w14:paraId="480C64DD" w14:textId="77777777" w:rsidR="00C52CCA" w:rsidRPr="00573D0C" w:rsidRDefault="00C52CCA" w:rsidP="00C52CCA">
      <w:pPr>
        <w:rPr>
          <w:i/>
          <w:color w:val="5F5F5F"/>
        </w:rPr>
      </w:pPr>
      <w:r w:rsidRPr="00573D0C">
        <w:rPr>
          <w:i/>
          <w:color w:val="5F5F5F"/>
        </w:rPr>
        <w:lastRenderedPageBreak/>
        <w:t>Required Documentation for Normal Replacement, New Construction, and Accelerated Replacement in Downstream and Direct Install Delivery</w:t>
      </w:r>
    </w:p>
    <w:p w14:paraId="1E864CBA" w14:textId="77777777" w:rsidR="00C52CCA" w:rsidRPr="00C52CCA" w:rsidRDefault="00C52CCA" w:rsidP="00C52CCA">
      <w:r w:rsidRPr="00C52CCA">
        <w:t xml:space="preserve">For downstream deemed and downstream direct-install delivery types, in addition to the standard information such as building type, climate zone, and capacity of the units, the following data must be submitted with each project application by the project developer: </w:t>
      </w:r>
    </w:p>
    <w:p w14:paraId="213A3844" w14:textId="77777777" w:rsidR="00C52CCA" w:rsidRPr="00C52CCA" w:rsidRDefault="00C52CCA" w:rsidP="00573D0C">
      <w:pPr>
        <w:pStyle w:val="ListParagraph"/>
        <w:numPr>
          <w:ilvl w:val="0"/>
          <w:numId w:val="39"/>
        </w:numPr>
        <w:ind w:left="720"/>
      </w:pPr>
      <w:r w:rsidRPr="00C52CCA">
        <w:t>What is the existing fuel type for space heating?</w:t>
      </w:r>
    </w:p>
    <w:p w14:paraId="518D4120" w14:textId="77777777" w:rsidR="00C52CCA" w:rsidRPr="00C52CCA" w:rsidRDefault="00C52CCA" w:rsidP="00573D0C">
      <w:pPr>
        <w:pStyle w:val="ListParagraph"/>
        <w:numPr>
          <w:ilvl w:val="0"/>
          <w:numId w:val="39"/>
        </w:numPr>
        <w:ind w:left="720"/>
      </w:pPr>
      <w:r w:rsidRPr="00C52CCA">
        <w:t xml:space="preserve">Did the site require any electric infrastructure upgrades for the proposed electrification measure? If yes, provide the itemized invoices with infrastructure upgrade costs. </w:t>
      </w:r>
    </w:p>
    <w:p w14:paraId="523BB5FE" w14:textId="35417C1A" w:rsidR="00C52CCA" w:rsidRDefault="00C52CCA" w:rsidP="00573D0C">
      <w:pPr>
        <w:pStyle w:val="ListParagraph"/>
        <w:numPr>
          <w:ilvl w:val="0"/>
          <w:numId w:val="39"/>
        </w:numPr>
        <w:ind w:left="720"/>
      </w:pPr>
      <w:r w:rsidRPr="00C52CCA">
        <w:t xml:space="preserve">Did the owner install any other electrification measures at this site? If yes, list the measures and provide the itemized invoices with infrastructure upgrade costs (if any). </w:t>
      </w:r>
    </w:p>
    <w:p w14:paraId="3C8640EE" w14:textId="77777777" w:rsidR="00C52CCA" w:rsidRDefault="00C52CCA" w:rsidP="007122D7"/>
    <w:p w14:paraId="0D87EB1E" w14:textId="368FAAAB" w:rsidR="00E55091" w:rsidRDefault="00C52CCA" w:rsidP="007122D7">
      <w:pPr>
        <w:rPr>
          <w:i/>
          <w:color w:val="5F5F5F"/>
        </w:rPr>
      </w:pPr>
      <w:r w:rsidRPr="00C52CCA">
        <w:rPr>
          <w:i/>
          <w:color w:val="5F5F5F"/>
        </w:rPr>
        <w:t>Incentive Requirements</w:t>
      </w:r>
    </w:p>
    <w:p w14:paraId="4093390A" w14:textId="008C2F24" w:rsidR="00C52CCA" w:rsidRDefault="00C52CCA" w:rsidP="007122D7">
      <w:r w:rsidRPr="00C52CCA">
        <w:t>Deployment of the program may require rebates or financial incentives to participants that exceed the Incremental Measure Cost (IMC). Incentives or rebates that exceed the incremental cost for a measure must be justified by individual PAs in addendum to workpaper submissions to document program implementation practice prior to program implementation.</w:t>
      </w:r>
    </w:p>
    <w:bookmarkEnd w:id="35"/>
    <w:p w14:paraId="296EBF1F" w14:textId="77777777" w:rsidR="00596F70" w:rsidRPr="00C6243E" w:rsidRDefault="00596F70" w:rsidP="004B06E3">
      <w:pPr>
        <w:rPr>
          <w:rFonts w:cs="Calibri Light"/>
        </w:rPr>
      </w:pPr>
    </w:p>
    <w:p w14:paraId="517E7B63" w14:textId="77777777" w:rsidR="007D230B" w:rsidRPr="00C6243E" w:rsidRDefault="007D230B" w:rsidP="00462BB6">
      <w:pPr>
        <w:pStyle w:val="eTRMHeading3"/>
        <w:rPr>
          <w:rFonts w:cs="Calibri Light"/>
        </w:rPr>
      </w:pPr>
      <w:bookmarkStart w:id="36" w:name="_Toc486490853"/>
      <w:bookmarkStart w:id="37" w:name="_Toc486580924"/>
      <w:bookmarkStart w:id="38" w:name="_Toc69106305"/>
      <w:r w:rsidRPr="00112455">
        <w:rPr>
          <w:rFonts w:cs="Calibri Light"/>
        </w:rPr>
        <w:t>Program Exclusions</w:t>
      </w:r>
      <w:bookmarkEnd w:id="36"/>
      <w:bookmarkEnd w:id="37"/>
      <w:bookmarkEnd w:id="38"/>
      <w:r w:rsidRPr="00C6243E">
        <w:rPr>
          <w:rFonts w:cs="Calibri Light"/>
        </w:rPr>
        <w:t xml:space="preserve"> </w:t>
      </w:r>
    </w:p>
    <w:p w14:paraId="4C5809E1" w14:textId="77777777" w:rsidR="0031400D" w:rsidRDefault="0031400D" w:rsidP="0031400D">
      <w:bookmarkStart w:id="39" w:name="_Toc486490854"/>
      <w:bookmarkStart w:id="40" w:name="_Toc486580925"/>
      <w:r>
        <w:t>As this is a fuel substitution measure, it is eligible for replacement of existing gas equipment. New construction measures are only eligible for Downstream application, when:</w:t>
      </w:r>
    </w:p>
    <w:p w14:paraId="0CFB6A8F" w14:textId="40600443" w:rsidR="0031400D" w:rsidRDefault="0019480A" w:rsidP="0031400D">
      <w:pPr>
        <w:pStyle w:val="ListParagraph"/>
        <w:numPr>
          <w:ilvl w:val="0"/>
          <w:numId w:val="35"/>
        </w:numPr>
      </w:pPr>
      <w:r>
        <w:t>M</w:t>
      </w:r>
      <w:r w:rsidR="0031400D">
        <w:t>easures are installed in new areas of an existing building,</w:t>
      </w:r>
    </w:p>
    <w:p w14:paraId="2433AF1E" w14:textId="44095D92" w:rsidR="0031400D" w:rsidRDefault="0019480A" w:rsidP="0031400D">
      <w:pPr>
        <w:pStyle w:val="ListParagraph"/>
        <w:numPr>
          <w:ilvl w:val="0"/>
          <w:numId w:val="35"/>
        </w:numPr>
      </w:pPr>
      <w:r>
        <w:t>M</w:t>
      </w:r>
      <w:r w:rsidR="0031400D">
        <w:t>easures are installed in a major renovation of an existing building, or</w:t>
      </w:r>
    </w:p>
    <w:p w14:paraId="6DD1CA18" w14:textId="365784C7" w:rsidR="0031400D" w:rsidRDefault="0019480A" w:rsidP="0031400D">
      <w:pPr>
        <w:pStyle w:val="ListParagraph"/>
        <w:numPr>
          <w:ilvl w:val="0"/>
          <w:numId w:val="35"/>
        </w:numPr>
      </w:pPr>
      <w:r>
        <w:t>M</w:t>
      </w:r>
      <w:r w:rsidR="0031400D">
        <w:t>easures are installed in capacity expansions of existing systems to serve existing and/or new load retrofits that require a new energy service.</w:t>
      </w:r>
    </w:p>
    <w:p w14:paraId="2442DD67" w14:textId="77777777" w:rsidR="0031400D" w:rsidRDefault="0031400D" w:rsidP="0031400D">
      <w:r>
        <w:t>These exceptions will follow the same baseline technology requirements as a Normal Replacement measure application type.</w:t>
      </w:r>
    </w:p>
    <w:p w14:paraId="52C7E9D4" w14:textId="0087F5DD" w:rsidR="005C5E07" w:rsidRPr="00906427" w:rsidRDefault="0031400D" w:rsidP="00906427">
      <w:pPr>
        <w:rPr>
          <w:rFonts w:cs="Calibri Light"/>
        </w:rPr>
      </w:pPr>
      <w:r w:rsidDel="0031400D">
        <w:rPr>
          <w:color w:val="191919" w:themeColor="text1"/>
        </w:rPr>
        <w:t xml:space="preserve"> </w:t>
      </w:r>
    </w:p>
    <w:p w14:paraId="12218717" w14:textId="77777777" w:rsidR="0060378A" w:rsidRPr="00C6243E" w:rsidRDefault="007D230B" w:rsidP="00462BB6">
      <w:pPr>
        <w:pStyle w:val="eTRMHeading3"/>
        <w:rPr>
          <w:rFonts w:cs="Calibri Light"/>
        </w:rPr>
      </w:pPr>
      <w:bookmarkStart w:id="41" w:name="_Toc69106306"/>
      <w:r w:rsidRPr="00112455">
        <w:rPr>
          <w:rFonts w:cs="Calibri Light"/>
        </w:rPr>
        <w:t>Data Collection Requirements</w:t>
      </w:r>
      <w:bookmarkStart w:id="42" w:name="_Toc486490855"/>
      <w:bookmarkStart w:id="43" w:name="_Toc486580926"/>
      <w:bookmarkEnd w:id="39"/>
      <w:bookmarkEnd w:id="40"/>
      <w:bookmarkEnd w:id="41"/>
    </w:p>
    <w:p w14:paraId="64B76759" w14:textId="786A2956" w:rsidR="00B97FE0" w:rsidRDefault="00B97FE0" w:rsidP="00B97FE0">
      <w:r>
        <w:t>Baseline equipment type and fuel source must be verified</w:t>
      </w:r>
      <w:r w:rsidR="0031400D">
        <w:t>, for downstream and direct install measures</w:t>
      </w:r>
      <w:r>
        <w:t xml:space="preserve">. </w:t>
      </w:r>
    </w:p>
    <w:p w14:paraId="6B049EB1" w14:textId="2C31E74A" w:rsidR="00B97FE0" w:rsidRDefault="00B97FE0" w:rsidP="00B97FE0">
      <w:r>
        <w:t>Per CPUC Decision 19-08-009</w:t>
      </w:r>
      <w:r>
        <w:rPr>
          <w:rStyle w:val="FootnoteReference"/>
        </w:rPr>
        <w:footnoteReference w:id="14"/>
      </w:r>
      <w:r>
        <w:t xml:space="preserve">, building infrastructure costs which include panel upgrades or gas line installations/upgrades required to facilitate these fuel substitution measures shall be collected for all downstream </w:t>
      </w:r>
      <w:r w:rsidR="00A1785C">
        <w:t xml:space="preserve">and direct install </w:t>
      </w:r>
      <w:r>
        <w:t>measures</w:t>
      </w:r>
      <w:r w:rsidR="00A1785C">
        <w:t>.</w:t>
      </w:r>
    </w:p>
    <w:p w14:paraId="0A7AD915" w14:textId="77777777" w:rsidR="00906427" w:rsidRPr="00906427" w:rsidRDefault="00906427" w:rsidP="00906427"/>
    <w:p w14:paraId="25E6AD48" w14:textId="63228DA3" w:rsidR="007D230B" w:rsidRPr="00C6243E" w:rsidRDefault="007D230B" w:rsidP="00462BB6">
      <w:pPr>
        <w:pStyle w:val="eTRMHeading3"/>
        <w:rPr>
          <w:rFonts w:cs="Calibri Light"/>
        </w:rPr>
      </w:pPr>
      <w:bookmarkStart w:id="44" w:name="_Toc69106307"/>
      <w:r w:rsidRPr="00C6243E">
        <w:rPr>
          <w:rFonts w:cs="Calibri Light"/>
        </w:rPr>
        <w:lastRenderedPageBreak/>
        <w:t>Use Category</w:t>
      </w:r>
      <w:bookmarkEnd w:id="42"/>
      <w:bookmarkEnd w:id="43"/>
      <w:bookmarkEnd w:id="44"/>
    </w:p>
    <w:p w14:paraId="1D9274E8" w14:textId="3D4FC29F" w:rsidR="004142EF" w:rsidRPr="00C6243E" w:rsidRDefault="00AA142E" w:rsidP="00396963">
      <w:pPr>
        <w:rPr>
          <w:rFonts w:cs="Calibri Light"/>
        </w:rPr>
      </w:pPr>
      <w:r>
        <w:rPr>
          <w:rFonts w:cs="Calibri Light"/>
        </w:rPr>
        <w:t>Service &amp; domestic hot water</w:t>
      </w:r>
    </w:p>
    <w:p w14:paraId="169BA247" w14:textId="77777777" w:rsidR="00273571" w:rsidRPr="00C6243E" w:rsidRDefault="00273571" w:rsidP="004B06E3">
      <w:pPr>
        <w:rPr>
          <w:rFonts w:cs="Calibri Light"/>
        </w:rPr>
      </w:pPr>
    </w:p>
    <w:p w14:paraId="6BAD47E5" w14:textId="0D1E2168" w:rsidR="007D230B" w:rsidRPr="00C6243E" w:rsidRDefault="007D230B" w:rsidP="00462BB6">
      <w:pPr>
        <w:pStyle w:val="eTRMHeading3"/>
        <w:rPr>
          <w:rFonts w:cs="Calibri Light"/>
        </w:rPr>
      </w:pPr>
      <w:bookmarkStart w:id="45" w:name="_Toc486490857"/>
      <w:bookmarkStart w:id="46" w:name="_Toc486580928"/>
      <w:bookmarkStart w:id="47" w:name="_Toc69106308"/>
      <w:r w:rsidRPr="00B95982">
        <w:rPr>
          <w:rFonts w:cs="Calibri Light"/>
        </w:rPr>
        <w:t>Electric Savings</w:t>
      </w:r>
      <w:r w:rsidR="00245AFF" w:rsidRPr="00B95982">
        <w:rPr>
          <w:rFonts w:cs="Calibri Light"/>
        </w:rPr>
        <w:t xml:space="preserve"> (</w:t>
      </w:r>
      <w:r w:rsidR="00E14349" w:rsidRPr="00B95982">
        <w:rPr>
          <w:rFonts w:cs="Calibri Light"/>
          <w:caps w:val="0"/>
        </w:rPr>
        <w:t>k</w:t>
      </w:r>
      <w:r w:rsidR="00245AFF" w:rsidRPr="00B95982">
        <w:rPr>
          <w:rFonts w:cs="Calibri Light"/>
          <w:caps w:val="0"/>
        </w:rPr>
        <w:t>Wh</w:t>
      </w:r>
      <w:bookmarkEnd w:id="45"/>
      <w:bookmarkEnd w:id="46"/>
      <w:r w:rsidR="00B97FE0" w:rsidRPr="00B95982">
        <w:rPr>
          <w:rFonts w:cs="Calibri Light"/>
        </w:rPr>
        <w:t>)</w:t>
      </w:r>
      <w:bookmarkEnd w:id="47"/>
    </w:p>
    <w:p w14:paraId="2767216D" w14:textId="329DA559" w:rsidR="004F43DA" w:rsidRPr="004F43DA" w:rsidRDefault="004F43DA" w:rsidP="004F43DA">
      <w:pPr>
        <w:rPr>
          <w:rFonts w:cs="Calibri Light"/>
          <w:szCs w:val="22"/>
        </w:rPr>
      </w:pPr>
      <w:r w:rsidRPr="004F43DA">
        <w:rPr>
          <w:rFonts w:cs="Calibri Light"/>
          <w:szCs w:val="22"/>
        </w:rPr>
        <w:t xml:space="preserve">Heat pump water heater savings </w:t>
      </w:r>
      <w:r w:rsidR="00001509">
        <w:rPr>
          <w:rFonts w:cs="Calibri Light"/>
          <w:szCs w:val="22"/>
        </w:rPr>
        <w:t>for</w:t>
      </w:r>
      <w:r w:rsidR="00BB4D4C">
        <w:rPr>
          <w:rFonts w:cs="Calibri Light"/>
          <w:szCs w:val="22"/>
        </w:rPr>
        <w:t xml:space="preserve"> all</w:t>
      </w:r>
      <w:r w:rsidR="004F37D1">
        <w:rPr>
          <w:rFonts w:cs="Calibri Light"/>
          <w:szCs w:val="22"/>
        </w:rPr>
        <w:t xml:space="preserve"> measures </w:t>
      </w:r>
      <w:r w:rsidRPr="004F43DA">
        <w:rPr>
          <w:rFonts w:cs="Calibri Light"/>
          <w:szCs w:val="22"/>
        </w:rPr>
        <w:t>are included in DEER202</w:t>
      </w:r>
      <w:r w:rsidR="001239FF">
        <w:rPr>
          <w:rFonts w:cs="Calibri Light"/>
          <w:szCs w:val="22"/>
        </w:rPr>
        <w:t>1</w:t>
      </w:r>
      <w:r w:rsidR="00001509">
        <w:rPr>
          <w:rFonts w:cs="Calibri Light"/>
          <w:szCs w:val="22"/>
        </w:rPr>
        <w:t xml:space="preserve"> and are taken directly from</w:t>
      </w:r>
      <w:r w:rsidR="00001509" w:rsidRPr="00001509">
        <w:rPr>
          <w:rFonts w:cs="Calibri Light"/>
          <w:szCs w:val="22"/>
        </w:rPr>
        <w:t xml:space="preserve"> </w:t>
      </w:r>
      <w:r w:rsidR="00001509" w:rsidRPr="00B97FE0">
        <w:rPr>
          <w:rFonts w:cs="Calibri Light"/>
          <w:szCs w:val="22"/>
        </w:rPr>
        <w:t>DEER water heater calculator tool</w:t>
      </w:r>
      <w:r w:rsidR="00001509">
        <w:rPr>
          <w:rFonts w:cs="Calibri Light"/>
          <w:szCs w:val="22"/>
        </w:rPr>
        <w:t xml:space="preserve"> version </w:t>
      </w:r>
      <w:r w:rsidR="004F37D1">
        <w:rPr>
          <w:rFonts w:cs="Calibri Light"/>
          <w:szCs w:val="22"/>
        </w:rPr>
        <w:t>4.2</w:t>
      </w:r>
      <w:r w:rsidR="002C4C89">
        <w:rPr>
          <w:rStyle w:val="FootnoteReference"/>
          <w:rFonts w:cs="Calibri Light"/>
          <w:szCs w:val="22"/>
        </w:rPr>
        <w:footnoteReference w:id="15"/>
      </w:r>
      <w:r w:rsidR="004F37D1">
        <w:rPr>
          <w:rFonts w:cs="Calibri Light"/>
          <w:szCs w:val="22"/>
        </w:rPr>
        <w:t xml:space="preserve">. </w:t>
      </w:r>
    </w:p>
    <w:p w14:paraId="64DA1D3A" w14:textId="334F54AA" w:rsidR="009A3AF1" w:rsidRPr="00573D0C" w:rsidRDefault="00B97FE0" w:rsidP="00864CB5">
      <w:pPr>
        <w:rPr>
          <w:rFonts w:cs="Calibri Light"/>
          <w:szCs w:val="22"/>
        </w:rPr>
      </w:pPr>
      <w:r w:rsidRPr="00B97FE0">
        <w:rPr>
          <w:rFonts w:cs="Calibri Light"/>
          <w:szCs w:val="22"/>
        </w:rPr>
        <w:t>The energy savings of heat pump water heaters and electric storage water heaters are rated in uniform energy factor (UEF). Unit energy savings (UES) were modeled using the Database for Energy Efficient Resources (DEER) methodologies. Specifically, energy use and savings were derived using the DEER water heater calculator tool</w:t>
      </w:r>
      <w:r>
        <w:rPr>
          <w:rFonts w:cs="Calibri Light"/>
          <w:szCs w:val="22"/>
        </w:rPr>
        <w:t xml:space="preserve"> version </w:t>
      </w:r>
      <w:r w:rsidR="004F37D1">
        <w:rPr>
          <w:rFonts w:cs="Calibri Light"/>
          <w:szCs w:val="22"/>
        </w:rPr>
        <w:t>4.2</w:t>
      </w:r>
      <w:r w:rsidR="00F11D70">
        <w:rPr>
          <w:rStyle w:val="FootnoteReference"/>
          <w:rFonts w:cs="Calibri Light"/>
          <w:szCs w:val="22"/>
        </w:rPr>
        <w:footnoteReference w:id="16"/>
      </w:r>
      <w:r w:rsidR="004F37D1">
        <w:rPr>
          <w:rFonts w:cs="Calibri Light"/>
          <w:szCs w:val="22"/>
        </w:rPr>
        <w:t>,</w:t>
      </w:r>
      <w:r w:rsidRPr="00F7114F">
        <w:rPr>
          <w:rFonts w:cs="Calibri Light"/>
          <w:szCs w:val="22"/>
        </w:rPr>
        <w:t xml:space="preserve"> </w:t>
      </w:r>
      <w:r w:rsidRPr="00B97FE0">
        <w:rPr>
          <w:rFonts w:cs="Calibri Light"/>
          <w:szCs w:val="22"/>
        </w:rPr>
        <w:t>a macro-enabled Excel workbook developed by consultants of the California Public Utilities Commission (CPUC) Energy Division to standardize the inputs and savings calculations for water heating measures. The calculator "</w:t>
      </w:r>
      <w:r w:rsidR="005A2EBE" w:rsidRPr="00CA4177">
        <w:t xml:space="preserve">utilizes hourly output from the </w:t>
      </w:r>
      <w:r w:rsidR="005A2EBE">
        <w:t xml:space="preserve">DEER2014 </w:t>
      </w:r>
      <w:r w:rsidR="005A2EBE" w:rsidRPr="00CA4177">
        <w:t>DOE2 building prototypes for hot water loads</w:t>
      </w:r>
      <w:r w:rsidR="005A2EBE" w:rsidRPr="00381141">
        <w:t xml:space="preserve"> and ambient conditions to estimate hourly energy use for a variety of water heaters</w:t>
      </w:r>
      <w:r w:rsidRPr="00B97FE0">
        <w:rPr>
          <w:rFonts w:cs="Calibri Light"/>
          <w:szCs w:val="22"/>
        </w:rPr>
        <w:t>.”</w:t>
      </w:r>
      <w:r>
        <w:rPr>
          <w:rStyle w:val="FootnoteReference"/>
          <w:rFonts w:cs="Calibri Light"/>
          <w:szCs w:val="22"/>
        </w:rPr>
        <w:footnoteReference w:id="17"/>
      </w:r>
      <w:r w:rsidRPr="00B97FE0">
        <w:rPr>
          <w:rFonts w:cs="Calibri Light"/>
          <w:szCs w:val="22"/>
        </w:rPr>
        <w:t xml:space="preserve"> Further, the "</w:t>
      </w:r>
      <w:r w:rsidR="005A2EBE" w:rsidRPr="00CA4177">
        <w:t xml:space="preserve">simulation tool … uses the technology definitions to determine the hot water energy use for each climate zone, building type and building vintage that are part of the </w:t>
      </w:r>
      <w:r w:rsidR="005A2EBE" w:rsidRPr="00573D0C">
        <w:t>standard DEER applicability parameters. Measure savings are determined by comparing the energy use associated with the technologies defined in the measure definition</w:t>
      </w:r>
      <w:r w:rsidRPr="00573D0C">
        <w:rPr>
          <w:rFonts w:cs="Calibri Light"/>
          <w:szCs w:val="22"/>
        </w:rPr>
        <w:t>.”</w:t>
      </w:r>
      <w:r w:rsidRPr="00573D0C">
        <w:rPr>
          <w:rStyle w:val="FootnoteReference"/>
          <w:rFonts w:cs="Calibri Light"/>
          <w:szCs w:val="22"/>
        </w:rPr>
        <w:footnoteReference w:id="18"/>
      </w:r>
    </w:p>
    <w:p w14:paraId="2DDF261A" w14:textId="15B2E0DE" w:rsidR="00D46A55" w:rsidRDefault="00D46A55" w:rsidP="00864CB5">
      <w:pPr>
        <w:rPr>
          <w:rFonts w:cs="Calibri Light"/>
          <w:szCs w:val="22"/>
        </w:rPr>
      </w:pPr>
      <w:r w:rsidRPr="00573D0C">
        <w:rPr>
          <w:rFonts w:cs="Calibri Light"/>
          <w:szCs w:val="22"/>
        </w:rPr>
        <w:t>This workpaper assumes that that the existing and standard base cases are both code compliance gas water heaters. Thus, AR measures will adopt the standard savings values for both the first and second baseline. NR measures also adopt the standard</w:t>
      </w:r>
      <w:r w:rsidRPr="00D46A55">
        <w:rPr>
          <w:rFonts w:cs="Calibri Light"/>
          <w:szCs w:val="22"/>
        </w:rPr>
        <w:t xml:space="preserve"> savings values as the first baseline.</w:t>
      </w:r>
    </w:p>
    <w:p w14:paraId="687A3C54" w14:textId="0A696ADC" w:rsidR="00C664A2" w:rsidRDefault="00C15B9A" w:rsidP="004F29B4">
      <w:pPr>
        <w:rPr>
          <w:rFonts w:cs="Calibri Light"/>
          <w:szCs w:val="22"/>
        </w:rPr>
      </w:pPr>
      <w:r>
        <w:rPr>
          <w:rFonts w:cs="Calibri Light"/>
          <w:szCs w:val="22"/>
        </w:rPr>
        <w:t xml:space="preserve">The following </w:t>
      </w:r>
      <w:proofErr w:type="spellStart"/>
      <w:r w:rsidR="005C60EC">
        <w:rPr>
          <w:rFonts w:cs="Calibri Light"/>
          <w:szCs w:val="22"/>
        </w:rPr>
        <w:t>EnergyImpactIDs</w:t>
      </w:r>
      <w:proofErr w:type="spellEnd"/>
      <w:r>
        <w:rPr>
          <w:rFonts w:cs="Calibri Light"/>
          <w:szCs w:val="22"/>
        </w:rPr>
        <w:t xml:space="preserve"> were </w:t>
      </w:r>
      <w:r w:rsidR="004F37D1">
        <w:rPr>
          <w:rFonts w:cs="Calibri Light"/>
          <w:szCs w:val="22"/>
        </w:rPr>
        <w:t>taken directly from version 4.</w:t>
      </w:r>
      <w:r w:rsidR="00BB4D4C">
        <w:rPr>
          <w:rFonts w:cs="Calibri Light"/>
          <w:szCs w:val="22"/>
        </w:rPr>
        <w:t>2</w:t>
      </w:r>
      <w:r w:rsidR="004F37D1">
        <w:rPr>
          <w:rFonts w:cs="Calibri Light"/>
          <w:szCs w:val="22"/>
        </w:rPr>
        <w:t xml:space="preserve"> of the DEER water heater calculator and </w:t>
      </w:r>
      <w:r>
        <w:rPr>
          <w:rFonts w:cs="Calibri Light"/>
          <w:szCs w:val="22"/>
        </w:rPr>
        <w:t>used to calculate the measure</w:t>
      </w:r>
      <w:r w:rsidR="00E601EE">
        <w:rPr>
          <w:rFonts w:cs="Calibri Light"/>
          <w:szCs w:val="22"/>
        </w:rPr>
        <w:t xml:space="preserve"> savings</w:t>
      </w:r>
      <w:r>
        <w:rPr>
          <w:rFonts w:cs="Calibri Light"/>
          <w:szCs w:val="22"/>
        </w:rPr>
        <w:t xml:space="preserve"> in this workpaper. </w:t>
      </w:r>
    </w:p>
    <w:tbl>
      <w:tblPr>
        <w:tblW w:w="783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530"/>
        <w:gridCol w:w="6300"/>
      </w:tblGrid>
      <w:tr w:rsidR="00F817B1" w:rsidRPr="00154391" w14:paraId="7C46AB46" w14:textId="77777777" w:rsidTr="002C0B9B">
        <w:trPr>
          <w:trHeight w:val="550"/>
        </w:trPr>
        <w:tc>
          <w:tcPr>
            <w:tcW w:w="1530" w:type="dxa"/>
            <w:shd w:val="clear" w:color="auto" w:fill="F2F2F2" w:themeFill="background1" w:themeFillShade="F2"/>
            <w:vAlign w:val="bottom"/>
          </w:tcPr>
          <w:p w14:paraId="38C7E962" w14:textId="77777777" w:rsidR="00F817B1" w:rsidRPr="00154391" w:rsidRDefault="00F817B1" w:rsidP="005224BC">
            <w:pPr>
              <w:keepNext/>
              <w:keepLines/>
              <w:spacing w:before="20" w:after="20"/>
              <w:rPr>
                <w:b/>
                <w:sz w:val="20"/>
                <w:szCs w:val="20"/>
              </w:rPr>
            </w:pPr>
            <w:r>
              <w:rPr>
                <w:b/>
                <w:sz w:val="20"/>
              </w:rPr>
              <w:t>SW Offering ID</w:t>
            </w:r>
          </w:p>
        </w:tc>
        <w:tc>
          <w:tcPr>
            <w:tcW w:w="6300" w:type="dxa"/>
            <w:shd w:val="clear" w:color="auto" w:fill="F2F2F2" w:themeFill="background1" w:themeFillShade="F2"/>
            <w:vAlign w:val="bottom"/>
          </w:tcPr>
          <w:p w14:paraId="68511DBB" w14:textId="093534F8" w:rsidR="00F817B1" w:rsidRPr="00154391" w:rsidRDefault="00113621" w:rsidP="005224BC">
            <w:pPr>
              <w:keepNext/>
              <w:keepLines/>
              <w:spacing w:before="20" w:after="20"/>
              <w:jc w:val="center"/>
              <w:rPr>
                <w:b/>
                <w:sz w:val="20"/>
                <w:szCs w:val="20"/>
              </w:rPr>
            </w:pPr>
            <w:r>
              <w:rPr>
                <w:b/>
                <w:sz w:val="20"/>
              </w:rPr>
              <w:t>DEER Water Heater Calculator v4.</w:t>
            </w:r>
            <w:r w:rsidR="00D21ABC">
              <w:rPr>
                <w:b/>
                <w:sz w:val="20"/>
              </w:rPr>
              <w:t>2</w:t>
            </w:r>
            <w:r>
              <w:rPr>
                <w:b/>
                <w:sz w:val="20"/>
              </w:rPr>
              <w:t xml:space="preserve"> </w:t>
            </w:r>
            <w:proofErr w:type="spellStart"/>
            <w:r>
              <w:rPr>
                <w:b/>
                <w:sz w:val="20"/>
              </w:rPr>
              <w:t>EnergyImpactID</w:t>
            </w:r>
            <w:proofErr w:type="spellEnd"/>
          </w:p>
        </w:tc>
      </w:tr>
      <w:tr w:rsidR="00113621" w:rsidRPr="0066792F" w14:paraId="19C03B1E" w14:textId="77777777" w:rsidTr="002C0B9B">
        <w:trPr>
          <w:cantSplit/>
          <w:trHeight w:val="20"/>
        </w:trPr>
        <w:tc>
          <w:tcPr>
            <w:tcW w:w="1530" w:type="dxa"/>
            <w:shd w:val="clear" w:color="auto" w:fill="auto"/>
          </w:tcPr>
          <w:p w14:paraId="3E258B06" w14:textId="77777777" w:rsidR="00113621" w:rsidRPr="00B71673" w:rsidRDefault="00113621" w:rsidP="00113621">
            <w:pPr>
              <w:pStyle w:val="Default"/>
              <w:rPr>
                <w:sz w:val="18"/>
                <w:szCs w:val="18"/>
              </w:rPr>
            </w:pPr>
            <w:r w:rsidRPr="00B71673">
              <w:rPr>
                <w:sz w:val="18"/>
                <w:szCs w:val="18"/>
              </w:rPr>
              <w:t>SWWH025A</w:t>
            </w:r>
          </w:p>
        </w:tc>
        <w:tc>
          <w:tcPr>
            <w:tcW w:w="6300" w:type="dxa"/>
            <w:shd w:val="clear" w:color="auto" w:fill="auto"/>
          </w:tcPr>
          <w:p w14:paraId="415342EA" w14:textId="4506209E" w:rsidR="00113621" w:rsidRPr="002C0B9B" w:rsidRDefault="00113621" w:rsidP="002C0B9B">
            <w:pPr>
              <w:pStyle w:val="Default"/>
              <w:jc w:val="center"/>
              <w:rPr>
                <w:sz w:val="18"/>
                <w:szCs w:val="18"/>
                <w:highlight w:val="yellow"/>
              </w:rPr>
            </w:pPr>
            <w:r w:rsidRPr="002C0B9B">
              <w:rPr>
                <w:sz w:val="18"/>
                <w:szCs w:val="18"/>
              </w:rPr>
              <w:t>RE-WtrHt-FuelSub-SmlStrg-HP-lte6kW-rep30G-MD-3.09UEF-50g</w:t>
            </w:r>
          </w:p>
        </w:tc>
      </w:tr>
      <w:tr w:rsidR="00113621" w:rsidRPr="0066792F" w14:paraId="69FB27A2" w14:textId="77777777" w:rsidTr="002C0B9B">
        <w:trPr>
          <w:cantSplit/>
          <w:trHeight w:val="20"/>
        </w:trPr>
        <w:tc>
          <w:tcPr>
            <w:tcW w:w="1530" w:type="dxa"/>
            <w:shd w:val="clear" w:color="auto" w:fill="auto"/>
          </w:tcPr>
          <w:p w14:paraId="7EA8A93D" w14:textId="77777777" w:rsidR="00113621" w:rsidRPr="00B71673" w:rsidRDefault="00113621" w:rsidP="00113621">
            <w:pPr>
              <w:pStyle w:val="Default"/>
              <w:rPr>
                <w:sz w:val="18"/>
                <w:szCs w:val="18"/>
              </w:rPr>
            </w:pPr>
            <w:r w:rsidRPr="00B71673">
              <w:rPr>
                <w:sz w:val="18"/>
                <w:szCs w:val="18"/>
              </w:rPr>
              <w:t>SWWH025B</w:t>
            </w:r>
          </w:p>
        </w:tc>
        <w:tc>
          <w:tcPr>
            <w:tcW w:w="6300" w:type="dxa"/>
            <w:shd w:val="clear" w:color="auto" w:fill="auto"/>
          </w:tcPr>
          <w:p w14:paraId="277183F8" w14:textId="171E2BF6" w:rsidR="00113621" w:rsidRPr="002C0B9B" w:rsidRDefault="00113621" w:rsidP="002C0B9B">
            <w:pPr>
              <w:pStyle w:val="Default"/>
              <w:jc w:val="center"/>
              <w:rPr>
                <w:sz w:val="18"/>
                <w:szCs w:val="18"/>
                <w:highlight w:val="yellow"/>
              </w:rPr>
            </w:pPr>
            <w:r w:rsidRPr="002C0B9B">
              <w:rPr>
                <w:sz w:val="18"/>
                <w:szCs w:val="18"/>
              </w:rPr>
              <w:t>RE-WtrHt-FuelSub-SmlStrg-HP-lte6kW-rep40G-MD-3.09UEF-50g</w:t>
            </w:r>
          </w:p>
        </w:tc>
      </w:tr>
      <w:tr w:rsidR="00113621" w:rsidRPr="0066792F" w14:paraId="69663A1C" w14:textId="77777777" w:rsidTr="002C0B9B">
        <w:trPr>
          <w:cantSplit/>
          <w:trHeight w:val="20"/>
        </w:trPr>
        <w:tc>
          <w:tcPr>
            <w:tcW w:w="1530" w:type="dxa"/>
            <w:shd w:val="clear" w:color="auto" w:fill="auto"/>
          </w:tcPr>
          <w:p w14:paraId="632C6DB5" w14:textId="77777777" w:rsidR="00113621" w:rsidRPr="00B71673" w:rsidRDefault="00113621" w:rsidP="00113621">
            <w:pPr>
              <w:pStyle w:val="Default"/>
              <w:rPr>
                <w:sz w:val="18"/>
                <w:szCs w:val="18"/>
              </w:rPr>
            </w:pPr>
            <w:r w:rsidRPr="00B71673">
              <w:rPr>
                <w:sz w:val="18"/>
                <w:szCs w:val="18"/>
              </w:rPr>
              <w:t>SWWH025C</w:t>
            </w:r>
          </w:p>
        </w:tc>
        <w:tc>
          <w:tcPr>
            <w:tcW w:w="6300" w:type="dxa"/>
            <w:shd w:val="clear" w:color="auto" w:fill="auto"/>
          </w:tcPr>
          <w:p w14:paraId="3A799C42" w14:textId="7B8938AE" w:rsidR="00113621" w:rsidRPr="002C0B9B" w:rsidRDefault="00113621" w:rsidP="002C0B9B">
            <w:pPr>
              <w:pStyle w:val="Default"/>
              <w:jc w:val="center"/>
              <w:rPr>
                <w:sz w:val="18"/>
                <w:szCs w:val="18"/>
                <w:highlight w:val="yellow"/>
              </w:rPr>
            </w:pPr>
            <w:r w:rsidRPr="002C0B9B">
              <w:rPr>
                <w:sz w:val="18"/>
                <w:szCs w:val="18"/>
              </w:rPr>
              <w:t>RE-WtrHt-FuelSub-SmlStrg-HP-lte6kW-rep40G-HI-3.09UEF-50g</w:t>
            </w:r>
          </w:p>
        </w:tc>
      </w:tr>
      <w:tr w:rsidR="00113621" w:rsidRPr="0066792F" w14:paraId="773AAD16" w14:textId="77777777" w:rsidTr="002C0B9B">
        <w:trPr>
          <w:cantSplit/>
          <w:trHeight w:val="20"/>
        </w:trPr>
        <w:tc>
          <w:tcPr>
            <w:tcW w:w="1530" w:type="dxa"/>
            <w:shd w:val="clear" w:color="auto" w:fill="auto"/>
          </w:tcPr>
          <w:p w14:paraId="11D042BB" w14:textId="77777777" w:rsidR="00113621" w:rsidRPr="00B71673" w:rsidRDefault="00113621" w:rsidP="00113621">
            <w:pPr>
              <w:pStyle w:val="Default"/>
              <w:rPr>
                <w:sz w:val="18"/>
                <w:szCs w:val="18"/>
              </w:rPr>
            </w:pPr>
            <w:r w:rsidRPr="00B71673">
              <w:rPr>
                <w:sz w:val="18"/>
                <w:szCs w:val="18"/>
              </w:rPr>
              <w:t>SWWH025D</w:t>
            </w:r>
          </w:p>
        </w:tc>
        <w:tc>
          <w:tcPr>
            <w:tcW w:w="6300" w:type="dxa"/>
            <w:shd w:val="clear" w:color="auto" w:fill="auto"/>
          </w:tcPr>
          <w:p w14:paraId="7D9CAB63" w14:textId="5A5073E1" w:rsidR="00113621" w:rsidRPr="002C0B9B" w:rsidRDefault="00113621" w:rsidP="002C0B9B">
            <w:pPr>
              <w:pStyle w:val="Default"/>
              <w:jc w:val="center"/>
              <w:rPr>
                <w:sz w:val="18"/>
                <w:szCs w:val="18"/>
                <w:highlight w:val="yellow"/>
              </w:rPr>
            </w:pPr>
            <w:r w:rsidRPr="002C0B9B">
              <w:rPr>
                <w:sz w:val="18"/>
                <w:szCs w:val="18"/>
              </w:rPr>
              <w:t>RE-WtrHt-FuelSub-SmlStrg-HP-lte6kW-rep50G-MD-3.09UEF-50g</w:t>
            </w:r>
          </w:p>
        </w:tc>
      </w:tr>
      <w:tr w:rsidR="00113621" w:rsidRPr="0066792F" w14:paraId="29FA1E70" w14:textId="77777777" w:rsidTr="002C0B9B">
        <w:trPr>
          <w:cantSplit/>
          <w:trHeight w:val="20"/>
        </w:trPr>
        <w:tc>
          <w:tcPr>
            <w:tcW w:w="1530" w:type="dxa"/>
            <w:shd w:val="clear" w:color="auto" w:fill="auto"/>
          </w:tcPr>
          <w:p w14:paraId="210F1EE7" w14:textId="77777777" w:rsidR="00113621" w:rsidRPr="00B71673" w:rsidRDefault="00113621" w:rsidP="00113621">
            <w:pPr>
              <w:pStyle w:val="Default"/>
              <w:rPr>
                <w:sz w:val="18"/>
                <w:szCs w:val="18"/>
              </w:rPr>
            </w:pPr>
            <w:r w:rsidRPr="00B71673">
              <w:rPr>
                <w:sz w:val="18"/>
                <w:szCs w:val="18"/>
              </w:rPr>
              <w:t>SWWH025E</w:t>
            </w:r>
          </w:p>
        </w:tc>
        <w:tc>
          <w:tcPr>
            <w:tcW w:w="6300" w:type="dxa"/>
            <w:shd w:val="clear" w:color="auto" w:fill="auto"/>
          </w:tcPr>
          <w:p w14:paraId="5C214BC6" w14:textId="5B7A6491" w:rsidR="00113621" w:rsidRPr="002C0B9B" w:rsidRDefault="00113621" w:rsidP="002C0B9B">
            <w:pPr>
              <w:pStyle w:val="Default"/>
              <w:jc w:val="center"/>
              <w:rPr>
                <w:sz w:val="18"/>
                <w:szCs w:val="18"/>
                <w:highlight w:val="yellow"/>
              </w:rPr>
            </w:pPr>
            <w:r w:rsidRPr="002C0B9B">
              <w:rPr>
                <w:sz w:val="18"/>
                <w:szCs w:val="18"/>
              </w:rPr>
              <w:t>RE-WtrHt-FuelSub-SmlStrg-HP-lte6kW-rep50G-HI-3.09UEF-50g</w:t>
            </w:r>
          </w:p>
        </w:tc>
      </w:tr>
      <w:tr w:rsidR="00113621" w:rsidRPr="0066792F" w14:paraId="319B8AFE" w14:textId="77777777" w:rsidTr="002C0B9B">
        <w:trPr>
          <w:cantSplit/>
          <w:trHeight w:val="20"/>
        </w:trPr>
        <w:tc>
          <w:tcPr>
            <w:tcW w:w="1530" w:type="dxa"/>
            <w:shd w:val="clear" w:color="auto" w:fill="auto"/>
          </w:tcPr>
          <w:p w14:paraId="7B6E6FB9" w14:textId="77777777" w:rsidR="00113621" w:rsidRPr="00B71673" w:rsidRDefault="00113621" w:rsidP="00113621">
            <w:pPr>
              <w:pStyle w:val="Default"/>
              <w:rPr>
                <w:sz w:val="18"/>
                <w:szCs w:val="18"/>
              </w:rPr>
            </w:pPr>
            <w:r w:rsidRPr="00B71673">
              <w:rPr>
                <w:sz w:val="18"/>
                <w:szCs w:val="18"/>
              </w:rPr>
              <w:t>SWWH025F</w:t>
            </w:r>
          </w:p>
        </w:tc>
        <w:tc>
          <w:tcPr>
            <w:tcW w:w="6300" w:type="dxa"/>
            <w:shd w:val="clear" w:color="auto" w:fill="auto"/>
          </w:tcPr>
          <w:p w14:paraId="56C0FF85" w14:textId="0170E2C0" w:rsidR="00113621" w:rsidRPr="002C0B9B" w:rsidRDefault="00113621" w:rsidP="002C0B9B">
            <w:pPr>
              <w:pStyle w:val="Default"/>
              <w:jc w:val="center"/>
              <w:rPr>
                <w:sz w:val="18"/>
                <w:szCs w:val="18"/>
                <w:highlight w:val="yellow"/>
              </w:rPr>
            </w:pPr>
            <w:r w:rsidRPr="002C0B9B">
              <w:rPr>
                <w:sz w:val="18"/>
                <w:szCs w:val="18"/>
              </w:rPr>
              <w:t>RE-WtrHt-FuelSub-SmlStrg-HP-lte6kW-rep30G-MD-3p31UEF-50g</w:t>
            </w:r>
          </w:p>
        </w:tc>
      </w:tr>
      <w:tr w:rsidR="00113621" w:rsidRPr="0066792F" w14:paraId="33C4B6D7" w14:textId="77777777" w:rsidTr="002C0B9B">
        <w:trPr>
          <w:cantSplit/>
          <w:trHeight w:val="20"/>
        </w:trPr>
        <w:tc>
          <w:tcPr>
            <w:tcW w:w="1530" w:type="dxa"/>
            <w:shd w:val="clear" w:color="auto" w:fill="auto"/>
          </w:tcPr>
          <w:p w14:paraId="373008AB" w14:textId="77777777" w:rsidR="00113621" w:rsidRPr="00B71673" w:rsidRDefault="00113621" w:rsidP="00113621">
            <w:pPr>
              <w:pStyle w:val="Default"/>
              <w:rPr>
                <w:sz w:val="18"/>
                <w:szCs w:val="18"/>
              </w:rPr>
            </w:pPr>
            <w:r w:rsidRPr="00B71673">
              <w:rPr>
                <w:sz w:val="18"/>
                <w:szCs w:val="18"/>
              </w:rPr>
              <w:t>SWWH025G</w:t>
            </w:r>
          </w:p>
        </w:tc>
        <w:tc>
          <w:tcPr>
            <w:tcW w:w="6300" w:type="dxa"/>
            <w:shd w:val="clear" w:color="auto" w:fill="auto"/>
          </w:tcPr>
          <w:p w14:paraId="48C94C28" w14:textId="62B78B95" w:rsidR="00113621" w:rsidRPr="002C0B9B" w:rsidRDefault="00113621" w:rsidP="002C0B9B">
            <w:pPr>
              <w:pStyle w:val="Default"/>
              <w:jc w:val="center"/>
              <w:rPr>
                <w:sz w:val="18"/>
                <w:szCs w:val="18"/>
                <w:highlight w:val="yellow"/>
              </w:rPr>
            </w:pPr>
            <w:r w:rsidRPr="002C0B9B">
              <w:rPr>
                <w:sz w:val="18"/>
                <w:szCs w:val="18"/>
              </w:rPr>
              <w:t>RE-WtrHt-FuelSub-SmlStrg-HP-lte6kW-rep40G-MD-3p31UEF-50g</w:t>
            </w:r>
          </w:p>
        </w:tc>
      </w:tr>
      <w:tr w:rsidR="00113621" w:rsidRPr="0066792F" w14:paraId="71E5ACBA" w14:textId="77777777" w:rsidTr="002C0B9B">
        <w:trPr>
          <w:cantSplit/>
          <w:trHeight w:val="20"/>
        </w:trPr>
        <w:tc>
          <w:tcPr>
            <w:tcW w:w="1530" w:type="dxa"/>
            <w:shd w:val="clear" w:color="auto" w:fill="auto"/>
          </w:tcPr>
          <w:p w14:paraId="1CA72A8D" w14:textId="77777777" w:rsidR="00113621" w:rsidRPr="00B71673" w:rsidRDefault="00113621" w:rsidP="00113621">
            <w:pPr>
              <w:pStyle w:val="Default"/>
              <w:rPr>
                <w:sz w:val="18"/>
                <w:szCs w:val="18"/>
              </w:rPr>
            </w:pPr>
            <w:r w:rsidRPr="00B71673">
              <w:rPr>
                <w:sz w:val="18"/>
                <w:szCs w:val="18"/>
              </w:rPr>
              <w:t>SWWH025H</w:t>
            </w:r>
          </w:p>
        </w:tc>
        <w:tc>
          <w:tcPr>
            <w:tcW w:w="6300" w:type="dxa"/>
            <w:shd w:val="clear" w:color="auto" w:fill="auto"/>
          </w:tcPr>
          <w:p w14:paraId="541831E5" w14:textId="3672B6EF" w:rsidR="00113621" w:rsidRPr="002C0B9B" w:rsidRDefault="00113621" w:rsidP="002C0B9B">
            <w:pPr>
              <w:pStyle w:val="Default"/>
              <w:jc w:val="center"/>
              <w:rPr>
                <w:sz w:val="18"/>
                <w:szCs w:val="18"/>
                <w:highlight w:val="yellow"/>
              </w:rPr>
            </w:pPr>
            <w:r w:rsidRPr="002C0B9B">
              <w:rPr>
                <w:sz w:val="18"/>
                <w:szCs w:val="18"/>
              </w:rPr>
              <w:t>RE-WtrHt-FuelSub-SmlStrg-HP-lte6kW-rep40G-HI-3p31UEF-50g</w:t>
            </w:r>
          </w:p>
        </w:tc>
      </w:tr>
      <w:tr w:rsidR="00113621" w:rsidRPr="0066792F" w14:paraId="585091AF" w14:textId="77777777" w:rsidTr="002C0B9B">
        <w:trPr>
          <w:cantSplit/>
          <w:trHeight w:val="20"/>
        </w:trPr>
        <w:tc>
          <w:tcPr>
            <w:tcW w:w="1530" w:type="dxa"/>
            <w:shd w:val="clear" w:color="auto" w:fill="auto"/>
          </w:tcPr>
          <w:p w14:paraId="13203EB4" w14:textId="77777777" w:rsidR="00113621" w:rsidRPr="00B71673" w:rsidRDefault="00113621" w:rsidP="00113621">
            <w:pPr>
              <w:pStyle w:val="Default"/>
              <w:rPr>
                <w:sz w:val="18"/>
                <w:szCs w:val="18"/>
              </w:rPr>
            </w:pPr>
            <w:r w:rsidRPr="00B71673">
              <w:rPr>
                <w:sz w:val="18"/>
                <w:szCs w:val="18"/>
              </w:rPr>
              <w:t>SWWH025I</w:t>
            </w:r>
          </w:p>
        </w:tc>
        <w:tc>
          <w:tcPr>
            <w:tcW w:w="6300" w:type="dxa"/>
            <w:shd w:val="clear" w:color="auto" w:fill="auto"/>
          </w:tcPr>
          <w:p w14:paraId="57123EDB" w14:textId="69E0D207" w:rsidR="00113621" w:rsidRPr="002C0B9B" w:rsidRDefault="00113621" w:rsidP="002C0B9B">
            <w:pPr>
              <w:pStyle w:val="Default"/>
              <w:jc w:val="center"/>
              <w:rPr>
                <w:sz w:val="18"/>
                <w:szCs w:val="18"/>
                <w:highlight w:val="yellow"/>
              </w:rPr>
            </w:pPr>
            <w:r w:rsidRPr="002C0B9B">
              <w:rPr>
                <w:sz w:val="18"/>
                <w:szCs w:val="18"/>
              </w:rPr>
              <w:t>RE-WtrHt-FuelSub-SmlStrg-HP-lte6kW-rep50G-MD-3p31UEF-50g</w:t>
            </w:r>
          </w:p>
        </w:tc>
      </w:tr>
      <w:tr w:rsidR="00113621" w:rsidRPr="0066792F" w14:paraId="3B88C8D7" w14:textId="77777777" w:rsidTr="002C0B9B">
        <w:trPr>
          <w:cantSplit/>
          <w:trHeight w:val="20"/>
        </w:trPr>
        <w:tc>
          <w:tcPr>
            <w:tcW w:w="1530" w:type="dxa"/>
            <w:shd w:val="clear" w:color="auto" w:fill="auto"/>
          </w:tcPr>
          <w:p w14:paraId="25F1CA75" w14:textId="77777777" w:rsidR="00113621" w:rsidRPr="00B71673" w:rsidRDefault="00113621" w:rsidP="00113621">
            <w:pPr>
              <w:pStyle w:val="Default"/>
              <w:rPr>
                <w:sz w:val="18"/>
                <w:szCs w:val="18"/>
              </w:rPr>
            </w:pPr>
            <w:r w:rsidRPr="00B71673">
              <w:rPr>
                <w:sz w:val="18"/>
                <w:szCs w:val="18"/>
              </w:rPr>
              <w:lastRenderedPageBreak/>
              <w:t>SWWH025J</w:t>
            </w:r>
          </w:p>
        </w:tc>
        <w:tc>
          <w:tcPr>
            <w:tcW w:w="6300" w:type="dxa"/>
            <w:shd w:val="clear" w:color="auto" w:fill="auto"/>
          </w:tcPr>
          <w:p w14:paraId="47F0A2DA" w14:textId="70E64343" w:rsidR="00113621" w:rsidRPr="002C0B9B" w:rsidRDefault="00113621" w:rsidP="002C0B9B">
            <w:pPr>
              <w:pStyle w:val="Default"/>
              <w:jc w:val="center"/>
              <w:rPr>
                <w:sz w:val="18"/>
                <w:szCs w:val="18"/>
                <w:highlight w:val="yellow"/>
              </w:rPr>
            </w:pPr>
            <w:r w:rsidRPr="002C0B9B">
              <w:rPr>
                <w:sz w:val="18"/>
                <w:szCs w:val="18"/>
              </w:rPr>
              <w:t>RE-WtrHt-FuelSub-SmlStrg-HP-lte6kW-rep50G-HI-3p31UEF-50g</w:t>
            </w:r>
          </w:p>
        </w:tc>
      </w:tr>
      <w:tr w:rsidR="00113621" w:rsidRPr="0066792F" w14:paraId="10F2D035" w14:textId="77777777" w:rsidTr="002C0B9B">
        <w:trPr>
          <w:cantSplit/>
          <w:trHeight w:val="20"/>
        </w:trPr>
        <w:tc>
          <w:tcPr>
            <w:tcW w:w="1530" w:type="dxa"/>
            <w:shd w:val="clear" w:color="auto" w:fill="auto"/>
          </w:tcPr>
          <w:p w14:paraId="098DC6D6" w14:textId="77777777" w:rsidR="00113621" w:rsidRPr="00B71673" w:rsidRDefault="00113621" w:rsidP="00113621">
            <w:pPr>
              <w:pStyle w:val="Default"/>
              <w:rPr>
                <w:sz w:val="18"/>
                <w:szCs w:val="18"/>
              </w:rPr>
            </w:pPr>
            <w:r w:rsidRPr="00B71673">
              <w:rPr>
                <w:sz w:val="18"/>
                <w:szCs w:val="18"/>
              </w:rPr>
              <w:t>SWWH025K</w:t>
            </w:r>
          </w:p>
        </w:tc>
        <w:tc>
          <w:tcPr>
            <w:tcW w:w="6300" w:type="dxa"/>
            <w:shd w:val="clear" w:color="auto" w:fill="auto"/>
          </w:tcPr>
          <w:p w14:paraId="1F11B458" w14:textId="4CAF50AF" w:rsidR="00113621" w:rsidRPr="002C0B9B" w:rsidRDefault="00113621" w:rsidP="002C0B9B">
            <w:pPr>
              <w:pStyle w:val="Default"/>
              <w:jc w:val="center"/>
              <w:rPr>
                <w:sz w:val="18"/>
                <w:szCs w:val="18"/>
                <w:highlight w:val="yellow"/>
              </w:rPr>
            </w:pPr>
            <w:r w:rsidRPr="002C0B9B">
              <w:rPr>
                <w:sz w:val="18"/>
                <w:szCs w:val="18"/>
              </w:rPr>
              <w:t>RE-WtrHt-FuelSub-SmlStrg-HP-lte6kW-rep60G-HI-3p33UEF-80g</w:t>
            </w:r>
          </w:p>
        </w:tc>
      </w:tr>
      <w:tr w:rsidR="00F817B1" w:rsidRPr="0066792F" w14:paraId="25462BF9" w14:textId="77777777" w:rsidTr="002C0B9B">
        <w:trPr>
          <w:cantSplit/>
          <w:trHeight w:val="20"/>
        </w:trPr>
        <w:tc>
          <w:tcPr>
            <w:tcW w:w="1530" w:type="dxa"/>
            <w:shd w:val="clear" w:color="auto" w:fill="auto"/>
          </w:tcPr>
          <w:p w14:paraId="569D4AD8" w14:textId="77777777" w:rsidR="00F817B1" w:rsidRPr="00B71673" w:rsidRDefault="00F817B1" w:rsidP="00E601EE">
            <w:pPr>
              <w:pStyle w:val="Default"/>
              <w:rPr>
                <w:sz w:val="18"/>
                <w:szCs w:val="18"/>
              </w:rPr>
            </w:pPr>
            <w:r w:rsidRPr="00B71673">
              <w:rPr>
                <w:sz w:val="18"/>
                <w:szCs w:val="18"/>
              </w:rPr>
              <w:t>SWWH025M</w:t>
            </w:r>
          </w:p>
        </w:tc>
        <w:tc>
          <w:tcPr>
            <w:tcW w:w="6300" w:type="dxa"/>
            <w:shd w:val="clear" w:color="auto" w:fill="auto"/>
          </w:tcPr>
          <w:p w14:paraId="6B4D319C" w14:textId="7CB7206A" w:rsidR="00F817B1" w:rsidRPr="002C0B9B" w:rsidRDefault="00113621" w:rsidP="002C0B9B">
            <w:pPr>
              <w:pStyle w:val="Default"/>
              <w:jc w:val="center"/>
              <w:rPr>
                <w:sz w:val="18"/>
                <w:szCs w:val="18"/>
                <w:highlight w:val="yellow"/>
              </w:rPr>
            </w:pPr>
            <w:r w:rsidRPr="00113621">
              <w:rPr>
                <w:sz w:val="18"/>
                <w:szCs w:val="18"/>
              </w:rPr>
              <w:t>RE-WtrHt-FuelSub-SmlStrg-HP-lte6kW-rep75G-HI-3p42UEF-80g</w:t>
            </w:r>
          </w:p>
        </w:tc>
      </w:tr>
      <w:tr w:rsidR="00113621" w:rsidRPr="0066792F" w14:paraId="5EE218F2" w14:textId="77777777" w:rsidTr="002C0B9B">
        <w:trPr>
          <w:cantSplit/>
          <w:trHeight w:val="20"/>
        </w:trPr>
        <w:tc>
          <w:tcPr>
            <w:tcW w:w="1530" w:type="dxa"/>
            <w:shd w:val="clear" w:color="auto" w:fill="auto"/>
          </w:tcPr>
          <w:p w14:paraId="39530CE1" w14:textId="77777777" w:rsidR="00113621" w:rsidRPr="00B71673" w:rsidRDefault="00113621" w:rsidP="00113621">
            <w:pPr>
              <w:pStyle w:val="Default"/>
              <w:rPr>
                <w:sz w:val="18"/>
                <w:szCs w:val="18"/>
              </w:rPr>
            </w:pPr>
            <w:r w:rsidRPr="00B71673">
              <w:rPr>
                <w:sz w:val="18"/>
                <w:szCs w:val="18"/>
              </w:rPr>
              <w:t>SWWH025O</w:t>
            </w:r>
          </w:p>
        </w:tc>
        <w:tc>
          <w:tcPr>
            <w:tcW w:w="6300" w:type="dxa"/>
            <w:shd w:val="clear" w:color="auto" w:fill="auto"/>
          </w:tcPr>
          <w:p w14:paraId="4221E363" w14:textId="1863705B" w:rsidR="00113621" w:rsidRPr="002C0B9B" w:rsidRDefault="00113621" w:rsidP="002C0B9B">
            <w:pPr>
              <w:pStyle w:val="Default"/>
              <w:jc w:val="center"/>
              <w:rPr>
                <w:sz w:val="18"/>
                <w:szCs w:val="18"/>
                <w:highlight w:val="yellow"/>
              </w:rPr>
            </w:pPr>
            <w:r w:rsidRPr="002C0B9B">
              <w:rPr>
                <w:sz w:val="18"/>
                <w:szCs w:val="18"/>
              </w:rPr>
              <w:t>RE-WtrHt-FuelSub-SmlInst-HP-lte6kW-replt200kBtuh-LW-3.09UEF</w:t>
            </w:r>
          </w:p>
        </w:tc>
      </w:tr>
      <w:tr w:rsidR="00113621" w:rsidRPr="0066792F" w14:paraId="2D0966B2" w14:textId="77777777" w:rsidTr="002C0B9B">
        <w:trPr>
          <w:cantSplit/>
          <w:trHeight w:val="20"/>
        </w:trPr>
        <w:tc>
          <w:tcPr>
            <w:tcW w:w="1530" w:type="dxa"/>
            <w:shd w:val="clear" w:color="auto" w:fill="auto"/>
          </w:tcPr>
          <w:p w14:paraId="22E3E3EB" w14:textId="77777777" w:rsidR="00113621" w:rsidRPr="00B71673" w:rsidRDefault="00113621" w:rsidP="00113621">
            <w:pPr>
              <w:pStyle w:val="Default"/>
              <w:rPr>
                <w:sz w:val="18"/>
                <w:szCs w:val="18"/>
              </w:rPr>
            </w:pPr>
            <w:r w:rsidRPr="00B71673">
              <w:rPr>
                <w:sz w:val="18"/>
                <w:szCs w:val="18"/>
              </w:rPr>
              <w:t>SWWH025P</w:t>
            </w:r>
          </w:p>
        </w:tc>
        <w:tc>
          <w:tcPr>
            <w:tcW w:w="6300" w:type="dxa"/>
            <w:shd w:val="clear" w:color="auto" w:fill="auto"/>
          </w:tcPr>
          <w:p w14:paraId="1BAB6658" w14:textId="39DA11A0" w:rsidR="00113621" w:rsidRPr="002C0B9B" w:rsidRDefault="00113621" w:rsidP="002C0B9B">
            <w:pPr>
              <w:pStyle w:val="Default"/>
              <w:jc w:val="center"/>
              <w:rPr>
                <w:sz w:val="18"/>
                <w:szCs w:val="18"/>
                <w:highlight w:val="yellow"/>
              </w:rPr>
            </w:pPr>
            <w:r w:rsidRPr="002C0B9B">
              <w:rPr>
                <w:sz w:val="18"/>
                <w:szCs w:val="18"/>
              </w:rPr>
              <w:t>RE-WtrHt-FuelSub-SmlInst-HP-lte6kW-replt200kBtuh-MD-3.09UEF</w:t>
            </w:r>
          </w:p>
        </w:tc>
      </w:tr>
      <w:tr w:rsidR="00113621" w:rsidRPr="0066792F" w14:paraId="39A9EFB5" w14:textId="77777777" w:rsidTr="002C0B9B">
        <w:trPr>
          <w:cantSplit/>
          <w:trHeight w:val="20"/>
        </w:trPr>
        <w:tc>
          <w:tcPr>
            <w:tcW w:w="1530" w:type="dxa"/>
            <w:shd w:val="clear" w:color="auto" w:fill="auto"/>
          </w:tcPr>
          <w:p w14:paraId="5CB57901" w14:textId="77777777" w:rsidR="00113621" w:rsidRPr="00B71673" w:rsidRDefault="00113621" w:rsidP="00113621">
            <w:pPr>
              <w:pStyle w:val="Default"/>
              <w:rPr>
                <w:sz w:val="18"/>
                <w:szCs w:val="18"/>
              </w:rPr>
            </w:pPr>
            <w:r w:rsidRPr="00B71673">
              <w:rPr>
                <w:sz w:val="18"/>
                <w:szCs w:val="18"/>
              </w:rPr>
              <w:t>SWWH025Q</w:t>
            </w:r>
          </w:p>
        </w:tc>
        <w:tc>
          <w:tcPr>
            <w:tcW w:w="6300" w:type="dxa"/>
            <w:shd w:val="clear" w:color="auto" w:fill="auto"/>
          </w:tcPr>
          <w:p w14:paraId="38EFFA00" w14:textId="7DE2F44C" w:rsidR="00113621" w:rsidRPr="002C0B9B" w:rsidRDefault="00113621" w:rsidP="002C0B9B">
            <w:pPr>
              <w:pStyle w:val="Default"/>
              <w:jc w:val="center"/>
              <w:rPr>
                <w:sz w:val="18"/>
                <w:szCs w:val="18"/>
                <w:highlight w:val="yellow"/>
              </w:rPr>
            </w:pPr>
            <w:r w:rsidRPr="002C0B9B">
              <w:rPr>
                <w:sz w:val="18"/>
                <w:szCs w:val="18"/>
              </w:rPr>
              <w:t>RE-WtrHt-FuelSub-SmlInst-HP-lte6kW-replt200kBtuh-HI-3.09UEF</w:t>
            </w:r>
          </w:p>
        </w:tc>
      </w:tr>
      <w:tr w:rsidR="00113621" w:rsidRPr="0066792F" w14:paraId="4BB0445C" w14:textId="77777777" w:rsidTr="002C0B9B">
        <w:trPr>
          <w:cantSplit/>
          <w:trHeight w:val="20"/>
        </w:trPr>
        <w:tc>
          <w:tcPr>
            <w:tcW w:w="1530" w:type="dxa"/>
            <w:shd w:val="clear" w:color="auto" w:fill="auto"/>
          </w:tcPr>
          <w:p w14:paraId="475DB298" w14:textId="77777777" w:rsidR="00113621" w:rsidRPr="00B71673" w:rsidRDefault="00113621" w:rsidP="00113621">
            <w:pPr>
              <w:pStyle w:val="Default"/>
              <w:rPr>
                <w:sz w:val="18"/>
                <w:szCs w:val="18"/>
              </w:rPr>
            </w:pPr>
            <w:r w:rsidRPr="00B71673">
              <w:rPr>
                <w:sz w:val="18"/>
                <w:szCs w:val="18"/>
              </w:rPr>
              <w:t>SWWH025R</w:t>
            </w:r>
          </w:p>
        </w:tc>
        <w:tc>
          <w:tcPr>
            <w:tcW w:w="6300" w:type="dxa"/>
            <w:shd w:val="clear" w:color="auto" w:fill="auto"/>
          </w:tcPr>
          <w:p w14:paraId="709941C4" w14:textId="06C30B43" w:rsidR="00113621" w:rsidRPr="002C0B9B" w:rsidRDefault="00113621" w:rsidP="002C0B9B">
            <w:pPr>
              <w:pStyle w:val="Default"/>
              <w:jc w:val="center"/>
              <w:rPr>
                <w:sz w:val="18"/>
                <w:szCs w:val="18"/>
                <w:highlight w:val="yellow"/>
              </w:rPr>
            </w:pPr>
            <w:r w:rsidRPr="002C0B9B">
              <w:rPr>
                <w:sz w:val="18"/>
                <w:szCs w:val="18"/>
              </w:rPr>
              <w:t>RE-WtrHt-FuelSub-SmlInst-HP-lte6kW-replt200kBtuh-LW-3.31UEF</w:t>
            </w:r>
          </w:p>
        </w:tc>
      </w:tr>
      <w:tr w:rsidR="00113621" w:rsidRPr="0066792F" w14:paraId="19C7284C" w14:textId="77777777" w:rsidTr="002C0B9B">
        <w:trPr>
          <w:cantSplit/>
          <w:trHeight w:val="20"/>
        </w:trPr>
        <w:tc>
          <w:tcPr>
            <w:tcW w:w="1530" w:type="dxa"/>
            <w:shd w:val="clear" w:color="auto" w:fill="auto"/>
          </w:tcPr>
          <w:p w14:paraId="443B517E" w14:textId="77777777" w:rsidR="00113621" w:rsidRPr="00B71673" w:rsidRDefault="00113621" w:rsidP="00113621">
            <w:pPr>
              <w:pStyle w:val="Default"/>
              <w:rPr>
                <w:sz w:val="18"/>
                <w:szCs w:val="18"/>
              </w:rPr>
            </w:pPr>
            <w:r w:rsidRPr="00B71673">
              <w:rPr>
                <w:sz w:val="18"/>
                <w:szCs w:val="18"/>
              </w:rPr>
              <w:t>SWWH025S</w:t>
            </w:r>
          </w:p>
        </w:tc>
        <w:tc>
          <w:tcPr>
            <w:tcW w:w="6300" w:type="dxa"/>
            <w:shd w:val="clear" w:color="auto" w:fill="auto"/>
          </w:tcPr>
          <w:p w14:paraId="32B220F9" w14:textId="0393C25D" w:rsidR="00113621" w:rsidRPr="002C0B9B" w:rsidRDefault="00113621" w:rsidP="002C0B9B">
            <w:pPr>
              <w:pStyle w:val="Default"/>
              <w:jc w:val="center"/>
              <w:rPr>
                <w:sz w:val="18"/>
                <w:szCs w:val="18"/>
                <w:highlight w:val="yellow"/>
              </w:rPr>
            </w:pPr>
            <w:r w:rsidRPr="002C0B9B">
              <w:rPr>
                <w:sz w:val="18"/>
                <w:szCs w:val="18"/>
              </w:rPr>
              <w:t>RE-WtrHt-FuelSub-SmlInst-HP-lte6kW-replt200kBtuh-MD-3.31UEF</w:t>
            </w:r>
          </w:p>
        </w:tc>
      </w:tr>
      <w:tr w:rsidR="00113621" w:rsidRPr="0066792F" w14:paraId="0ED15007" w14:textId="77777777" w:rsidTr="002C0B9B">
        <w:trPr>
          <w:cantSplit/>
          <w:trHeight w:val="20"/>
        </w:trPr>
        <w:tc>
          <w:tcPr>
            <w:tcW w:w="1530" w:type="dxa"/>
            <w:shd w:val="clear" w:color="auto" w:fill="auto"/>
          </w:tcPr>
          <w:p w14:paraId="0861BA10" w14:textId="77777777" w:rsidR="00113621" w:rsidRPr="00B71673" w:rsidRDefault="00113621" w:rsidP="00113621">
            <w:pPr>
              <w:pStyle w:val="Default"/>
              <w:rPr>
                <w:sz w:val="18"/>
                <w:szCs w:val="18"/>
              </w:rPr>
            </w:pPr>
            <w:r w:rsidRPr="00B71673">
              <w:rPr>
                <w:sz w:val="18"/>
                <w:szCs w:val="18"/>
              </w:rPr>
              <w:t>SWWH025T</w:t>
            </w:r>
          </w:p>
        </w:tc>
        <w:tc>
          <w:tcPr>
            <w:tcW w:w="6300" w:type="dxa"/>
            <w:shd w:val="clear" w:color="auto" w:fill="auto"/>
          </w:tcPr>
          <w:p w14:paraId="282BB21C" w14:textId="56942607" w:rsidR="00113621" w:rsidRPr="002C0B9B" w:rsidRDefault="00113621" w:rsidP="002C0B9B">
            <w:pPr>
              <w:pStyle w:val="Default"/>
              <w:jc w:val="center"/>
              <w:rPr>
                <w:sz w:val="18"/>
                <w:szCs w:val="18"/>
                <w:highlight w:val="yellow"/>
              </w:rPr>
            </w:pPr>
            <w:r w:rsidRPr="002C0B9B">
              <w:rPr>
                <w:sz w:val="18"/>
                <w:szCs w:val="18"/>
              </w:rPr>
              <w:t>RE-WtrHt-FuelSub-SmlInst-HP-lte6kW-replt200kBtuh-HI-3.31UEF</w:t>
            </w:r>
          </w:p>
        </w:tc>
      </w:tr>
      <w:tr w:rsidR="00D21ABC" w:rsidRPr="0066792F" w14:paraId="598536E9" w14:textId="77777777" w:rsidTr="002C0B9B">
        <w:trPr>
          <w:cantSplit/>
          <w:trHeight w:val="20"/>
        </w:trPr>
        <w:tc>
          <w:tcPr>
            <w:tcW w:w="1530" w:type="dxa"/>
            <w:shd w:val="clear" w:color="auto" w:fill="auto"/>
          </w:tcPr>
          <w:p w14:paraId="12C60B10" w14:textId="09D4F7DB" w:rsidR="00D21ABC" w:rsidRPr="00B71673" w:rsidRDefault="00D21ABC" w:rsidP="00D21ABC">
            <w:pPr>
              <w:pStyle w:val="Default"/>
              <w:rPr>
                <w:sz w:val="18"/>
                <w:szCs w:val="18"/>
              </w:rPr>
            </w:pPr>
            <w:r w:rsidRPr="00B71673">
              <w:rPr>
                <w:sz w:val="18"/>
                <w:szCs w:val="18"/>
              </w:rPr>
              <w:t>SWWH025</w:t>
            </w:r>
            <w:r>
              <w:rPr>
                <w:sz w:val="18"/>
                <w:szCs w:val="18"/>
              </w:rPr>
              <w:t>U</w:t>
            </w:r>
          </w:p>
        </w:tc>
        <w:tc>
          <w:tcPr>
            <w:tcW w:w="6300" w:type="dxa"/>
            <w:shd w:val="clear" w:color="auto" w:fill="auto"/>
          </w:tcPr>
          <w:p w14:paraId="52A3306A" w14:textId="4A354342" w:rsidR="00D21ABC" w:rsidRPr="002C0B9B" w:rsidRDefault="00D21ABC" w:rsidP="00D21ABC">
            <w:pPr>
              <w:pStyle w:val="Default"/>
              <w:jc w:val="center"/>
              <w:rPr>
                <w:sz w:val="18"/>
                <w:szCs w:val="18"/>
              </w:rPr>
            </w:pPr>
            <w:r w:rsidRPr="00A93852">
              <w:rPr>
                <w:sz w:val="18"/>
                <w:szCs w:val="18"/>
              </w:rPr>
              <w:t>RE-WtrHt-FuelSub-SmlStrg-HP-lte6kW-rep40G-MD-3p50UEF-40g</w:t>
            </w:r>
          </w:p>
        </w:tc>
      </w:tr>
      <w:tr w:rsidR="00D21ABC" w:rsidRPr="0066792F" w14:paraId="7B2446C9" w14:textId="77777777" w:rsidTr="002C0B9B">
        <w:trPr>
          <w:cantSplit/>
          <w:trHeight w:val="20"/>
        </w:trPr>
        <w:tc>
          <w:tcPr>
            <w:tcW w:w="1530" w:type="dxa"/>
            <w:shd w:val="clear" w:color="auto" w:fill="auto"/>
          </w:tcPr>
          <w:p w14:paraId="0FAB740A" w14:textId="78621C5F" w:rsidR="00D21ABC" w:rsidRPr="00B71673" w:rsidRDefault="00D21ABC" w:rsidP="00D21ABC">
            <w:pPr>
              <w:pStyle w:val="Default"/>
              <w:rPr>
                <w:sz w:val="18"/>
                <w:szCs w:val="18"/>
              </w:rPr>
            </w:pPr>
            <w:r w:rsidRPr="00B71673">
              <w:rPr>
                <w:sz w:val="18"/>
                <w:szCs w:val="18"/>
              </w:rPr>
              <w:t>SWWH025</w:t>
            </w:r>
            <w:r>
              <w:rPr>
                <w:sz w:val="18"/>
                <w:szCs w:val="18"/>
              </w:rPr>
              <w:t>V</w:t>
            </w:r>
          </w:p>
        </w:tc>
        <w:tc>
          <w:tcPr>
            <w:tcW w:w="6300" w:type="dxa"/>
            <w:shd w:val="clear" w:color="auto" w:fill="auto"/>
          </w:tcPr>
          <w:p w14:paraId="3F8F650C" w14:textId="66E75E86" w:rsidR="00D21ABC" w:rsidRPr="002C0B9B" w:rsidRDefault="00D21ABC" w:rsidP="00D21ABC">
            <w:pPr>
              <w:pStyle w:val="Default"/>
              <w:jc w:val="center"/>
              <w:rPr>
                <w:sz w:val="18"/>
                <w:szCs w:val="18"/>
              </w:rPr>
            </w:pPr>
            <w:r w:rsidRPr="00A93852">
              <w:rPr>
                <w:sz w:val="18"/>
                <w:szCs w:val="18"/>
              </w:rPr>
              <w:t>RE-WtrHt-FuelSub-SmlStrg-HP-lte6kW-rep40G-HI-3.50UEF-40g</w:t>
            </w:r>
          </w:p>
        </w:tc>
      </w:tr>
    </w:tbl>
    <w:p w14:paraId="5FCC9D8D" w14:textId="593DC6AA" w:rsidR="004F37D1" w:rsidRDefault="004F37D1" w:rsidP="004F29B4">
      <w:pPr>
        <w:rPr>
          <w:rFonts w:cs="Calibri Light"/>
          <w:szCs w:val="22"/>
        </w:rPr>
      </w:pPr>
    </w:p>
    <w:p w14:paraId="30D043FC" w14:textId="37730AE3" w:rsidR="004F37D1" w:rsidRDefault="004F37D1" w:rsidP="004F29B4">
      <w:pPr>
        <w:rPr>
          <w:rFonts w:cs="Calibri Light"/>
          <w:szCs w:val="22"/>
        </w:rPr>
      </w:pPr>
      <w:r>
        <w:rPr>
          <w:rFonts w:cs="Calibri Light"/>
          <w:szCs w:val="22"/>
        </w:rPr>
        <w:t>The following inputs were used to create the new measure cost for the ≤</w:t>
      </w:r>
      <w:proofErr w:type="gramStart"/>
      <w:r>
        <w:rPr>
          <w:rFonts w:cs="Calibri Light"/>
          <w:szCs w:val="22"/>
        </w:rPr>
        <w:t>45 gallon</w:t>
      </w:r>
      <w:proofErr w:type="gramEnd"/>
      <w:r>
        <w:rPr>
          <w:rFonts w:cs="Calibri Light"/>
          <w:szCs w:val="22"/>
        </w:rPr>
        <w:t xml:space="preserve"> heat pump water heater technology in the calculator. The inputs were informed by </w:t>
      </w:r>
      <w:r w:rsidR="00C76F24">
        <w:rPr>
          <w:rFonts w:cs="Calibri Light"/>
          <w:szCs w:val="22"/>
        </w:rPr>
        <w:t xml:space="preserve">an </w:t>
      </w:r>
      <w:r>
        <w:rPr>
          <w:rFonts w:cs="Calibri Light"/>
          <w:szCs w:val="22"/>
        </w:rPr>
        <w:t xml:space="preserve">analysis </w:t>
      </w:r>
      <w:r w:rsidR="00295061">
        <w:rPr>
          <w:rFonts w:cs="Calibri Light"/>
          <w:szCs w:val="22"/>
        </w:rPr>
        <w:t>of the CEC appliance database, AHRI database, and Energy Star qualified product list</w:t>
      </w:r>
      <w:r w:rsidR="00F11D70">
        <w:rPr>
          <w:rStyle w:val="FootnoteReference"/>
          <w:rFonts w:cs="Calibri Light"/>
          <w:szCs w:val="22"/>
        </w:rPr>
        <w:footnoteReference w:id="19"/>
      </w:r>
      <w:r w:rsidR="00295061">
        <w:rPr>
          <w:rFonts w:cs="Calibri Light"/>
          <w:szCs w:val="22"/>
        </w:rPr>
        <w:t xml:space="preserve">. </w:t>
      </w:r>
      <w:r w:rsidR="004D6F21">
        <w:rPr>
          <w:rFonts w:cs="Calibri Light"/>
          <w:szCs w:val="22"/>
        </w:rPr>
        <w:t>Other</w:t>
      </w:r>
      <w:r w:rsidR="00295061">
        <w:rPr>
          <w:rFonts w:cs="Calibri Light"/>
          <w:szCs w:val="22"/>
        </w:rPr>
        <w:t xml:space="preserve"> inputs were taken based on similar measures in the water heater calculator</w:t>
      </w:r>
      <w:r w:rsidR="004D6F21">
        <w:rPr>
          <w:rFonts w:cs="Calibri Light"/>
          <w:szCs w:val="22"/>
        </w:rPr>
        <w:t xml:space="preserve"> or </w:t>
      </w:r>
      <w:proofErr w:type="gramStart"/>
      <w:r w:rsidR="004D6F21">
        <w:rPr>
          <w:rFonts w:cs="Calibri Light"/>
          <w:szCs w:val="22"/>
        </w:rPr>
        <w:t>auto</w:t>
      </w:r>
      <w:r w:rsidR="00737820">
        <w:rPr>
          <w:rFonts w:cs="Calibri Light"/>
          <w:szCs w:val="22"/>
        </w:rPr>
        <w:t>-</w:t>
      </w:r>
      <w:r w:rsidR="004D6F21">
        <w:rPr>
          <w:rFonts w:cs="Calibri Light"/>
          <w:szCs w:val="22"/>
        </w:rPr>
        <w:t>calculated</w:t>
      </w:r>
      <w:proofErr w:type="gramEnd"/>
      <w:r w:rsidR="004D6F21">
        <w:rPr>
          <w:rFonts w:cs="Calibri Light"/>
          <w:szCs w:val="22"/>
        </w:rPr>
        <w:t xml:space="preserve"> by the tool.</w:t>
      </w:r>
    </w:p>
    <w:tbl>
      <w:tblPr>
        <w:tblW w:w="772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48"/>
        <w:gridCol w:w="2872"/>
      </w:tblGrid>
      <w:tr w:rsidR="004D6F21" w:rsidRPr="00154391" w14:paraId="1AE2AEAD" w14:textId="547A193E" w:rsidTr="00A93852">
        <w:trPr>
          <w:trHeight w:val="440"/>
        </w:trPr>
        <w:tc>
          <w:tcPr>
            <w:tcW w:w="4848" w:type="dxa"/>
            <w:shd w:val="clear" w:color="auto" w:fill="F2F2F2" w:themeFill="background1" w:themeFillShade="F2"/>
            <w:vAlign w:val="bottom"/>
          </w:tcPr>
          <w:p w14:paraId="418D652F" w14:textId="0A256BA8" w:rsidR="004D6F21" w:rsidRPr="00154391" w:rsidRDefault="004D6F21" w:rsidP="00F11D70">
            <w:pPr>
              <w:keepNext/>
              <w:keepLines/>
              <w:spacing w:before="20" w:after="20"/>
              <w:rPr>
                <w:b/>
                <w:sz w:val="20"/>
                <w:szCs w:val="20"/>
              </w:rPr>
            </w:pPr>
            <w:r>
              <w:rPr>
                <w:b/>
                <w:sz w:val="20"/>
                <w:szCs w:val="20"/>
              </w:rPr>
              <w:t>Input</w:t>
            </w:r>
          </w:p>
        </w:tc>
        <w:tc>
          <w:tcPr>
            <w:tcW w:w="2872" w:type="dxa"/>
            <w:shd w:val="clear" w:color="auto" w:fill="F2F2F2" w:themeFill="background1" w:themeFillShade="F2"/>
            <w:vAlign w:val="bottom"/>
          </w:tcPr>
          <w:p w14:paraId="686F8F8B" w14:textId="5395A106" w:rsidR="004D6F21" w:rsidRPr="00154391" w:rsidRDefault="004D6F21" w:rsidP="00F11D70">
            <w:pPr>
              <w:keepNext/>
              <w:keepLines/>
              <w:spacing w:before="20" w:after="20"/>
              <w:jc w:val="center"/>
              <w:rPr>
                <w:b/>
                <w:sz w:val="20"/>
                <w:szCs w:val="20"/>
              </w:rPr>
            </w:pPr>
            <w:r>
              <w:rPr>
                <w:b/>
                <w:sz w:val="20"/>
                <w:szCs w:val="20"/>
              </w:rPr>
              <w:t>Value</w:t>
            </w:r>
          </w:p>
        </w:tc>
      </w:tr>
      <w:tr w:rsidR="004D6F21" w:rsidRPr="002C0B9B" w14:paraId="37975660" w14:textId="5AD63632" w:rsidTr="00A93852">
        <w:trPr>
          <w:cantSplit/>
          <w:trHeight w:val="36"/>
        </w:trPr>
        <w:tc>
          <w:tcPr>
            <w:tcW w:w="4848" w:type="dxa"/>
            <w:shd w:val="clear" w:color="auto" w:fill="auto"/>
          </w:tcPr>
          <w:p w14:paraId="0553DAE6" w14:textId="449C4D25" w:rsidR="004D6F21" w:rsidRPr="00A93852" w:rsidRDefault="004D6F21" w:rsidP="00F11D70">
            <w:pPr>
              <w:pStyle w:val="Default"/>
              <w:rPr>
                <w:sz w:val="20"/>
                <w:szCs w:val="20"/>
              </w:rPr>
            </w:pPr>
            <w:r w:rsidRPr="00A93852">
              <w:rPr>
                <w:sz w:val="20"/>
                <w:szCs w:val="20"/>
              </w:rPr>
              <w:t>Storage Gallons (Gal)</w:t>
            </w:r>
          </w:p>
        </w:tc>
        <w:tc>
          <w:tcPr>
            <w:tcW w:w="2872" w:type="dxa"/>
            <w:shd w:val="clear" w:color="auto" w:fill="auto"/>
          </w:tcPr>
          <w:p w14:paraId="7D0157EF" w14:textId="07BAC78C" w:rsidR="004D6F21" w:rsidRPr="00A93852" w:rsidRDefault="004D6F21" w:rsidP="00F11D70">
            <w:pPr>
              <w:pStyle w:val="Default"/>
              <w:jc w:val="center"/>
              <w:rPr>
                <w:sz w:val="20"/>
                <w:szCs w:val="20"/>
              </w:rPr>
            </w:pPr>
            <w:r w:rsidRPr="00A93852">
              <w:rPr>
                <w:sz w:val="20"/>
                <w:szCs w:val="20"/>
              </w:rPr>
              <w:t>40</w:t>
            </w:r>
          </w:p>
        </w:tc>
      </w:tr>
      <w:tr w:rsidR="004D6F21" w:rsidRPr="002C0B9B" w14:paraId="39B318EB" w14:textId="3D01A2D3" w:rsidTr="00A93852">
        <w:trPr>
          <w:cantSplit/>
          <w:trHeight w:val="16"/>
        </w:trPr>
        <w:tc>
          <w:tcPr>
            <w:tcW w:w="4848" w:type="dxa"/>
            <w:shd w:val="clear" w:color="auto" w:fill="auto"/>
          </w:tcPr>
          <w:p w14:paraId="43D95FBD" w14:textId="1D65E0FD" w:rsidR="004D6F21" w:rsidRPr="00A93852" w:rsidRDefault="004D6F21" w:rsidP="00F11D70">
            <w:pPr>
              <w:pStyle w:val="Default"/>
              <w:rPr>
                <w:sz w:val="20"/>
                <w:szCs w:val="20"/>
              </w:rPr>
            </w:pPr>
            <w:r w:rsidRPr="00A93852">
              <w:rPr>
                <w:sz w:val="20"/>
                <w:szCs w:val="20"/>
              </w:rPr>
              <w:t>Uniform Energy Factor (UEF)</w:t>
            </w:r>
          </w:p>
        </w:tc>
        <w:tc>
          <w:tcPr>
            <w:tcW w:w="2872" w:type="dxa"/>
            <w:shd w:val="clear" w:color="auto" w:fill="auto"/>
          </w:tcPr>
          <w:p w14:paraId="053ABEB7" w14:textId="26CDC157" w:rsidR="004D6F21" w:rsidRPr="00A93852" w:rsidRDefault="004D6F21" w:rsidP="00F11D70">
            <w:pPr>
              <w:pStyle w:val="Default"/>
              <w:jc w:val="center"/>
              <w:rPr>
                <w:sz w:val="20"/>
                <w:szCs w:val="20"/>
              </w:rPr>
            </w:pPr>
            <w:r w:rsidRPr="00A93852">
              <w:rPr>
                <w:sz w:val="20"/>
                <w:szCs w:val="20"/>
              </w:rPr>
              <w:t>3.50</w:t>
            </w:r>
          </w:p>
        </w:tc>
      </w:tr>
      <w:tr w:rsidR="004D6F21" w:rsidRPr="002C0B9B" w14:paraId="09602B4C" w14:textId="77777777" w:rsidTr="00A93852">
        <w:trPr>
          <w:cantSplit/>
          <w:trHeight w:val="16"/>
        </w:trPr>
        <w:tc>
          <w:tcPr>
            <w:tcW w:w="4848" w:type="dxa"/>
            <w:shd w:val="clear" w:color="auto" w:fill="auto"/>
          </w:tcPr>
          <w:p w14:paraId="361854A6" w14:textId="73BEBB72" w:rsidR="004D6F21" w:rsidRPr="00A93852" w:rsidRDefault="004D6F21" w:rsidP="00F11D70">
            <w:pPr>
              <w:pStyle w:val="Default"/>
              <w:rPr>
                <w:sz w:val="20"/>
                <w:szCs w:val="20"/>
              </w:rPr>
            </w:pPr>
            <w:r w:rsidRPr="00A93852">
              <w:rPr>
                <w:sz w:val="20"/>
                <w:szCs w:val="20"/>
              </w:rPr>
              <w:t>Burner Capacity (kW)</w:t>
            </w:r>
          </w:p>
        </w:tc>
        <w:tc>
          <w:tcPr>
            <w:tcW w:w="2872" w:type="dxa"/>
            <w:shd w:val="clear" w:color="auto" w:fill="auto"/>
          </w:tcPr>
          <w:p w14:paraId="5E74318E" w14:textId="7729FD7F" w:rsidR="004D6F21" w:rsidRPr="00A93852" w:rsidRDefault="004D6F21" w:rsidP="00F11D70">
            <w:pPr>
              <w:pStyle w:val="Default"/>
              <w:jc w:val="center"/>
              <w:rPr>
                <w:sz w:val="20"/>
                <w:szCs w:val="20"/>
              </w:rPr>
            </w:pPr>
            <w:r w:rsidRPr="00A93852">
              <w:rPr>
                <w:sz w:val="20"/>
                <w:szCs w:val="20"/>
              </w:rPr>
              <w:t>4</w:t>
            </w:r>
          </w:p>
        </w:tc>
      </w:tr>
      <w:tr w:rsidR="004D6F21" w:rsidRPr="002C0B9B" w14:paraId="10C79F65" w14:textId="77777777" w:rsidTr="00A93852">
        <w:trPr>
          <w:cantSplit/>
          <w:trHeight w:val="16"/>
        </w:trPr>
        <w:tc>
          <w:tcPr>
            <w:tcW w:w="4848" w:type="dxa"/>
            <w:shd w:val="clear" w:color="auto" w:fill="auto"/>
          </w:tcPr>
          <w:p w14:paraId="311C7971" w14:textId="7599EFBE" w:rsidR="004D6F21" w:rsidRPr="00A93852" w:rsidRDefault="004D6F21" w:rsidP="00F11D70">
            <w:pPr>
              <w:pStyle w:val="Default"/>
              <w:rPr>
                <w:sz w:val="20"/>
                <w:szCs w:val="20"/>
              </w:rPr>
            </w:pPr>
            <w:r w:rsidRPr="00A93852">
              <w:rPr>
                <w:sz w:val="20"/>
                <w:szCs w:val="20"/>
              </w:rPr>
              <w:t>Recovery Efficiency (%)</w:t>
            </w:r>
          </w:p>
        </w:tc>
        <w:tc>
          <w:tcPr>
            <w:tcW w:w="2872" w:type="dxa"/>
            <w:shd w:val="clear" w:color="auto" w:fill="auto"/>
          </w:tcPr>
          <w:p w14:paraId="2C6B9F65" w14:textId="3024DA2B" w:rsidR="004D6F21" w:rsidRPr="00A93852" w:rsidRDefault="004D6F21" w:rsidP="00F11D70">
            <w:pPr>
              <w:pStyle w:val="Default"/>
              <w:jc w:val="center"/>
              <w:rPr>
                <w:sz w:val="20"/>
                <w:szCs w:val="20"/>
              </w:rPr>
            </w:pPr>
            <w:r w:rsidRPr="00A93852">
              <w:rPr>
                <w:sz w:val="20"/>
                <w:szCs w:val="20"/>
              </w:rPr>
              <w:t>394%</w:t>
            </w:r>
          </w:p>
        </w:tc>
      </w:tr>
    </w:tbl>
    <w:p w14:paraId="11EACA17" w14:textId="5E05BFAB" w:rsidR="004F37D1" w:rsidRDefault="004F37D1" w:rsidP="004F29B4">
      <w:pPr>
        <w:rPr>
          <w:rFonts w:cs="Calibri Light"/>
          <w:szCs w:val="22"/>
        </w:rPr>
      </w:pPr>
    </w:p>
    <w:p w14:paraId="1D96E9A0" w14:textId="77777777" w:rsidR="00295061" w:rsidRPr="00C6243E" w:rsidRDefault="00295061" w:rsidP="004F29B4">
      <w:pPr>
        <w:rPr>
          <w:rFonts w:cs="Calibri Light"/>
          <w:szCs w:val="22"/>
        </w:rPr>
      </w:pPr>
    </w:p>
    <w:p w14:paraId="307D919E" w14:textId="31E59423" w:rsidR="000C0598" w:rsidRDefault="000C0598" w:rsidP="000C0598">
      <w:pPr>
        <w:pStyle w:val="eTRMHeading3"/>
        <w:rPr>
          <w:rFonts w:cs="Calibri Light"/>
        </w:rPr>
      </w:pPr>
      <w:bookmarkStart w:id="49" w:name="_Toc69106309"/>
      <w:r>
        <w:rPr>
          <w:rFonts w:cs="Calibri Light"/>
        </w:rPr>
        <w:t xml:space="preserve">peak electric </w:t>
      </w:r>
      <w:bookmarkStart w:id="50" w:name="_Toc23252219"/>
      <w:r>
        <w:rPr>
          <w:rFonts w:cs="Calibri Light"/>
        </w:rPr>
        <w:t>Demand Reduction</w:t>
      </w:r>
      <w:r w:rsidRPr="00685977">
        <w:rPr>
          <w:rFonts w:cs="Calibri Light"/>
        </w:rPr>
        <w:t xml:space="preserve"> (</w:t>
      </w:r>
      <w:r>
        <w:rPr>
          <w:rFonts w:cs="Calibri Light"/>
        </w:rPr>
        <w:t>kW</w:t>
      </w:r>
      <w:r w:rsidRPr="00685977">
        <w:rPr>
          <w:rFonts w:cs="Calibri Light"/>
        </w:rPr>
        <w:t>)</w:t>
      </w:r>
      <w:bookmarkEnd w:id="49"/>
      <w:bookmarkEnd w:id="50"/>
    </w:p>
    <w:p w14:paraId="64C18818" w14:textId="4401042D" w:rsidR="0043235B" w:rsidRDefault="000C0598" w:rsidP="000C0598">
      <w:r w:rsidRPr="001653F0">
        <w:t xml:space="preserve">In accordance with the requirements of the CPUC Fuel Substitution Technical Guidance, for Energy Efficiency, October 31, 2019, there will not be any peak demand reduction or penalty towards peak demand goal achievement from fuel substitution </w:t>
      </w:r>
      <w:r w:rsidR="0043235B" w:rsidRPr="001653F0">
        <w:t>measures.</w:t>
      </w:r>
      <w:r w:rsidR="0043235B">
        <w:rPr>
          <w:rStyle w:val="FootnoteReference"/>
        </w:rPr>
        <w:footnoteReference w:id="20"/>
      </w:r>
    </w:p>
    <w:p w14:paraId="760A0032" w14:textId="77777777" w:rsidR="00DF1073" w:rsidRDefault="00DF1073" w:rsidP="000C0598"/>
    <w:p w14:paraId="4CD22AB8" w14:textId="79046D97" w:rsidR="0043235B" w:rsidRDefault="0043235B" w:rsidP="0043235B">
      <w:pPr>
        <w:pStyle w:val="eTRMHeading3"/>
      </w:pPr>
      <w:bookmarkStart w:id="51" w:name="_Toc22904580"/>
      <w:bookmarkStart w:id="52" w:name="_Toc69106310"/>
      <w:r>
        <w:t>Gas Savings (therms)</w:t>
      </w:r>
      <w:bookmarkEnd w:id="51"/>
      <w:bookmarkEnd w:id="52"/>
    </w:p>
    <w:p w14:paraId="0C41A135" w14:textId="025E2DBD" w:rsidR="0043235B" w:rsidRDefault="0043235B" w:rsidP="00A84B03">
      <w:pPr>
        <w:rPr>
          <w:rFonts w:cs="Calibri Light"/>
        </w:rPr>
      </w:pPr>
      <w:r>
        <w:rPr>
          <w:rFonts w:cs="Calibri Light"/>
        </w:rPr>
        <w:t xml:space="preserve">Gas consumption was calculated in the DEER Water Heater Calculator using the same methodology as the electric energy savings. Please refer to the Electric Savings (kWh) for details. </w:t>
      </w:r>
    </w:p>
    <w:p w14:paraId="6CE9ED70" w14:textId="6546DD64" w:rsidR="00F7114F" w:rsidRDefault="00F7114F" w:rsidP="00A84B03">
      <w:pPr>
        <w:rPr>
          <w:rFonts w:cs="Calibri Light"/>
        </w:rPr>
      </w:pPr>
    </w:p>
    <w:p w14:paraId="6AC43EA5" w14:textId="5C856408" w:rsidR="007D230B" w:rsidRPr="00C6243E" w:rsidRDefault="00245AFF" w:rsidP="00462BB6">
      <w:pPr>
        <w:pStyle w:val="eTRMHeading3"/>
        <w:rPr>
          <w:rFonts w:cs="Calibri Light"/>
        </w:rPr>
      </w:pPr>
      <w:bookmarkStart w:id="53" w:name="_Toc69106311"/>
      <w:bookmarkStart w:id="54" w:name="_Toc486490859"/>
      <w:bookmarkStart w:id="55" w:name="_Toc486580930"/>
      <w:r w:rsidRPr="00112455">
        <w:rPr>
          <w:rFonts w:cs="Calibri Light"/>
        </w:rPr>
        <w:t>Life Cycle</w:t>
      </w:r>
      <w:bookmarkEnd w:id="53"/>
      <w:r w:rsidR="007D230B" w:rsidRPr="00C6243E">
        <w:rPr>
          <w:rFonts w:cs="Calibri Light"/>
        </w:rPr>
        <w:t xml:space="preserve"> </w:t>
      </w:r>
      <w:bookmarkEnd w:id="54"/>
      <w:bookmarkEnd w:id="55"/>
    </w:p>
    <w:p w14:paraId="05A41ECE" w14:textId="77777777" w:rsidR="004B2B4E" w:rsidRDefault="004B2B4E" w:rsidP="004142EF">
      <w:pPr>
        <w:rPr>
          <w:szCs w:val="22"/>
        </w:rPr>
      </w:pPr>
      <w:r>
        <w:rPr>
          <w:szCs w:val="22"/>
        </w:rPr>
        <w:t xml:space="preserve">Effective useful life (EUL) is an estimate of the median number of years that a measure installed through a program is still in place and operable. Remaining useful life (RUL) is an estimate of the median number of years that a technology or piece of equipment replaced or altered by an energy efficiency program would </w:t>
      </w:r>
      <w:r>
        <w:rPr>
          <w:szCs w:val="22"/>
        </w:rPr>
        <w:lastRenderedPageBreak/>
        <w:t xml:space="preserve">have remained in service and operational had the program intervention not caused the replacement or alteration. </w:t>
      </w:r>
    </w:p>
    <w:p w14:paraId="0B790BA4" w14:textId="39E7DC87" w:rsidR="000336CD" w:rsidRDefault="00AB07A4" w:rsidP="00D62874">
      <w:r w:rsidRPr="00C6243E">
        <w:rPr>
          <w:rFonts w:cs="Calibri Light"/>
        </w:rPr>
        <w:t xml:space="preserve">Effective Useful Life (EUL) </w:t>
      </w:r>
      <w:r w:rsidR="00112455">
        <w:rPr>
          <w:rFonts w:cs="Calibri Light"/>
        </w:rPr>
        <w:t xml:space="preserve">and Remaining Useful Life (RUL) </w:t>
      </w:r>
      <w:r w:rsidRPr="00C6243E">
        <w:rPr>
          <w:rFonts w:cs="Calibri Light"/>
        </w:rPr>
        <w:t xml:space="preserve">for </w:t>
      </w:r>
      <w:r w:rsidR="00E941E2">
        <w:rPr>
          <w:rFonts w:cs="Calibri Light"/>
        </w:rPr>
        <w:t xml:space="preserve">various </w:t>
      </w:r>
      <w:r w:rsidR="00112455">
        <w:rPr>
          <w:rFonts w:cs="Calibri Light"/>
        </w:rPr>
        <w:t>water heaters are</w:t>
      </w:r>
      <w:r w:rsidRPr="00C6243E">
        <w:rPr>
          <w:rFonts w:cs="Calibri Light"/>
        </w:rPr>
        <w:t xml:space="preserve"> available in DEER</w:t>
      </w:r>
      <w:r w:rsidR="00D62874">
        <w:rPr>
          <w:rFonts w:cs="Calibri Light"/>
        </w:rPr>
        <w:t>2014</w:t>
      </w:r>
      <w:r w:rsidRPr="00C6243E">
        <w:rPr>
          <w:rFonts w:cs="Calibri Light"/>
        </w:rPr>
        <w:t>.</w:t>
      </w:r>
      <w:r w:rsidR="00E941E2">
        <w:rPr>
          <w:rFonts w:cs="Calibri Light"/>
        </w:rPr>
        <w:t xml:space="preserve"> </w:t>
      </w:r>
      <w:r w:rsidR="000336CD">
        <w:t xml:space="preserve">The measure EUL represents the heat pump water heater measure case. The measure RUL represent the base case </w:t>
      </w:r>
      <w:r w:rsidR="00E941E2">
        <w:t xml:space="preserve">of either a </w:t>
      </w:r>
      <w:r w:rsidR="000336CD">
        <w:t>storage or tankless natural gas water heaters for the Accelerated Replacement (AR) measures. No RUL is applicable for the Normal Replacement (NR)</w:t>
      </w:r>
      <w:r w:rsidR="001D340F">
        <w:t xml:space="preserve"> or New Construction (NC)</w:t>
      </w:r>
      <w:r w:rsidR="000336CD">
        <w:t xml:space="preserve"> measure</w:t>
      </w:r>
      <w:r w:rsidR="001D340F">
        <w:t>s</w:t>
      </w:r>
      <w:r w:rsidR="000336CD">
        <w:t xml:space="preserve">.   </w:t>
      </w:r>
    </w:p>
    <w:p w14:paraId="2356FA18" w14:textId="3D581D6E" w:rsidR="00FD2C54" w:rsidRPr="00D62874" w:rsidRDefault="00FD2C54" w:rsidP="00D62874">
      <w:pPr>
        <w:rPr>
          <w:b/>
          <w:szCs w:val="22"/>
        </w:rPr>
      </w:pPr>
      <w:r w:rsidRPr="00D62874">
        <w:rPr>
          <w:b/>
        </w:rPr>
        <w:t>Effective Useful Life</w:t>
      </w:r>
      <w:r w:rsidR="00BB4F22" w:rsidRPr="00D62874">
        <w:rPr>
          <w:b/>
        </w:rPr>
        <w:t xml:space="preserve"> and Remaining Useful Life</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135"/>
        <w:gridCol w:w="720"/>
        <w:gridCol w:w="4590"/>
      </w:tblGrid>
      <w:tr w:rsidR="00492985" w:rsidRPr="00C6243E" w14:paraId="08C194DE" w14:textId="77777777" w:rsidTr="000336CD">
        <w:trPr>
          <w:cantSplit/>
          <w:trHeight w:val="20"/>
        </w:trPr>
        <w:tc>
          <w:tcPr>
            <w:tcW w:w="4135" w:type="dxa"/>
            <w:shd w:val="clear" w:color="auto" w:fill="F2F2F2" w:themeFill="background1" w:themeFillShade="F2"/>
            <w:vAlign w:val="bottom"/>
          </w:tcPr>
          <w:p w14:paraId="5AC530C7" w14:textId="77777777" w:rsidR="00492985" w:rsidRPr="00C6243E" w:rsidRDefault="00492985" w:rsidP="009C31A4">
            <w:pPr>
              <w:keepNext/>
              <w:keepLines/>
              <w:spacing w:before="20" w:after="20"/>
              <w:jc w:val="center"/>
              <w:rPr>
                <w:rFonts w:cs="Calibri Light"/>
                <w:b/>
                <w:sz w:val="20"/>
                <w:szCs w:val="20"/>
              </w:rPr>
            </w:pPr>
            <w:r w:rsidRPr="00C6243E">
              <w:rPr>
                <w:rFonts w:cs="Calibri Light"/>
                <w:b/>
                <w:sz w:val="20"/>
                <w:szCs w:val="20"/>
              </w:rPr>
              <w:t>Parameter</w:t>
            </w:r>
          </w:p>
        </w:tc>
        <w:tc>
          <w:tcPr>
            <w:tcW w:w="720" w:type="dxa"/>
            <w:shd w:val="clear" w:color="auto" w:fill="F2F2F2" w:themeFill="background1" w:themeFillShade="F2"/>
          </w:tcPr>
          <w:p w14:paraId="59ED15C3" w14:textId="77777777" w:rsidR="00492985" w:rsidRPr="00C6243E" w:rsidRDefault="00492985" w:rsidP="009C31A4">
            <w:pPr>
              <w:keepNext/>
              <w:keepLines/>
              <w:spacing w:before="20" w:after="20"/>
              <w:jc w:val="center"/>
              <w:rPr>
                <w:rFonts w:cs="Calibri Light"/>
                <w:b/>
                <w:sz w:val="20"/>
                <w:szCs w:val="20"/>
              </w:rPr>
            </w:pPr>
            <w:r w:rsidRPr="00C6243E">
              <w:rPr>
                <w:rFonts w:cs="Calibri Light"/>
                <w:b/>
                <w:sz w:val="20"/>
                <w:szCs w:val="20"/>
              </w:rPr>
              <w:t>Value</w:t>
            </w:r>
          </w:p>
        </w:tc>
        <w:tc>
          <w:tcPr>
            <w:tcW w:w="4590" w:type="dxa"/>
            <w:shd w:val="clear" w:color="auto" w:fill="F2F2F2" w:themeFill="background1" w:themeFillShade="F2"/>
          </w:tcPr>
          <w:p w14:paraId="7768C103" w14:textId="77777777" w:rsidR="00492985" w:rsidRPr="00C6243E" w:rsidRDefault="00492985" w:rsidP="009C31A4">
            <w:pPr>
              <w:keepNext/>
              <w:keepLines/>
              <w:spacing w:before="20" w:after="20"/>
              <w:jc w:val="center"/>
              <w:rPr>
                <w:rFonts w:cs="Calibri Light"/>
                <w:b/>
                <w:sz w:val="20"/>
                <w:szCs w:val="20"/>
              </w:rPr>
            </w:pPr>
            <w:r w:rsidRPr="00C6243E">
              <w:rPr>
                <w:rFonts w:cs="Calibri Light"/>
                <w:b/>
                <w:sz w:val="20"/>
                <w:szCs w:val="20"/>
              </w:rPr>
              <w:t>Source</w:t>
            </w:r>
          </w:p>
        </w:tc>
      </w:tr>
      <w:tr w:rsidR="00D62874" w:rsidRPr="00C6243E" w14:paraId="7CDDA6CE" w14:textId="77777777" w:rsidTr="000336CD">
        <w:trPr>
          <w:cantSplit/>
          <w:trHeight w:val="20"/>
        </w:trPr>
        <w:tc>
          <w:tcPr>
            <w:tcW w:w="4135" w:type="dxa"/>
            <w:vAlign w:val="center"/>
          </w:tcPr>
          <w:p w14:paraId="0578B708" w14:textId="41C2515E" w:rsidR="00D62874" w:rsidRPr="00D62874" w:rsidRDefault="000336CD" w:rsidP="00D62874">
            <w:pPr>
              <w:keepNext/>
              <w:keepLines/>
              <w:spacing w:before="20" w:after="20"/>
              <w:rPr>
                <w:rFonts w:cs="Calibri Light"/>
                <w:sz w:val="18"/>
                <w:szCs w:val="20"/>
              </w:rPr>
            </w:pPr>
            <w:r>
              <w:rPr>
                <w:sz w:val="18"/>
              </w:rPr>
              <w:t xml:space="preserve">Measure: </w:t>
            </w:r>
            <w:r w:rsidR="00D62874" w:rsidRPr="00D62874">
              <w:rPr>
                <w:sz w:val="18"/>
              </w:rPr>
              <w:t>EUL (</w:t>
            </w:r>
            <w:proofErr w:type="spellStart"/>
            <w:r w:rsidR="00D62874" w:rsidRPr="00D62874">
              <w:rPr>
                <w:sz w:val="18"/>
              </w:rPr>
              <w:t>yrs</w:t>
            </w:r>
            <w:proofErr w:type="spellEnd"/>
            <w:r w:rsidR="00D62874" w:rsidRPr="00D62874">
              <w:rPr>
                <w:sz w:val="18"/>
              </w:rPr>
              <w:t>) (</w:t>
            </w:r>
            <w:r w:rsidR="00D62874" w:rsidRPr="00D62874">
              <w:rPr>
                <w:i/>
                <w:sz w:val="18"/>
              </w:rPr>
              <w:t xml:space="preserve">EUL ID: </w:t>
            </w:r>
            <w:proofErr w:type="spellStart"/>
            <w:r w:rsidR="00D62874" w:rsidRPr="00D62874">
              <w:rPr>
                <w:i/>
                <w:sz w:val="18"/>
              </w:rPr>
              <w:t>WtrHt-HtPmp</w:t>
            </w:r>
            <w:proofErr w:type="spellEnd"/>
            <w:r w:rsidR="00D62874" w:rsidRPr="00D62874">
              <w:rPr>
                <w:sz w:val="18"/>
              </w:rPr>
              <w:t>)</w:t>
            </w:r>
          </w:p>
        </w:tc>
        <w:tc>
          <w:tcPr>
            <w:tcW w:w="720" w:type="dxa"/>
            <w:vAlign w:val="center"/>
          </w:tcPr>
          <w:p w14:paraId="03127218" w14:textId="4EBE1AEC" w:rsidR="00D62874" w:rsidRPr="00D62874" w:rsidRDefault="00D62874" w:rsidP="00D62874">
            <w:pPr>
              <w:keepNext/>
              <w:keepLines/>
              <w:spacing w:before="20" w:after="20"/>
              <w:jc w:val="center"/>
              <w:rPr>
                <w:rFonts w:cs="Calibri Light"/>
                <w:sz w:val="18"/>
                <w:szCs w:val="20"/>
              </w:rPr>
            </w:pPr>
            <w:r w:rsidRPr="00D62874">
              <w:rPr>
                <w:sz w:val="18"/>
              </w:rPr>
              <w:t>10.0</w:t>
            </w:r>
          </w:p>
        </w:tc>
        <w:tc>
          <w:tcPr>
            <w:tcW w:w="4590" w:type="dxa"/>
            <w:vAlign w:val="center"/>
          </w:tcPr>
          <w:p w14:paraId="729C9A70" w14:textId="355C688D" w:rsidR="00D62874" w:rsidRPr="004B2B4E" w:rsidRDefault="00D62874" w:rsidP="00D62874">
            <w:pPr>
              <w:keepNext/>
              <w:keepLines/>
              <w:spacing w:before="20" w:after="20"/>
              <w:jc w:val="center"/>
              <w:rPr>
                <w:rFonts w:cs="Calibri Light"/>
                <w:sz w:val="20"/>
                <w:szCs w:val="20"/>
              </w:rPr>
            </w:pPr>
            <w:r w:rsidRPr="000A4C01">
              <w:rPr>
                <w:sz w:val="18"/>
                <w:szCs w:val="18"/>
              </w:rPr>
              <w:t>California Public Utilities Commission (CPUC). 2014. “DEER2014-EUL-table-update_2014-02-05.xlsx.”</w:t>
            </w:r>
          </w:p>
        </w:tc>
      </w:tr>
      <w:tr w:rsidR="00112455" w:rsidRPr="00C6243E" w14:paraId="773CE20A" w14:textId="77777777" w:rsidTr="000336CD">
        <w:trPr>
          <w:cantSplit/>
          <w:trHeight w:val="20"/>
        </w:trPr>
        <w:tc>
          <w:tcPr>
            <w:tcW w:w="4135" w:type="dxa"/>
            <w:vAlign w:val="center"/>
          </w:tcPr>
          <w:p w14:paraId="5E55313C" w14:textId="27962470" w:rsidR="00112455" w:rsidRPr="00112455" w:rsidRDefault="000336CD" w:rsidP="00112455">
            <w:pPr>
              <w:keepNext/>
              <w:keepLines/>
              <w:spacing w:before="20" w:after="20"/>
              <w:rPr>
                <w:rFonts w:cs="Calibri Light"/>
                <w:sz w:val="18"/>
                <w:szCs w:val="20"/>
              </w:rPr>
            </w:pPr>
            <w:r>
              <w:rPr>
                <w:sz w:val="18"/>
              </w:rPr>
              <w:t>Measure:</w:t>
            </w:r>
            <w:r w:rsidRPr="00112455">
              <w:rPr>
                <w:sz w:val="18"/>
              </w:rPr>
              <w:t xml:space="preserve"> </w:t>
            </w:r>
            <w:r w:rsidR="00112455" w:rsidRPr="00112455">
              <w:rPr>
                <w:sz w:val="18"/>
              </w:rPr>
              <w:t>RUL (</w:t>
            </w:r>
            <w:proofErr w:type="spellStart"/>
            <w:r w:rsidR="00112455" w:rsidRPr="00112455">
              <w:rPr>
                <w:sz w:val="18"/>
              </w:rPr>
              <w:t>yrs</w:t>
            </w:r>
            <w:proofErr w:type="spellEnd"/>
            <w:r w:rsidR="00112455" w:rsidRPr="00112455">
              <w:rPr>
                <w:sz w:val="18"/>
              </w:rPr>
              <w:t>)</w:t>
            </w:r>
            <w:r w:rsidR="00112455">
              <w:rPr>
                <w:sz w:val="18"/>
              </w:rPr>
              <w:t xml:space="preserve"> (RUL ID: </w:t>
            </w:r>
            <w:proofErr w:type="spellStart"/>
            <w:r w:rsidR="00112455">
              <w:rPr>
                <w:sz w:val="18"/>
              </w:rPr>
              <w:t>WtrHt-HtPmp</w:t>
            </w:r>
            <w:proofErr w:type="spellEnd"/>
            <w:r w:rsidR="00112455">
              <w:rPr>
                <w:sz w:val="18"/>
              </w:rPr>
              <w:t>)</w:t>
            </w:r>
          </w:p>
        </w:tc>
        <w:tc>
          <w:tcPr>
            <w:tcW w:w="720" w:type="dxa"/>
            <w:vAlign w:val="center"/>
          </w:tcPr>
          <w:p w14:paraId="054EA324" w14:textId="1069CFD2" w:rsidR="00112455" w:rsidRPr="00112455" w:rsidRDefault="000336CD" w:rsidP="00112455">
            <w:pPr>
              <w:keepNext/>
              <w:keepLines/>
              <w:spacing w:before="20" w:after="20"/>
              <w:jc w:val="center"/>
              <w:rPr>
                <w:rFonts w:cs="Calibri Light"/>
                <w:sz w:val="18"/>
                <w:szCs w:val="20"/>
              </w:rPr>
            </w:pPr>
            <w:r>
              <w:rPr>
                <w:rFonts w:cs="Calibri Light"/>
                <w:sz w:val="18"/>
                <w:szCs w:val="20"/>
              </w:rPr>
              <w:t>N/A</w:t>
            </w:r>
          </w:p>
        </w:tc>
        <w:tc>
          <w:tcPr>
            <w:tcW w:w="4590" w:type="dxa"/>
            <w:vAlign w:val="center"/>
          </w:tcPr>
          <w:p w14:paraId="34D55579" w14:textId="0375AA7E" w:rsidR="00112455" w:rsidRPr="00D62874" w:rsidRDefault="000336CD" w:rsidP="00112455">
            <w:pPr>
              <w:keepNext/>
              <w:keepLines/>
              <w:spacing w:before="20" w:after="20"/>
              <w:jc w:val="center"/>
              <w:rPr>
                <w:rFonts w:cs="Calibri Light"/>
                <w:sz w:val="20"/>
                <w:szCs w:val="20"/>
                <w:highlight w:val="yellow"/>
              </w:rPr>
            </w:pPr>
            <w:r>
              <w:rPr>
                <w:sz w:val="18"/>
                <w:szCs w:val="18"/>
              </w:rPr>
              <w:t>N/A</w:t>
            </w:r>
          </w:p>
        </w:tc>
      </w:tr>
      <w:tr w:rsidR="000336CD" w:rsidRPr="00C6243E" w14:paraId="5EC1B910" w14:textId="77777777" w:rsidTr="000336CD">
        <w:trPr>
          <w:cantSplit/>
          <w:trHeight w:val="20"/>
        </w:trPr>
        <w:tc>
          <w:tcPr>
            <w:tcW w:w="4135" w:type="dxa"/>
            <w:vAlign w:val="center"/>
          </w:tcPr>
          <w:p w14:paraId="1CDDE0EE" w14:textId="0902160A" w:rsidR="000336CD" w:rsidRDefault="000336CD" w:rsidP="000336CD">
            <w:pPr>
              <w:keepNext/>
              <w:keepLines/>
              <w:spacing w:before="20" w:after="20"/>
              <w:rPr>
                <w:sz w:val="18"/>
              </w:rPr>
            </w:pPr>
            <w:r>
              <w:rPr>
                <w:sz w:val="18"/>
              </w:rPr>
              <w:t xml:space="preserve">Baseline: </w:t>
            </w:r>
            <w:r w:rsidRPr="00D62874">
              <w:rPr>
                <w:sz w:val="18"/>
              </w:rPr>
              <w:t>EUL (</w:t>
            </w:r>
            <w:proofErr w:type="spellStart"/>
            <w:r w:rsidRPr="00D62874">
              <w:rPr>
                <w:sz w:val="18"/>
              </w:rPr>
              <w:t>yrs</w:t>
            </w:r>
            <w:proofErr w:type="spellEnd"/>
            <w:r w:rsidRPr="00D62874">
              <w:rPr>
                <w:sz w:val="18"/>
              </w:rPr>
              <w:t>) (</w:t>
            </w:r>
            <w:r w:rsidRPr="00D62874">
              <w:rPr>
                <w:i/>
                <w:sz w:val="18"/>
              </w:rPr>
              <w:t xml:space="preserve">EUL ID: </w:t>
            </w:r>
            <w:proofErr w:type="spellStart"/>
            <w:r w:rsidRPr="000336CD">
              <w:rPr>
                <w:i/>
                <w:sz w:val="18"/>
              </w:rPr>
              <w:t>WtrHt</w:t>
            </w:r>
            <w:proofErr w:type="spellEnd"/>
            <w:r w:rsidRPr="000336CD">
              <w:rPr>
                <w:i/>
                <w:sz w:val="18"/>
              </w:rPr>
              <w:t>-Res-Gas</w:t>
            </w:r>
            <w:r w:rsidRPr="00D62874">
              <w:rPr>
                <w:sz w:val="18"/>
              </w:rPr>
              <w:t>)</w:t>
            </w:r>
          </w:p>
        </w:tc>
        <w:tc>
          <w:tcPr>
            <w:tcW w:w="720" w:type="dxa"/>
            <w:vAlign w:val="center"/>
          </w:tcPr>
          <w:p w14:paraId="070AC189" w14:textId="63F43B40" w:rsidR="000336CD" w:rsidRDefault="000336CD" w:rsidP="000336CD">
            <w:pPr>
              <w:keepNext/>
              <w:keepLines/>
              <w:spacing w:before="20" w:after="20"/>
              <w:jc w:val="center"/>
              <w:rPr>
                <w:rFonts w:cs="Calibri Light"/>
                <w:sz w:val="18"/>
                <w:szCs w:val="20"/>
              </w:rPr>
            </w:pPr>
            <w:r>
              <w:rPr>
                <w:sz w:val="18"/>
              </w:rPr>
              <w:t>11.0</w:t>
            </w:r>
          </w:p>
        </w:tc>
        <w:tc>
          <w:tcPr>
            <w:tcW w:w="4590" w:type="dxa"/>
            <w:vAlign w:val="center"/>
          </w:tcPr>
          <w:p w14:paraId="42AF6BA7" w14:textId="728540CA" w:rsidR="000336CD" w:rsidRPr="000A4C01" w:rsidRDefault="000336CD" w:rsidP="000336CD">
            <w:pPr>
              <w:keepNext/>
              <w:keepLines/>
              <w:spacing w:before="20" w:after="20"/>
              <w:jc w:val="center"/>
              <w:rPr>
                <w:sz w:val="18"/>
                <w:szCs w:val="18"/>
              </w:rPr>
            </w:pPr>
            <w:r w:rsidRPr="000A4C01">
              <w:rPr>
                <w:sz w:val="18"/>
                <w:szCs w:val="18"/>
              </w:rPr>
              <w:t>California Public Utilities Commission (CPUC). 2014. “DEER2014-EUL-table-update_2014-02-05.xlsx.”</w:t>
            </w:r>
          </w:p>
        </w:tc>
      </w:tr>
      <w:tr w:rsidR="000336CD" w:rsidRPr="00C6243E" w14:paraId="0484A2B0" w14:textId="77777777" w:rsidTr="000336CD">
        <w:trPr>
          <w:cantSplit/>
          <w:trHeight w:val="20"/>
        </w:trPr>
        <w:tc>
          <w:tcPr>
            <w:tcW w:w="4135" w:type="dxa"/>
            <w:vAlign w:val="center"/>
          </w:tcPr>
          <w:p w14:paraId="7896B4C7" w14:textId="5C6E22A4" w:rsidR="000336CD" w:rsidRDefault="000336CD" w:rsidP="000336CD">
            <w:pPr>
              <w:keepNext/>
              <w:keepLines/>
              <w:spacing w:before="20" w:after="20"/>
              <w:rPr>
                <w:sz w:val="18"/>
              </w:rPr>
            </w:pPr>
            <w:r>
              <w:rPr>
                <w:sz w:val="18"/>
              </w:rPr>
              <w:t>Baseline:</w:t>
            </w:r>
            <w:r w:rsidRPr="00112455">
              <w:rPr>
                <w:sz w:val="18"/>
              </w:rPr>
              <w:t xml:space="preserve"> RUL (</w:t>
            </w:r>
            <w:proofErr w:type="spellStart"/>
            <w:r w:rsidRPr="00112455">
              <w:rPr>
                <w:sz w:val="18"/>
              </w:rPr>
              <w:t>yrs</w:t>
            </w:r>
            <w:proofErr w:type="spellEnd"/>
            <w:r w:rsidRPr="00112455">
              <w:rPr>
                <w:sz w:val="18"/>
              </w:rPr>
              <w:t>)</w:t>
            </w:r>
            <w:r>
              <w:rPr>
                <w:sz w:val="18"/>
              </w:rPr>
              <w:t xml:space="preserve"> (RUL ID: </w:t>
            </w:r>
            <w:proofErr w:type="spellStart"/>
            <w:r w:rsidRPr="000336CD">
              <w:rPr>
                <w:i/>
                <w:sz w:val="18"/>
              </w:rPr>
              <w:t>WtrHt</w:t>
            </w:r>
            <w:proofErr w:type="spellEnd"/>
            <w:r w:rsidRPr="000336CD">
              <w:rPr>
                <w:i/>
                <w:sz w:val="18"/>
              </w:rPr>
              <w:t>-Res-Gas</w:t>
            </w:r>
            <w:r>
              <w:rPr>
                <w:sz w:val="18"/>
              </w:rPr>
              <w:t>)</w:t>
            </w:r>
          </w:p>
        </w:tc>
        <w:tc>
          <w:tcPr>
            <w:tcW w:w="720" w:type="dxa"/>
            <w:vAlign w:val="center"/>
          </w:tcPr>
          <w:p w14:paraId="48A2293C" w14:textId="017B1E95" w:rsidR="000336CD" w:rsidRDefault="000336CD" w:rsidP="000336CD">
            <w:pPr>
              <w:keepNext/>
              <w:keepLines/>
              <w:spacing w:before="20" w:after="20"/>
              <w:jc w:val="center"/>
              <w:rPr>
                <w:rFonts w:cs="Calibri Light"/>
                <w:sz w:val="18"/>
                <w:szCs w:val="20"/>
              </w:rPr>
            </w:pPr>
            <w:r>
              <w:rPr>
                <w:rFonts w:cs="Calibri Light"/>
                <w:sz w:val="18"/>
                <w:szCs w:val="20"/>
              </w:rPr>
              <w:t>3.67</w:t>
            </w:r>
          </w:p>
        </w:tc>
        <w:tc>
          <w:tcPr>
            <w:tcW w:w="4590" w:type="dxa"/>
            <w:vAlign w:val="center"/>
          </w:tcPr>
          <w:p w14:paraId="1014AEDA" w14:textId="71D65A7B" w:rsidR="000336CD" w:rsidRPr="000A4C01" w:rsidRDefault="000336CD" w:rsidP="000336CD">
            <w:pPr>
              <w:keepNext/>
              <w:keepLines/>
              <w:spacing w:before="20" w:after="20"/>
              <w:jc w:val="center"/>
              <w:rPr>
                <w:sz w:val="18"/>
                <w:szCs w:val="18"/>
              </w:rPr>
            </w:pPr>
            <w:r w:rsidRPr="000A4C01">
              <w:rPr>
                <w:sz w:val="18"/>
                <w:szCs w:val="18"/>
              </w:rPr>
              <w:t>California Public Utilities Commission (CPUC). 2014. “DEER2014-EUL-table-update_2014-02-05.xlsx.”</w:t>
            </w:r>
          </w:p>
        </w:tc>
      </w:tr>
      <w:tr w:rsidR="000336CD" w:rsidRPr="00C6243E" w14:paraId="12453C4A" w14:textId="77777777" w:rsidTr="000336CD">
        <w:trPr>
          <w:cantSplit/>
          <w:trHeight w:val="20"/>
        </w:trPr>
        <w:tc>
          <w:tcPr>
            <w:tcW w:w="4135" w:type="dxa"/>
            <w:vAlign w:val="center"/>
          </w:tcPr>
          <w:p w14:paraId="01E963E4" w14:textId="74805B2A" w:rsidR="000336CD" w:rsidRDefault="000336CD" w:rsidP="000336CD">
            <w:pPr>
              <w:keepNext/>
              <w:keepLines/>
              <w:spacing w:before="20" w:after="20"/>
              <w:rPr>
                <w:sz w:val="18"/>
              </w:rPr>
            </w:pPr>
            <w:r>
              <w:rPr>
                <w:sz w:val="18"/>
              </w:rPr>
              <w:t xml:space="preserve">Baseline: </w:t>
            </w:r>
            <w:r w:rsidRPr="00D62874">
              <w:rPr>
                <w:sz w:val="18"/>
              </w:rPr>
              <w:t>EUL (</w:t>
            </w:r>
            <w:proofErr w:type="spellStart"/>
            <w:r w:rsidRPr="00D62874">
              <w:rPr>
                <w:sz w:val="18"/>
              </w:rPr>
              <w:t>yrs</w:t>
            </w:r>
            <w:proofErr w:type="spellEnd"/>
            <w:r w:rsidRPr="00D62874">
              <w:rPr>
                <w:sz w:val="18"/>
              </w:rPr>
              <w:t>) (</w:t>
            </w:r>
            <w:r w:rsidRPr="00D62874">
              <w:rPr>
                <w:i/>
                <w:sz w:val="18"/>
              </w:rPr>
              <w:t xml:space="preserve">EUL ID: </w:t>
            </w:r>
            <w:proofErr w:type="spellStart"/>
            <w:r w:rsidRPr="000336CD">
              <w:rPr>
                <w:i/>
                <w:sz w:val="18"/>
              </w:rPr>
              <w:t>WtrHt</w:t>
            </w:r>
            <w:proofErr w:type="spellEnd"/>
            <w:r w:rsidRPr="000336CD">
              <w:rPr>
                <w:i/>
                <w:sz w:val="18"/>
              </w:rPr>
              <w:t>-Instant-Res</w:t>
            </w:r>
            <w:r>
              <w:rPr>
                <w:i/>
                <w:sz w:val="18"/>
              </w:rPr>
              <w:t>)</w:t>
            </w:r>
          </w:p>
        </w:tc>
        <w:tc>
          <w:tcPr>
            <w:tcW w:w="720" w:type="dxa"/>
            <w:vAlign w:val="center"/>
          </w:tcPr>
          <w:p w14:paraId="71A9CE55" w14:textId="17965549" w:rsidR="000336CD" w:rsidRDefault="000336CD" w:rsidP="000336CD">
            <w:pPr>
              <w:keepNext/>
              <w:keepLines/>
              <w:spacing w:before="20" w:after="20"/>
              <w:jc w:val="center"/>
              <w:rPr>
                <w:rFonts w:cs="Calibri Light"/>
                <w:sz w:val="18"/>
                <w:szCs w:val="20"/>
              </w:rPr>
            </w:pPr>
            <w:r>
              <w:rPr>
                <w:sz w:val="18"/>
              </w:rPr>
              <w:t>20.0</w:t>
            </w:r>
          </w:p>
        </w:tc>
        <w:tc>
          <w:tcPr>
            <w:tcW w:w="4590" w:type="dxa"/>
            <w:vAlign w:val="center"/>
          </w:tcPr>
          <w:p w14:paraId="1A5D8F0A" w14:textId="36C0212C" w:rsidR="000336CD" w:rsidRPr="000A4C01" w:rsidRDefault="000336CD" w:rsidP="000336CD">
            <w:pPr>
              <w:keepNext/>
              <w:keepLines/>
              <w:spacing w:before="20" w:after="20"/>
              <w:jc w:val="center"/>
              <w:rPr>
                <w:sz w:val="18"/>
                <w:szCs w:val="18"/>
              </w:rPr>
            </w:pPr>
            <w:r w:rsidRPr="000A4C01">
              <w:rPr>
                <w:sz w:val="18"/>
                <w:szCs w:val="18"/>
              </w:rPr>
              <w:t>California Public Utilities Commission (CPUC). 2014. “DEER2014-EUL-table-update_2014-02-05.xlsx.”</w:t>
            </w:r>
          </w:p>
        </w:tc>
      </w:tr>
      <w:tr w:rsidR="000336CD" w:rsidRPr="00C6243E" w14:paraId="22BCD7E5" w14:textId="77777777" w:rsidTr="000336CD">
        <w:trPr>
          <w:cantSplit/>
          <w:trHeight w:val="20"/>
        </w:trPr>
        <w:tc>
          <w:tcPr>
            <w:tcW w:w="4135" w:type="dxa"/>
            <w:vAlign w:val="center"/>
          </w:tcPr>
          <w:p w14:paraId="0EAC511A" w14:textId="74BEE390" w:rsidR="000336CD" w:rsidRDefault="000336CD" w:rsidP="000336CD">
            <w:pPr>
              <w:keepNext/>
              <w:keepLines/>
              <w:spacing w:before="20" w:after="20"/>
              <w:rPr>
                <w:sz w:val="18"/>
              </w:rPr>
            </w:pPr>
            <w:r>
              <w:rPr>
                <w:sz w:val="18"/>
              </w:rPr>
              <w:t>Baseline:</w:t>
            </w:r>
            <w:r w:rsidRPr="00112455">
              <w:rPr>
                <w:sz w:val="18"/>
              </w:rPr>
              <w:t xml:space="preserve"> RUL (</w:t>
            </w:r>
            <w:proofErr w:type="spellStart"/>
            <w:r w:rsidRPr="00112455">
              <w:rPr>
                <w:sz w:val="18"/>
              </w:rPr>
              <w:t>yrs</w:t>
            </w:r>
            <w:proofErr w:type="spellEnd"/>
            <w:r w:rsidRPr="00112455">
              <w:rPr>
                <w:sz w:val="18"/>
              </w:rPr>
              <w:t>)</w:t>
            </w:r>
            <w:r>
              <w:rPr>
                <w:sz w:val="18"/>
              </w:rPr>
              <w:t xml:space="preserve"> (RUL ID: </w:t>
            </w:r>
            <w:proofErr w:type="spellStart"/>
            <w:r w:rsidRPr="000336CD">
              <w:rPr>
                <w:i/>
                <w:sz w:val="18"/>
              </w:rPr>
              <w:t>WtrHt</w:t>
            </w:r>
            <w:proofErr w:type="spellEnd"/>
            <w:r w:rsidRPr="000336CD">
              <w:rPr>
                <w:i/>
                <w:sz w:val="18"/>
              </w:rPr>
              <w:t>-Instant-Res</w:t>
            </w:r>
            <w:r>
              <w:rPr>
                <w:sz w:val="18"/>
              </w:rPr>
              <w:t>)</w:t>
            </w:r>
          </w:p>
        </w:tc>
        <w:tc>
          <w:tcPr>
            <w:tcW w:w="720" w:type="dxa"/>
            <w:vAlign w:val="center"/>
          </w:tcPr>
          <w:p w14:paraId="03B0082C" w14:textId="6CC33774" w:rsidR="000336CD" w:rsidRDefault="000336CD" w:rsidP="000336CD">
            <w:pPr>
              <w:keepNext/>
              <w:keepLines/>
              <w:spacing w:before="20" w:after="20"/>
              <w:jc w:val="center"/>
              <w:rPr>
                <w:rFonts w:cs="Calibri Light"/>
                <w:sz w:val="18"/>
                <w:szCs w:val="20"/>
              </w:rPr>
            </w:pPr>
            <w:r>
              <w:rPr>
                <w:rFonts w:cs="Calibri Light"/>
                <w:sz w:val="18"/>
                <w:szCs w:val="20"/>
              </w:rPr>
              <w:t>6.67</w:t>
            </w:r>
          </w:p>
        </w:tc>
        <w:tc>
          <w:tcPr>
            <w:tcW w:w="4590" w:type="dxa"/>
            <w:vAlign w:val="center"/>
          </w:tcPr>
          <w:p w14:paraId="13363C88" w14:textId="6B415FBC" w:rsidR="000336CD" w:rsidRPr="000A4C01" w:rsidRDefault="000336CD" w:rsidP="000336CD">
            <w:pPr>
              <w:keepNext/>
              <w:keepLines/>
              <w:spacing w:before="20" w:after="20"/>
              <w:jc w:val="center"/>
              <w:rPr>
                <w:sz w:val="18"/>
                <w:szCs w:val="18"/>
              </w:rPr>
            </w:pPr>
            <w:r w:rsidRPr="000A4C01">
              <w:rPr>
                <w:sz w:val="18"/>
                <w:szCs w:val="18"/>
              </w:rPr>
              <w:t>California Public Utilities Commission (CPUC). 2014. “DEER2014-EUL-table-update_2014-02-05.xlsx.”</w:t>
            </w:r>
          </w:p>
        </w:tc>
      </w:tr>
    </w:tbl>
    <w:p w14:paraId="75B886BA" w14:textId="77777777" w:rsidR="00690A8C" w:rsidRPr="00C6243E" w:rsidRDefault="00690A8C" w:rsidP="00690A8C">
      <w:pPr>
        <w:rPr>
          <w:rFonts w:cs="Calibri Light"/>
        </w:rPr>
      </w:pPr>
    </w:p>
    <w:p w14:paraId="43157964" w14:textId="491BF9DF" w:rsidR="007D230B" w:rsidRPr="00C6243E" w:rsidRDefault="007D230B" w:rsidP="00462BB6">
      <w:pPr>
        <w:pStyle w:val="eTRMHeading3"/>
        <w:rPr>
          <w:rFonts w:cs="Calibri Light"/>
        </w:rPr>
      </w:pPr>
      <w:bookmarkStart w:id="56" w:name="_Toc486490860"/>
      <w:bookmarkStart w:id="57" w:name="_Toc486580931"/>
      <w:bookmarkStart w:id="58" w:name="_Toc69106312"/>
      <w:r w:rsidRPr="001741DD">
        <w:rPr>
          <w:rFonts w:cs="Calibri Light"/>
        </w:rPr>
        <w:t>Base Case Material Cost ($/unit)</w:t>
      </w:r>
      <w:bookmarkEnd w:id="56"/>
      <w:bookmarkEnd w:id="57"/>
      <w:bookmarkEnd w:id="58"/>
    </w:p>
    <w:p w14:paraId="2B039F62" w14:textId="42CEB60E" w:rsidR="00705FD3" w:rsidRDefault="00D62874" w:rsidP="00D62874">
      <w:r>
        <w:t>Base</w:t>
      </w:r>
      <w:r w:rsidR="00DF1B3E">
        <w:t xml:space="preserve">line cost data was </w:t>
      </w:r>
      <w:r w:rsidR="00EE2874">
        <w:t xml:space="preserve">collected using online </w:t>
      </w:r>
      <w:proofErr w:type="spellStart"/>
      <w:r w:rsidR="00EE2874">
        <w:t>webscraping</w:t>
      </w:r>
      <w:proofErr w:type="spellEnd"/>
      <w:r w:rsidR="00EE2874" w:rsidRPr="00EE2874">
        <w:t xml:space="preserve"> </w:t>
      </w:r>
      <w:r w:rsidR="00EE2874">
        <w:t>of applicable natural gas water heaters during the</w:t>
      </w:r>
      <w:r w:rsidR="00670E62">
        <w:t xml:space="preserve"> second quarter</w:t>
      </w:r>
      <w:r w:rsidR="00DF1B3E">
        <w:t xml:space="preserve"> </w:t>
      </w:r>
      <w:r w:rsidR="00EE2874">
        <w:t xml:space="preserve">of </w:t>
      </w:r>
      <w:r w:rsidR="00DF1B3E">
        <w:t>2020</w:t>
      </w:r>
      <w:r w:rsidR="00EE2874">
        <w:t>.</w:t>
      </w:r>
      <w:r w:rsidR="000918DA">
        <w:rPr>
          <w:rStyle w:val="FootnoteReference"/>
        </w:rPr>
        <w:footnoteReference w:id="21"/>
      </w:r>
      <w:r w:rsidR="00325984">
        <w:t xml:space="preserve"> Retailers referenced include Home Depot, Lowes, Grainger, Menards, ABT, </w:t>
      </w:r>
      <w:proofErr w:type="spellStart"/>
      <w:r w:rsidR="00325984">
        <w:t>SupplyHouse</w:t>
      </w:r>
      <w:proofErr w:type="spellEnd"/>
      <w:r w:rsidR="00325984">
        <w:t xml:space="preserve">, Supply.com, </w:t>
      </w:r>
      <w:proofErr w:type="spellStart"/>
      <w:r w:rsidR="00325984">
        <w:t>Zoro</w:t>
      </w:r>
      <w:proofErr w:type="spellEnd"/>
      <w:r w:rsidR="00325984">
        <w:t xml:space="preserve">, </w:t>
      </w:r>
      <w:proofErr w:type="spellStart"/>
      <w:r w:rsidR="00325984">
        <w:t>AFSupply</w:t>
      </w:r>
      <w:proofErr w:type="spellEnd"/>
      <w:r w:rsidR="00325984">
        <w:t xml:space="preserve">, </w:t>
      </w:r>
      <w:proofErr w:type="spellStart"/>
      <w:r w:rsidR="00325984">
        <w:t>TotalHomeSupply</w:t>
      </w:r>
      <w:proofErr w:type="spellEnd"/>
      <w:r w:rsidR="00325984">
        <w:t xml:space="preserve">, </w:t>
      </w:r>
      <w:proofErr w:type="spellStart"/>
      <w:r w:rsidR="00325984">
        <w:t>GlobalIndustrial</w:t>
      </w:r>
      <w:proofErr w:type="spellEnd"/>
      <w:r w:rsidR="00325984">
        <w:t xml:space="preserve">, </w:t>
      </w:r>
      <w:proofErr w:type="spellStart"/>
      <w:r w:rsidR="00325984">
        <w:t>HomePerfect</w:t>
      </w:r>
      <w:proofErr w:type="spellEnd"/>
      <w:r w:rsidR="00325984">
        <w:t xml:space="preserve">, and </w:t>
      </w:r>
      <w:proofErr w:type="spellStart"/>
      <w:r w:rsidR="00325984">
        <w:t>AceHardware</w:t>
      </w:r>
      <w:proofErr w:type="spellEnd"/>
      <w:r w:rsidR="00325984">
        <w:t xml:space="preserve">. Costs were </w:t>
      </w:r>
      <w:r w:rsidR="00B51755">
        <w:t xml:space="preserve">averaged </w:t>
      </w:r>
      <w:r w:rsidR="00325984">
        <w:t xml:space="preserve">based on </w:t>
      </w:r>
      <w:r w:rsidR="00B51755">
        <w:t xml:space="preserve">water heater type and relevant storage </w:t>
      </w:r>
      <w:r w:rsidR="00325984">
        <w:t xml:space="preserve">capacity </w:t>
      </w:r>
      <w:r w:rsidR="00B51755">
        <w:t>bins. Since all the equipment collected were featured standard efficiency UEF values, only single cost values were calculated per storage capacity bin</w:t>
      </w:r>
      <w:r w:rsidR="00325984" w:rsidRPr="00325984">
        <w:t>.</w:t>
      </w:r>
      <w:r w:rsidR="008975D0">
        <w:t xml:space="preserve"> </w:t>
      </w:r>
      <w:r w:rsidR="00B51755">
        <w:t xml:space="preserve">Similarly, costs collected for the tankless water heaters showed </w:t>
      </w:r>
      <w:r w:rsidR="008975D0">
        <w:t>flow rate</w:t>
      </w:r>
      <w:r w:rsidR="00B51755">
        <w:t xml:space="preserve">s which included only </w:t>
      </w:r>
      <w:r w:rsidR="006103D3">
        <w:t xml:space="preserve">high-draw </w:t>
      </w:r>
      <w:r w:rsidR="00B51755">
        <w:t>models</w:t>
      </w:r>
      <w:r w:rsidR="00D31554">
        <w:t>, thus only a single base case tankless water heater cost was calculated</w:t>
      </w:r>
      <w:r w:rsidR="006103D3">
        <w:t xml:space="preserve">. </w:t>
      </w:r>
      <w:r w:rsidR="000918DA">
        <w:t>The table below show the resultant baseline technologies and their respective costs and sample sizes.</w:t>
      </w:r>
    </w:p>
    <w:p w14:paraId="3090755C" w14:textId="307B4F34" w:rsidR="00DC3731" w:rsidRDefault="00DC3731" w:rsidP="00D62874">
      <w:pPr>
        <w:rPr>
          <w:rFonts w:cs="Calibri Light"/>
        </w:rPr>
      </w:pPr>
    </w:p>
    <w:p w14:paraId="67386E9E" w14:textId="65DD26F4" w:rsidR="002C2E26" w:rsidRPr="00AF1AC2" w:rsidRDefault="002C2E26" w:rsidP="002C2E26">
      <w:pPr>
        <w:pStyle w:val="Normal1"/>
        <w:rPr>
          <w:rFonts w:ascii="Calibri Light" w:eastAsiaTheme="minorEastAsia" w:hAnsi="Calibri Light" w:cs="Calibri Light"/>
          <w:b/>
          <w:color w:val="auto"/>
          <w:szCs w:val="24"/>
        </w:rPr>
      </w:pPr>
      <w:r>
        <w:rPr>
          <w:rFonts w:ascii="Calibri Light" w:eastAsiaTheme="minorEastAsia" w:hAnsi="Calibri Light" w:cs="Calibri Light"/>
          <w:b/>
          <w:color w:val="auto"/>
          <w:szCs w:val="24"/>
        </w:rPr>
        <w:t>S</w:t>
      </w:r>
      <w:r w:rsidRPr="002C2E26">
        <w:rPr>
          <w:rFonts w:ascii="Calibri Light" w:eastAsiaTheme="minorEastAsia" w:hAnsi="Calibri Light" w:cs="Calibri Light"/>
          <w:b/>
          <w:color w:val="auto"/>
          <w:szCs w:val="24"/>
        </w:rPr>
        <w:t xml:space="preserve">torage </w:t>
      </w:r>
      <w:r>
        <w:rPr>
          <w:rFonts w:ascii="Calibri Light" w:eastAsiaTheme="minorEastAsia" w:hAnsi="Calibri Light" w:cs="Calibri Light"/>
          <w:b/>
          <w:color w:val="auto"/>
          <w:szCs w:val="24"/>
        </w:rPr>
        <w:t>W</w:t>
      </w:r>
      <w:r w:rsidRPr="002C2E26">
        <w:rPr>
          <w:rFonts w:ascii="Calibri Light" w:eastAsiaTheme="minorEastAsia" w:hAnsi="Calibri Light" w:cs="Calibri Light"/>
          <w:b/>
          <w:color w:val="auto"/>
          <w:szCs w:val="24"/>
        </w:rPr>
        <w:t xml:space="preserve">ater </w:t>
      </w:r>
      <w:r>
        <w:rPr>
          <w:rFonts w:ascii="Calibri Light" w:eastAsiaTheme="minorEastAsia" w:hAnsi="Calibri Light" w:cs="Calibri Light"/>
          <w:b/>
          <w:color w:val="auto"/>
          <w:szCs w:val="24"/>
        </w:rPr>
        <w:t>H</w:t>
      </w:r>
      <w:r w:rsidRPr="002C2E26">
        <w:rPr>
          <w:rFonts w:ascii="Calibri Light" w:eastAsiaTheme="minorEastAsia" w:hAnsi="Calibri Light" w:cs="Calibri Light"/>
          <w:b/>
          <w:color w:val="auto"/>
          <w:szCs w:val="24"/>
        </w:rPr>
        <w:t xml:space="preserve">eaters </w:t>
      </w:r>
      <w:r>
        <w:rPr>
          <w:rFonts w:ascii="Calibri Light" w:eastAsiaTheme="minorEastAsia" w:hAnsi="Calibri Light" w:cs="Calibri Light"/>
          <w:b/>
          <w:color w:val="auto"/>
          <w:szCs w:val="24"/>
        </w:rPr>
        <w:t>Base Material Cost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5"/>
        <w:gridCol w:w="2261"/>
        <w:gridCol w:w="2144"/>
      </w:tblGrid>
      <w:tr w:rsidR="002C2E26" w:rsidRPr="00AF1AC2" w14:paraId="51AE7D58" w14:textId="77777777" w:rsidTr="002C0B9B">
        <w:trPr>
          <w:trHeight w:val="105"/>
        </w:trPr>
        <w:tc>
          <w:tcPr>
            <w:tcW w:w="4945" w:type="dxa"/>
            <w:shd w:val="clear" w:color="auto" w:fill="D9D9D9" w:themeFill="background1" w:themeFillShade="D9"/>
            <w:noWrap/>
            <w:vAlign w:val="center"/>
            <w:hideMark/>
          </w:tcPr>
          <w:p w14:paraId="7AF892F7" w14:textId="00399C5C" w:rsidR="002C2E26" w:rsidRPr="00AF1AC2" w:rsidRDefault="00D03FE2" w:rsidP="002C2E26">
            <w:pPr>
              <w:rPr>
                <w:rFonts w:eastAsia="Times New Roman" w:cs="Calibri Light"/>
                <w:b/>
                <w:bCs/>
                <w:sz w:val="20"/>
                <w:szCs w:val="20"/>
              </w:rPr>
            </w:pPr>
            <w:r>
              <w:rPr>
                <w:rFonts w:eastAsia="Times New Roman" w:cs="Calibri Light"/>
                <w:b/>
                <w:bCs/>
                <w:sz w:val="20"/>
                <w:szCs w:val="20"/>
              </w:rPr>
              <w:t>Baseline Technology</w:t>
            </w:r>
          </w:p>
        </w:tc>
        <w:tc>
          <w:tcPr>
            <w:tcW w:w="2261" w:type="dxa"/>
            <w:shd w:val="clear" w:color="auto" w:fill="D9D9D9" w:themeFill="background1" w:themeFillShade="D9"/>
            <w:vAlign w:val="center"/>
            <w:hideMark/>
          </w:tcPr>
          <w:p w14:paraId="30993098" w14:textId="6EC412B8" w:rsidR="002C2E26" w:rsidRPr="00AF1AC2" w:rsidRDefault="002C2E26" w:rsidP="002C2E26">
            <w:pPr>
              <w:jc w:val="center"/>
              <w:rPr>
                <w:rFonts w:eastAsia="Times New Roman" w:cs="Calibri Light"/>
                <w:b/>
                <w:bCs/>
                <w:sz w:val="20"/>
                <w:szCs w:val="20"/>
              </w:rPr>
            </w:pPr>
            <w:r w:rsidRPr="00AF1AC2">
              <w:rPr>
                <w:rFonts w:eastAsia="Times New Roman" w:cs="Calibri Light"/>
                <w:b/>
                <w:bCs/>
                <w:sz w:val="20"/>
                <w:szCs w:val="20"/>
              </w:rPr>
              <w:t xml:space="preserve">Average </w:t>
            </w:r>
            <w:r w:rsidR="00DC3731">
              <w:rPr>
                <w:rFonts w:eastAsia="Times New Roman" w:cs="Calibri Light"/>
                <w:b/>
                <w:bCs/>
                <w:sz w:val="20"/>
                <w:szCs w:val="20"/>
              </w:rPr>
              <w:t>NGWH</w:t>
            </w:r>
            <w:r w:rsidR="00DC3731" w:rsidRPr="00AF1AC2">
              <w:rPr>
                <w:rFonts w:eastAsia="Times New Roman" w:cs="Calibri Light"/>
                <w:b/>
                <w:bCs/>
                <w:sz w:val="20"/>
                <w:szCs w:val="20"/>
              </w:rPr>
              <w:t xml:space="preserve"> </w:t>
            </w:r>
            <w:r w:rsidRPr="00AF1AC2">
              <w:rPr>
                <w:rFonts w:eastAsia="Times New Roman" w:cs="Calibri Light"/>
                <w:b/>
                <w:bCs/>
                <w:sz w:val="20"/>
                <w:szCs w:val="20"/>
              </w:rPr>
              <w:t>Cost</w:t>
            </w:r>
          </w:p>
        </w:tc>
        <w:tc>
          <w:tcPr>
            <w:tcW w:w="2144" w:type="dxa"/>
            <w:shd w:val="clear" w:color="auto" w:fill="D9D9D9" w:themeFill="background1" w:themeFillShade="D9"/>
          </w:tcPr>
          <w:p w14:paraId="7FEA1181" w14:textId="77777777" w:rsidR="002C2E26" w:rsidRPr="00AF1AC2" w:rsidRDefault="002C2E26" w:rsidP="002C2E26">
            <w:pPr>
              <w:jc w:val="center"/>
              <w:rPr>
                <w:rFonts w:eastAsia="Times New Roman" w:cs="Calibri Light"/>
                <w:b/>
                <w:bCs/>
                <w:sz w:val="20"/>
                <w:szCs w:val="20"/>
              </w:rPr>
            </w:pPr>
            <w:r>
              <w:rPr>
                <w:rFonts w:eastAsia="Times New Roman" w:cs="Calibri Light"/>
                <w:b/>
                <w:bCs/>
                <w:sz w:val="20"/>
                <w:szCs w:val="20"/>
              </w:rPr>
              <w:t>Sample Count</w:t>
            </w:r>
          </w:p>
        </w:tc>
      </w:tr>
      <w:tr w:rsidR="006103D3" w:rsidRPr="00AF1AC2" w14:paraId="4445422D" w14:textId="77777777" w:rsidTr="002C0B9B">
        <w:trPr>
          <w:trHeight w:val="465"/>
        </w:trPr>
        <w:tc>
          <w:tcPr>
            <w:tcW w:w="4945" w:type="dxa"/>
            <w:shd w:val="clear" w:color="auto" w:fill="auto"/>
            <w:vAlign w:val="center"/>
          </w:tcPr>
          <w:p w14:paraId="2E0B7FFF" w14:textId="730F12B4" w:rsidR="006103D3" w:rsidRPr="002C0B9B" w:rsidRDefault="006103D3" w:rsidP="006103D3">
            <w:pPr>
              <w:rPr>
                <w:rFonts w:eastAsia="Times New Roman" w:cs="Calibri Light"/>
                <w:sz w:val="18"/>
                <w:szCs w:val="18"/>
              </w:rPr>
            </w:pPr>
            <w:r w:rsidRPr="002C0B9B">
              <w:rPr>
                <w:sz w:val="18"/>
                <w:szCs w:val="18"/>
              </w:rPr>
              <w:t>30-gallon Natural Gas Storage Water Heater</w:t>
            </w:r>
          </w:p>
        </w:tc>
        <w:tc>
          <w:tcPr>
            <w:tcW w:w="2261" w:type="dxa"/>
            <w:shd w:val="clear" w:color="auto" w:fill="auto"/>
            <w:noWrap/>
          </w:tcPr>
          <w:p w14:paraId="472C5554" w14:textId="4B260254" w:rsidR="006103D3" w:rsidRPr="002C0B9B" w:rsidRDefault="006103D3" w:rsidP="006103D3">
            <w:pPr>
              <w:jc w:val="center"/>
              <w:rPr>
                <w:rFonts w:eastAsia="Times New Roman" w:cs="Calibri Light"/>
                <w:sz w:val="18"/>
                <w:szCs w:val="18"/>
              </w:rPr>
            </w:pPr>
            <w:r w:rsidRPr="002C0B9B">
              <w:rPr>
                <w:sz w:val="18"/>
                <w:szCs w:val="18"/>
              </w:rPr>
              <w:t>$628.88</w:t>
            </w:r>
          </w:p>
        </w:tc>
        <w:tc>
          <w:tcPr>
            <w:tcW w:w="2144" w:type="dxa"/>
          </w:tcPr>
          <w:p w14:paraId="0AD263A4" w14:textId="0C343A9E" w:rsidR="006103D3" w:rsidRPr="002C0B9B" w:rsidRDefault="006103D3" w:rsidP="006103D3">
            <w:pPr>
              <w:jc w:val="center"/>
              <w:rPr>
                <w:rFonts w:eastAsia="Times New Roman" w:cs="Calibri Light"/>
                <w:sz w:val="18"/>
                <w:szCs w:val="18"/>
              </w:rPr>
            </w:pPr>
            <w:r w:rsidRPr="002C0B9B">
              <w:rPr>
                <w:sz w:val="18"/>
                <w:szCs w:val="18"/>
              </w:rPr>
              <w:t>23</w:t>
            </w:r>
          </w:p>
        </w:tc>
      </w:tr>
      <w:tr w:rsidR="006103D3" w:rsidRPr="00AF1AC2" w14:paraId="6FBCC01B" w14:textId="77777777" w:rsidTr="002C0B9B">
        <w:trPr>
          <w:trHeight w:val="465"/>
        </w:trPr>
        <w:tc>
          <w:tcPr>
            <w:tcW w:w="4945" w:type="dxa"/>
            <w:shd w:val="clear" w:color="auto" w:fill="auto"/>
            <w:vAlign w:val="center"/>
          </w:tcPr>
          <w:p w14:paraId="300889A5" w14:textId="4AB97AAB" w:rsidR="006103D3" w:rsidRPr="002C0B9B" w:rsidRDefault="006103D3" w:rsidP="006103D3">
            <w:pPr>
              <w:rPr>
                <w:rFonts w:eastAsia="Times New Roman" w:cs="Calibri Light"/>
                <w:sz w:val="18"/>
                <w:szCs w:val="18"/>
              </w:rPr>
            </w:pPr>
            <w:r w:rsidRPr="002C0B9B">
              <w:rPr>
                <w:sz w:val="18"/>
                <w:szCs w:val="18"/>
              </w:rPr>
              <w:t>40-gallon Natural Gas Storage Water Heater</w:t>
            </w:r>
          </w:p>
        </w:tc>
        <w:tc>
          <w:tcPr>
            <w:tcW w:w="2261" w:type="dxa"/>
            <w:shd w:val="clear" w:color="auto" w:fill="auto"/>
            <w:noWrap/>
          </w:tcPr>
          <w:p w14:paraId="3E21DF6C" w14:textId="4CFA2361" w:rsidR="006103D3" w:rsidRPr="002C0B9B" w:rsidRDefault="006103D3" w:rsidP="006103D3">
            <w:pPr>
              <w:jc w:val="center"/>
              <w:rPr>
                <w:rFonts w:eastAsia="Times New Roman" w:cs="Calibri Light"/>
                <w:sz w:val="18"/>
                <w:szCs w:val="18"/>
              </w:rPr>
            </w:pPr>
            <w:r w:rsidRPr="002C0B9B">
              <w:rPr>
                <w:sz w:val="18"/>
                <w:szCs w:val="18"/>
              </w:rPr>
              <w:t>$717.85</w:t>
            </w:r>
          </w:p>
        </w:tc>
        <w:tc>
          <w:tcPr>
            <w:tcW w:w="2144" w:type="dxa"/>
          </w:tcPr>
          <w:p w14:paraId="34850FD2" w14:textId="332C0F10" w:rsidR="006103D3" w:rsidRPr="002C0B9B" w:rsidRDefault="006103D3" w:rsidP="006103D3">
            <w:pPr>
              <w:jc w:val="center"/>
              <w:rPr>
                <w:rFonts w:eastAsia="Times New Roman" w:cs="Calibri Light"/>
                <w:sz w:val="18"/>
                <w:szCs w:val="18"/>
              </w:rPr>
            </w:pPr>
            <w:r w:rsidRPr="002C0B9B">
              <w:rPr>
                <w:sz w:val="18"/>
                <w:szCs w:val="18"/>
              </w:rPr>
              <w:t>57</w:t>
            </w:r>
          </w:p>
        </w:tc>
      </w:tr>
      <w:tr w:rsidR="006103D3" w:rsidRPr="00AF1AC2" w14:paraId="6548F5CD" w14:textId="77777777" w:rsidTr="002C0B9B">
        <w:trPr>
          <w:trHeight w:val="465"/>
        </w:trPr>
        <w:tc>
          <w:tcPr>
            <w:tcW w:w="4945" w:type="dxa"/>
            <w:shd w:val="clear" w:color="auto" w:fill="auto"/>
            <w:vAlign w:val="center"/>
          </w:tcPr>
          <w:p w14:paraId="42B06F2D" w14:textId="04E18553" w:rsidR="006103D3" w:rsidRPr="002C0B9B" w:rsidRDefault="006103D3" w:rsidP="006103D3">
            <w:pPr>
              <w:rPr>
                <w:sz w:val="18"/>
                <w:szCs w:val="18"/>
              </w:rPr>
            </w:pPr>
            <w:r w:rsidRPr="002C0B9B">
              <w:rPr>
                <w:sz w:val="18"/>
                <w:szCs w:val="18"/>
              </w:rPr>
              <w:t>50-gallon Natural Gas Storage Water Heater</w:t>
            </w:r>
          </w:p>
        </w:tc>
        <w:tc>
          <w:tcPr>
            <w:tcW w:w="2261" w:type="dxa"/>
            <w:shd w:val="clear" w:color="auto" w:fill="auto"/>
            <w:noWrap/>
          </w:tcPr>
          <w:p w14:paraId="05A5FA1A" w14:textId="69EC7736" w:rsidR="006103D3" w:rsidRPr="002C0B9B" w:rsidRDefault="006103D3" w:rsidP="006103D3">
            <w:pPr>
              <w:jc w:val="center"/>
              <w:rPr>
                <w:rFonts w:eastAsia="Times New Roman" w:cs="Calibri Light"/>
                <w:sz w:val="18"/>
                <w:szCs w:val="18"/>
              </w:rPr>
            </w:pPr>
            <w:r w:rsidRPr="002C0B9B">
              <w:rPr>
                <w:sz w:val="18"/>
                <w:szCs w:val="18"/>
              </w:rPr>
              <w:t>$961.68</w:t>
            </w:r>
          </w:p>
        </w:tc>
        <w:tc>
          <w:tcPr>
            <w:tcW w:w="2144" w:type="dxa"/>
          </w:tcPr>
          <w:p w14:paraId="4B786860" w14:textId="2D0F2C37" w:rsidR="006103D3" w:rsidRPr="002C0B9B" w:rsidRDefault="006103D3" w:rsidP="006103D3">
            <w:pPr>
              <w:jc w:val="center"/>
              <w:rPr>
                <w:rFonts w:eastAsia="Times New Roman" w:cs="Calibri Light"/>
                <w:sz w:val="18"/>
                <w:szCs w:val="18"/>
              </w:rPr>
            </w:pPr>
            <w:r w:rsidRPr="002C0B9B">
              <w:rPr>
                <w:sz w:val="18"/>
                <w:szCs w:val="18"/>
              </w:rPr>
              <w:t>48</w:t>
            </w:r>
          </w:p>
        </w:tc>
      </w:tr>
      <w:tr w:rsidR="006103D3" w:rsidRPr="00AF1AC2" w14:paraId="252F5EAC" w14:textId="77777777" w:rsidTr="002C0B9B">
        <w:trPr>
          <w:trHeight w:val="465"/>
        </w:trPr>
        <w:tc>
          <w:tcPr>
            <w:tcW w:w="4945" w:type="dxa"/>
            <w:shd w:val="clear" w:color="auto" w:fill="auto"/>
            <w:vAlign w:val="center"/>
          </w:tcPr>
          <w:p w14:paraId="3B0AABE4" w14:textId="75ABCF80" w:rsidR="006103D3" w:rsidRPr="002C0B9B" w:rsidRDefault="006103D3" w:rsidP="006103D3">
            <w:pPr>
              <w:rPr>
                <w:sz w:val="18"/>
                <w:szCs w:val="18"/>
              </w:rPr>
            </w:pPr>
            <w:r w:rsidRPr="002C0B9B">
              <w:rPr>
                <w:sz w:val="18"/>
                <w:szCs w:val="18"/>
              </w:rPr>
              <w:lastRenderedPageBreak/>
              <w:t>60-gallon Natural Gas Storage Water Heater</w:t>
            </w:r>
          </w:p>
        </w:tc>
        <w:tc>
          <w:tcPr>
            <w:tcW w:w="2261" w:type="dxa"/>
            <w:shd w:val="clear" w:color="auto" w:fill="auto"/>
            <w:noWrap/>
          </w:tcPr>
          <w:p w14:paraId="23710B51" w14:textId="184BB06A" w:rsidR="006103D3" w:rsidRPr="002C0B9B" w:rsidRDefault="006103D3" w:rsidP="006103D3">
            <w:pPr>
              <w:jc w:val="center"/>
              <w:rPr>
                <w:rFonts w:eastAsia="Times New Roman" w:cs="Calibri Light"/>
                <w:sz w:val="18"/>
                <w:szCs w:val="18"/>
              </w:rPr>
            </w:pPr>
            <w:r w:rsidRPr="002C0B9B">
              <w:rPr>
                <w:sz w:val="18"/>
                <w:szCs w:val="18"/>
              </w:rPr>
              <w:t>$1,139.46</w:t>
            </w:r>
          </w:p>
        </w:tc>
        <w:tc>
          <w:tcPr>
            <w:tcW w:w="2144" w:type="dxa"/>
          </w:tcPr>
          <w:p w14:paraId="42CBF2D3" w14:textId="799FDF3D" w:rsidR="006103D3" w:rsidRPr="002C0B9B" w:rsidRDefault="006103D3" w:rsidP="006103D3">
            <w:pPr>
              <w:jc w:val="center"/>
              <w:rPr>
                <w:rFonts w:eastAsia="Times New Roman" w:cs="Calibri Light"/>
                <w:sz w:val="18"/>
                <w:szCs w:val="18"/>
              </w:rPr>
            </w:pPr>
            <w:r w:rsidRPr="002C0B9B">
              <w:rPr>
                <w:sz w:val="18"/>
                <w:szCs w:val="18"/>
              </w:rPr>
              <w:t>11</w:t>
            </w:r>
          </w:p>
        </w:tc>
      </w:tr>
      <w:tr w:rsidR="006103D3" w:rsidRPr="00AF1AC2" w14:paraId="05D7792B" w14:textId="77777777" w:rsidTr="002C0B9B">
        <w:trPr>
          <w:trHeight w:val="465"/>
        </w:trPr>
        <w:tc>
          <w:tcPr>
            <w:tcW w:w="4945" w:type="dxa"/>
            <w:shd w:val="clear" w:color="auto" w:fill="auto"/>
            <w:vAlign w:val="center"/>
          </w:tcPr>
          <w:p w14:paraId="195981D3" w14:textId="6817F02C" w:rsidR="006103D3" w:rsidRPr="002C0B9B" w:rsidRDefault="006103D3" w:rsidP="006103D3">
            <w:pPr>
              <w:rPr>
                <w:sz w:val="18"/>
                <w:szCs w:val="18"/>
              </w:rPr>
            </w:pPr>
            <w:r w:rsidRPr="002C0B9B">
              <w:rPr>
                <w:sz w:val="18"/>
                <w:szCs w:val="18"/>
              </w:rPr>
              <w:t>75-gallon Natural Gas Storage Water Heater</w:t>
            </w:r>
          </w:p>
        </w:tc>
        <w:tc>
          <w:tcPr>
            <w:tcW w:w="2261" w:type="dxa"/>
            <w:shd w:val="clear" w:color="auto" w:fill="auto"/>
            <w:noWrap/>
          </w:tcPr>
          <w:p w14:paraId="19D6374D" w14:textId="7AA1FD17" w:rsidR="006103D3" w:rsidRPr="002C0B9B" w:rsidRDefault="006103D3" w:rsidP="006103D3">
            <w:pPr>
              <w:jc w:val="center"/>
              <w:rPr>
                <w:rFonts w:eastAsia="Times New Roman" w:cs="Calibri Light"/>
                <w:sz w:val="18"/>
                <w:szCs w:val="18"/>
              </w:rPr>
            </w:pPr>
            <w:r w:rsidRPr="002C0B9B">
              <w:rPr>
                <w:sz w:val="18"/>
                <w:szCs w:val="18"/>
              </w:rPr>
              <w:t>$1,437.09</w:t>
            </w:r>
          </w:p>
        </w:tc>
        <w:tc>
          <w:tcPr>
            <w:tcW w:w="2144" w:type="dxa"/>
          </w:tcPr>
          <w:p w14:paraId="4A143F91" w14:textId="232846A4" w:rsidR="006103D3" w:rsidRPr="002C0B9B" w:rsidRDefault="006103D3" w:rsidP="006103D3">
            <w:pPr>
              <w:jc w:val="center"/>
              <w:rPr>
                <w:rFonts w:eastAsia="Times New Roman" w:cs="Calibri Light"/>
                <w:sz w:val="18"/>
                <w:szCs w:val="18"/>
              </w:rPr>
            </w:pPr>
            <w:r w:rsidRPr="002C0B9B">
              <w:rPr>
                <w:sz w:val="18"/>
                <w:szCs w:val="18"/>
              </w:rPr>
              <w:t>26</w:t>
            </w:r>
          </w:p>
        </w:tc>
      </w:tr>
      <w:tr w:rsidR="006103D3" w:rsidRPr="00AF1AC2" w14:paraId="3AA57F95" w14:textId="77777777" w:rsidTr="002C0B9B">
        <w:trPr>
          <w:trHeight w:val="465"/>
        </w:trPr>
        <w:tc>
          <w:tcPr>
            <w:tcW w:w="4945" w:type="dxa"/>
            <w:shd w:val="clear" w:color="auto" w:fill="auto"/>
            <w:vAlign w:val="center"/>
          </w:tcPr>
          <w:p w14:paraId="365011C8" w14:textId="0765FFF4" w:rsidR="006103D3" w:rsidRPr="002C0B9B" w:rsidRDefault="006103D3" w:rsidP="006103D3">
            <w:pPr>
              <w:rPr>
                <w:sz w:val="18"/>
                <w:szCs w:val="18"/>
              </w:rPr>
            </w:pPr>
            <w:r w:rsidRPr="002C0B9B">
              <w:rPr>
                <w:sz w:val="18"/>
                <w:szCs w:val="18"/>
              </w:rPr>
              <w:t>Tankless Natural Gas Storage Water Heater</w:t>
            </w:r>
          </w:p>
        </w:tc>
        <w:tc>
          <w:tcPr>
            <w:tcW w:w="2261" w:type="dxa"/>
            <w:shd w:val="clear" w:color="auto" w:fill="auto"/>
            <w:noWrap/>
          </w:tcPr>
          <w:p w14:paraId="38C6F11C" w14:textId="04035A15" w:rsidR="006103D3" w:rsidRPr="002C0B9B" w:rsidRDefault="006103D3" w:rsidP="006103D3">
            <w:pPr>
              <w:jc w:val="center"/>
              <w:rPr>
                <w:rFonts w:eastAsia="Times New Roman" w:cs="Calibri Light"/>
                <w:sz w:val="18"/>
                <w:szCs w:val="18"/>
              </w:rPr>
            </w:pPr>
            <w:r w:rsidRPr="002C0B9B">
              <w:rPr>
                <w:sz w:val="18"/>
                <w:szCs w:val="18"/>
              </w:rPr>
              <w:t>$1,082.68</w:t>
            </w:r>
          </w:p>
        </w:tc>
        <w:tc>
          <w:tcPr>
            <w:tcW w:w="2144" w:type="dxa"/>
          </w:tcPr>
          <w:p w14:paraId="431C95A4" w14:textId="1153C18B" w:rsidR="006103D3" w:rsidRPr="002C0B9B" w:rsidRDefault="006103D3" w:rsidP="006103D3">
            <w:pPr>
              <w:jc w:val="center"/>
              <w:rPr>
                <w:rFonts w:eastAsia="Times New Roman" w:cs="Calibri Light"/>
                <w:sz w:val="18"/>
                <w:szCs w:val="18"/>
              </w:rPr>
            </w:pPr>
            <w:r w:rsidRPr="002C0B9B">
              <w:rPr>
                <w:sz w:val="18"/>
                <w:szCs w:val="18"/>
              </w:rPr>
              <w:t>58</w:t>
            </w:r>
          </w:p>
        </w:tc>
      </w:tr>
    </w:tbl>
    <w:p w14:paraId="5D5A3688" w14:textId="51F5B8FC" w:rsidR="00E941E2" w:rsidRDefault="00E941E2" w:rsidP="00D62874">
      <w:r>
        <w:t>As the existing case and standard case equipment is assumed to be the same</w:t>
      </w:r>
      <w:r w:rsidR="00D03FE2">
        <w:t>,</w:t>
      </w:r>
      <w:r>
        <w:t xml:space="preserve"> they use the same costs. </w:t>
      </w:r>
    </w:p>
    <w:p w14:paraId="4C75D1FB" w14:textId="78B8188C" w:rsidR="009F065B" w:rsidRDefault="009F065B" w:rsidP="00D62874">
      <w:r>
        <w:t xml:space="preserve">See cost spreadsheet for the collected baseline costs. </w:t>
      </w:r>
      <w:r>
        <w:rPr>
          <w:rStyle w:val="FootnoteReference"/>
        </w:rPr>
        <w:footnoteReference w:id="22"/>
      </w:r>
    </w:p>
    <w:p w14:paraId="79EB59B5" w14:textId="689108D8" w:rsidR="00DC3731" w:rsidRDefault="00DC3731" w:rsidP="00D62874"/>
    <w:p w14:paraId="7DDA6718" w14:textId="557C7B46" w:rsidR="007D230B" w:rsidRPr="00C6243E" w:rsidRDefault="007D230B" w:rsidP="00462BB6">
      <w:pPr>
        <w:pStyle w:val="eTRMHeading3"/>
        <w:rPr>
          <w:rFonts w:cs="Calibri Light"/>
        </w:rPr>
      </w:pPr>
      <w:bookmarkStart w:id="59" w:name="_Toc486490861"/>
      <w:bookmarkStart w:id="60" w:name="_Toc486580932"/>
      <w:bookmarkStart w:id="61" w:name="_Toc69106313"/>
      <w:r w:rsidRPr="005620D4">
        <w:rPr>
          <w:rFonts w:cs="Calibri Light"/>
        </w:rPr>
        <w:t>Measure Case Material Cost ($/unit)</w:t>
      </w:r>
      <w:bookmarkEnd w:id="59"/>
      <w:bookmarkEnd w:id="60"/>
      <w:bookmarkEnd w:id="61"/>
    </w:p>
    <w:p w14:paraId="3D70E3EF" w14:textId="13B23BB9" w:rsidR="00E62353" w:rsidRDefault="00D62874" w:rsidP="007A0F57">
      <w:pPr>
        <w:pStyle w:val="Normal1"/>
        <w:rPr>
          <w:rFonts w:ascii="Calibri Light" w:hAnsi="Calibri Light" w:cs="Calibri Light"/>
        </w:rPr>
      </w:pPr>
      <w:bookmarkStart w:id="62" w:name="_Toc486490862"/>
      <w:bookmarkStart w:id="63" w:name="_Toc486580933"/>
      <w:r w:rsidRPr="00D62874">
        <w:rPr>
          <w:rFonts w:ascii="Calibri Light" w:hAnsi="Calibri Light" w:cs="Calibri Light"/>
        </w:rPr>
        <w:t>Measure cost data</w:t>
      </w:r>
      <w:r w:rsidR="002C0B9B">
        <w:rPr>
          <w:rFonts w:ascii="Calibri Light" w:hAnsi="Calibri Light" w:cs="Calibri Light"/>
        </w:rPr>
        <w:t xml:space="preserve"> was</w:t>
      </w:r>
      <w:r w:rsidRPr="00D62874">
        <w:rPr>
          <w:rFonts w:ascii="Calibri Light" w:hAnsi="Calibri Light" w:cs="Calibri Light"/>
        </w:rPr>
        <w:t xml:space="preserve"> collected in </w:t>
      </w:r>
      <w:r w:rsidR="00DD2FD6">
        <w:rPr>
          <w:rFonts w:ascii="Calibri Light" w:hAnsi="Calibri Light" w:cs="Calibri Light"/>
        </w:rPr>
        <w:t xml:space="preserve">another </w:t>
      </w:r>
      <w:r w:rsidRPr="00D62874">
        <w:rPr>
          <w:rFonts w:ascii="Calibri Light" w:hAnsi="Calibri Light" w:cs="Calibri Light"/>
        </w:rPr>
        <w:t>workpaper</w:t>
      </w:r>
      <w:r w:rsidR="00DD2FD6">
        <w:rPr>
          <w:rFonts w:ascii="Calibri Light" w:hAnsi="Calibri Light" w:cs="Calibri Light"/>
        </w:rPr>
        <w:t>,</w:t>
      </w:r>
      <w:r w:rsidRPr="00D62874">
        <w:rPr>
          <w:rFonts w:ascii="Calibri Light" w:hAnsi="Calibri Light" w:cs="Calibri Light"/>
        </w:rPr>
        <w:t xml:space="preserve"> SWWH014-</w:t>
      </w:r>
      <w:r w:rsidR="005C60EC" w:rsidRPr="00D62874">
        <w:rPr>
          <w:rFonts w:ascii="Calibri Light" w:hAnsi="Calibri Light" w:cs="Calibri Light"/>
        </w:rPr>
        <w:t>0</w:t>
      </w:r>
      <w:r w:rsidR="005C60EC">
        <w:rPr>
          <w:rFonts w:ascii="Calibri Light" w:hAnsi="Calibri Light" w:cs="Calibri Light"/>
        </w:rPr>
        <w:t>2</w:t>
      </w:r>
      <w:r w:rsidR="005C60EC" w:rsidRPr="00D62874">
        <w:rPr>
          <w:rFonts w:ascii="Calibri Light" w:hAnsi="Calibri Light" w:cs="Calibri Light"/>
        </w:rPr>
        <w:t xml:space="preserve"> </w:t>
      </w:r>
      <w:r w:rsidRPr="00D62874">
        <w:rPr>
          <w:rFonts w:ascii="Calibri Light" w:hAnsi="Calibri Light" w:cs="Calibri Light"/>
        </w:rPr>
        <w:t xml:space="preserve">“Heat Pump Water Heater”. </w:t>
      </w:r>
    </w:p>
    <w:p w14:paraId="1708B24C" w14:textId="53758A45" w:rsidR="005F6CAB" w:rsidRPr="00737820" w:rsidRDefault="00E62353">
      <w:r>
        <w:rPr>
          <w:rFonts w:cs="Calibri Light"/>
        </w:rPr>
        <w:t>In SWWH014-</w:t>
      </w:r>
      <w:r w:rsidR="005C60EC">
        <w:rPr>
          <w:rFonts w:cs="Calibri Light"/>
        </w:rPr>
        <w:t xml:space="preserve">02 </w:t>
      </w:r>
      <w:r>
        <w:rPr>
          <w:rFonts w:cs="Calibri Light"/>
        </w:rPr>
        <w:t xml:space="preserve">the costs for heat pump water heaters </w:t>
      </w:r>
      <w:r w:rsidRPr="00E62353">
        <w:rPr>
          <w:rFonts w:cs="Calibri Light"/>
        </w:rPr>
        <w:t>were calculated as the average of costs of qualifying units sold by online retailers.</w:t>
      </w:r>
      <w:r>
        <w:rPr>
          <w:rStyle w:val="FootnoteReference"/>
          <w:rFonts w:cs="Calibri Light"/>
        </w:rPr>
        <w:footnoteReference w:id="23"/>
      </w:r>
      <w:r w:rsidRPr="00E62353">
        <w:rPr>
          <w:rFonts w:cs="Calibri Light"/>
        </w:rPr>
        <w:t xml:space="preserve"> The market is limited for heat pump water heaters ≥ 2.91 UEF; costs were based upon seven models (represented by five manufacturers). These costs were determined to be representative of unit costs based on online retailer checks in the </w:t>
      </w:r>
      <w:r w:rsidR="00EE2874">
        <w:rPr>
          <w:rFonts w:cs="Calibri Light"/>
        </w:rPr>
        <w:t>second</w:t>
      </w:r>
      <w:r w:rsidR="00EE2874" w:rsidRPr="00E62353">
        <w:rPr>
          <w:rFonts w:cs="Calibri Light"/>
        </w:rPr>
        <w:t xml:space="preserve"> </w:t>
      </w:r>
      <w:r w:rsidRPr="00E62353">
        <w:rPr>
          <w:rFonts w:cs="Calibri Light"/>
        </w:rPr>
        <w:t xml:space="preserve">quarter of </w:t>
      </w:r>
      <w:r w:rsidR="00EE2874" w:rsidRPr="00E62353">
        <w:rPr>
          <w:rFonts w:cs="Calibri Light"/>
        </w:rPr>
        <w:t>20</w:t>
      </w:r>
      <w:r w:rsidR="00EE2874">
        <w:rPr>
          <w:rFonts w:cs="Calibri Light"/>
        </w:rPr>
        <w:t>20</w:t>
      </w:r>
      <w:r w:rsidRPr="00E62353">
        <w:rPr>
          <w:rFonts w:cs="Calibri Light"/>
        </w:rPr>
        <w:t>.</w:t>
      </w:r>
      <w:r w:rsidR="005F6CAB">
        <w:rPr>
          <w:rFonts w:cs="Calibri Light"/>
        </w:rPr>
        <w:t xml:space="preserve"> </w:t>
      </w:r>
      <w:r w:rsidRPr="00810573">
        <w:rPr>
          <w:rFonts w:cs="Calibri Light"/>
        </w:rPr>
        <w:t xml:space="preserve">This workpaper adopts these heat pump water heater costs as material costs directly. </w:t>
      </w:r>
      <w:r w:rsidR="005F6CAB">
        <w:t>See cost spreadsheet for the collected measure costs.</w:t>
      </w:r>
      <w:r w:rsidR="005F6CAB">
        <w:rPr>
          <w:rStyle w:val="FootnoteReference"/>
        </w:rPr>
        <w:footnoteReference w:id="24"/>
      </w:r>
      <w:r w:rsidR="005F6CAB">
        <w:t xml:space="preserve"> </w:t>
      </w:r>
    </w:p>
    <w:p w14:paraId="2840BECD" w14:textId="717ED0F8" w:rsidR="005F6CAB" w:rsidRDefault="005F6CAB" w:rsidP="00E62353">
      <w:r>
        <w:t xml:space="preserve">Material costs for the </w:t>
      </w:r>
      <w:r>
        <w:rPr>
          <w:rFonts w:cs="Calibri Light"/>
        </w:rPr>
        <w:t>≤</w:t>
      </w:r>
      <w:proofErr w:type="gramStart"/>
      <w:r>
        <w:t>45 gallon</w:t>
      </w:r>
      <w:proofErr w:type="gramEnd"/>
      <w:r>
        <w:t xml:space="preserve"> heat pumps were collected using online </w:t>
      </w:r>
      <w:proofErr w:type="spellStart"/>
      <w:r>
        <w:t>webscraping</w:t>
      </w:r>
      <w:proofErr w:type="spellEnd"/>
      <w:r w:rsidRPr="00EE2874">
        <w:t xml:space="preserve"> </w:t>
      </w:r>
      <w:r>
        <w:t>of applicable heat pump water heaters during the fourth quarter of 2020.</w:t>
      </w:r>
      <w:r>
        <w:rPr>
          <w:rStyle w:val="FootnoteReference"/>
        </w:rPr>
        <w:footnoteReference w:id="25"/>
      </w:r>
      <w:r>
        <w:t xml:space="preserve"> Retailers referenced mainly include Home Depot, Menards and </w:t>
      </w:r>
      <w:proofErr w:type="spellStart"/>
      <w:r>
        <w:t>SupplyHouse</w:t>
      </w:r>
      <w:proofErr w:type="spellEnd"/>
      <w:r>
        <w:t xml:space="preserve">. </w:t>
      </w:r>
    </w:p>
    <w:p w14:paraId="744A8879" w14:textId="259699C8" w:rsidR="005F6CAB" w:rsidRPr="00810573" w:rsidRDefault="005F6CAB" w:rsidP="005F6CAB">
      <w:r>
        <w:t>The table below show the resultant heat pump costs and sample sizes.</w:t>
      </w:r>
    </w:p>
    <w:p w14:paraId="6A627AB9" w14:textId="0EB341A6" w:rsidR="005F6CAB" w:rsidRPr="00AF1AC2" w:rsidRDefault="005F6CAB" w:rsidP="005F6CAB">
      <w:pPr>
        <w:pStyle w:val="Normal1"/>
        <w:rPr>
          <w:rFonts w:ascii="Calibri Light" w:eastAsiaTheme="minorEastAsia" w:hAnsi="Calibri Light" w:cs="Calibri Light"/>
          <w:b/>
          <w:color w:val="auto"/>
          <w:szCs w:val="24"/>
        </w:rPr>
      </w:pPr>
      <w:r>
        <w:rPr>
          <w:rFonts w:ascii="Calibri Light" w:eastAsiaTheme="minorEastAsia" w:hAnsi="Calibri Light" w:cs="Calibri Light"/>
          <w:b/>
          <w:color w:val="auto"/>
          <w:szCs w:val="24"/>
        </w:rPr>
        <w:t>Heat Pump</w:t>
      </w:r>
      <w:r w:rsidRPr="002C2E26">
        <w:rPr>
          <w:rFonts w:ascii="Calibri Light" w:eastAsiaTheme="minorEastAsia" w:hAnsi="Calibri Light" w:cs="Calibri Light"/>
          <w:b/>
          <w:color w:val="auto"/>
          <w:szCs w:val="24"/>
        </w:rPr>
        <w:t xml:space="preserve"> </w:t>
      </w:r>
      <w:r>
        <w:rPr>
          <w:rFonts w:ascii="Calibri Light" w:eastAsiaTheme="minorEastAsia" w:hAnsi="Calibri Light" w:cs="Calibri Light"/>
          <w:b/>
          <w:color w:val="auto"/>
          <w:szCs w:val="24"/>
        </w:rPr>
        <w:t>W</w:t>
      </w:r>
      <w:r w:rsidRPr="002C2E26">
        <w:rPr>
          <w:rFonts w:ascii="Calibri Light" w:eastAsiaTheme="minorEastAsia" w:hAnsi="Calibri Light" w:cs="Calibri Light"/>
          <w:b/>
          <w:color w:val="auto"/>
          <w:szCs w:val="24"/>
        </w:rPr>
        <w:t xml:space="preserve">ater </w:t>
      </w:r>
      <w:r>
        <w:rPr>
          <w:rFonts w:ascii="Calibri Light" w:eastAsiaTheme="minorEastAsia" w:hAnsi="Calibri Light" w:cs="Calibri Light"/>
          <w:b/>
          <w:color w:val="auto"/>
          <w:szCs w:val="24"/>
        </w:rPr>
        <w:t>H</w:t>
      </w:r>
      <w:r w:rsidRPr="002C2E26">
        <w:rPr>
          <w:rFonts w:ascii="Calibri Light" w:eastAsiaTheme="minorEastAsia" w:hAnsi="Calibri Light" w:cs="Calibri Light"/>
          <w:b/>
          <w:color w:val="auto"/>
          <w:szCs w:val="24"/>
        </w:rPr>
        <w:t>eaters</w:t>
      </w:r>
      <w:r>
        <w:rPr>
          <w:rFonts w:ascii="Calibri Light" w:eastAsiaTheme="minorEastAsia" w:hAnsi="Calibri Light" w:cs="Calibri Light"/>
          <w:b/>
          <w:color w:val="auto"/>
          <w:szCs w:val="24"/>
        </w:rPr>
        <w:t xml:space="preserve"> ≤</w:t>
      </w:r>
      <w:proofErr w:type="gramStart"/>
      <w:r>
        <w:rPr>
          <w:rFonts w:ascii="Calibri Light" w:eastAsiaTheme="minorEastAsia" w:hAnsi="Calibri Light" w:cs="Calibri Light"/>
          <w:b/>
          <w:color w:val="auto"/>
          <w:szCs w:val="24"/>
        </w:rPr>
        <w:t>45 gallon</w:t>
      </w:r>
      <w:proofErr w:type="gramEnd"/>
      <w:r w:rsidRPr="002C2E26">
        <w:rPr>
          <w:rFonts w:ascii="Calibri Light" w:eastAsiaTheme="minorEastAsia" w:hAnsi="Calibri Light" w:cs="Calibri Light"/>
          <w:b/>
          <w:color w:val="auto"/>
          <w:szCs w:val="24"/>
        </w:rPr>
        <w:t xml:space="preserve"> </w:t>
      </w:r>
      <w:r>
        <w:rPr>
          <w:rFonts w:ascii="Calibri Light" w:eastAsiaTheme="minorEastAsia" w:hAnsi="Calibri Light" w:cs="Calibri Light"/>
          <w:b/>
          <w:color w:val="auto"/>
          <w:szCs w:val="24"/>
        </w:rPr>
        <w:t>Material Cost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5"/>
        <w:gridCol w:w="2261"/>
        <w:gridCol w:w="2144"/>
      </w:tblGrid>
      <w:tr w:rsidR="005F6CAB" w:rsidRPr="00AF1AC2" w14:paraId="7FDC9B5B" w14:textId="77777777" w:rsidTr="00F11D70">
        <w:trPr>
          <w:trHeight w:val="105"/>
        </w:trPr>
        <w:tc>
          <w:tcPr>
            <w:tcW w:w="4945" w:type="dxa"/>
            <w:shd w:val="clear" w:color="auto" w:fill="D9D9D9" w:themeFill="background1" w:themeFillShade="D9"/>
            <w:noWrap/>
            <w:vAlign w:val="center"/>
            <w:hideMark/>
          </w:tcPr>
          <w:p w14:paraId="5F0AF348" w14:textId="77777777" w:rsidR="005F6CAB" w:rsidRPr="00AF1AC2" w:rsidRDefault="005F6CAB" w:rsidP="00F11D70">
            <w:pPr>
              <w:rPr>
                <w:rFonts w:eastAsia="Times New Roman" w:cs="Calibri Light"/>
                <w:b/>
                <w:bCs/>
                <w:sz w:val="20"/>
                <w:szCs w:val="20"/>
              </w:rPr>
            </w:pPr>
            <w:r>
              <w:rPr>
                <w:rFonts w:eastAsia="Times New Roman" w:cs="Calibri Light"/>
                <w:b/>
                <w:bCs/>
                <w:sz w:val="20"/>
                <w:szCs w:val="20"/>
              </w:rPr>
              <w:t>Baseline Technology</w:t>
            </w:r>
          </w:p>
        </w:tc>
        <w:tc>
          <w:tcPr>
            <w:tcW w:w="2261" w:type="dxa"/>
            <w:shd w:val="clear" w:color="auto" w:fill="D9D9D9" w:themeFill="background1" w:themeFillShade="D9"/>
            <w:vAlign w:val="center"/>
            <w:hideMark/>
          </w:tcPr>
          <w:p w14:paraId="4223F676" w14:textId="77777777" w:rsidR="005F6CAB" w:rsidRPr="00AF1AC2" w:rsidRDefault="005F6CAB" w:rsidP="00F11D70">
            <w:pPr>
              <w:jc w:val="center"/>
              <w:rPr>
                <w:rFonts w:eastAsia="Times New Roman" w:cs="Calibri Light"/>
                <w:b/>
                <w:bCs/>
                <w:sz w:val="20"/>
                <w:szCs w:val="20"/>
              </w:rPr>
            </w:pPr>
            <w:r w:rsidRPr="00AF1AC2">
              <w:rPr>
                <w:rFonts w:eastAsia="Times New Roman" w:cs="Calibri Light"/>
                <w:b/>
                <w:bCs/>
                <w:sz w:val="20"/>
                <w:szCs w:val="20"/>
              </w:rPr>
              <w:t xml:space="preserve">Average </w:t>
            </w:r>
            <w:r>
              <w:rPr>
                <w:rFonts w:eastAsia="Times New Roman" w:cs="Calibri Light"/>
                <w:b/>
                <w:bCs/>
                <w:sz w:val="20"/>
                <w:szCs w:val="20"/>
              </w:rPr>
              <w:t>NGWH</w:t>
            </w:r>
            <w:r w:rsidRPr="00AF1AC2">
              <w:rPr>
                <w:rFonts w:eastAsia="Times New Roman" w:cs="Calibri Light"/>
                <w:b/>
                <w:bCs/>
                <w:sz w:val="20"/>
                <w:szCs w:val="20"/>
              </w:rPr>
              <w:t xml:space="preserve"> Cost</w:t>
            </w:r>
          </w:p>
        </w:tc>
        <w:tc>
          <w:tcPr>
            <w:tcW w:w="2144" w:type="dxa"/>
            <w:shd w:val="clear" w:color="auto" w:fill="D9D9D9" w:themeFill="background1" w:themeFillShade="D9"/>
          </w:tcPr>
          <w:p w14:paraId="78B2D685" w14:textId="77777777" w:rsidR="005F6CAB" w:rsidRPr="00AF1AC2" w:rsidRDefault="005F6CAB" w:rsidP="00F11D70">
            <w:pPr>
              <w:jc w:val="center"/>
              <w:rPr>
                <w:rFonts w:eastAsia="Times New Roman" w:cs="Calibri Light"/>
                <w:b/>
                <w:bCs/>
                <w:sz w:val="20"/>
                <w:szCs w:val="20"/>
              </w:rPr>
            </w:pPr>
            <w:r>
              <w:rPr>
                <w:rFonts w:eastAsia="Times New Roman" w:cs="Calibri Light"/>
                <w:b/>
                <w:bCs/>
                <w:sz w:val="20"/>
                <w:szCs w:val="20"/>
              </w:rPr>
              <w:t>Sample Count</w:t>
            </w:r>
          </w:p>
        </w:tc>
      </w:tr>
      <w:tr w:rsidR="005F6CAB" w:rsidRPr="00AF1AC2" w14:paraId="1F050D14" w14:textId="77777777" w:rsidTr="00F11D70">
        <w:trPr>
          <w:trHeight w:val="465"/>
        </w:trPr>
        <w:tc>
          <w:tcPr>
            <w:tcW w:w="4945" w:type="dxa"/>
            <w:shd w:val="clear" w:color="auto" w:fill="auto"/>
            <w:vAlign w:val="center"/>
          </w:tcPr>
          <w:p w14:paraId="4D40F9C1" w14:textId="5F4650CE" w:rsidR="005F6CAB" w:rsidRPr="002C0B9B" w:rsidRDefault="00F74078" w:rsidP="00F11D70">
            <w:pPr>
              <w:rPr>
                <w:rFonts w:eastAsia="Times New Roman" w:cs="Calibri Light"/>
                <w:sz w:val="18"/>
                <w:szCs w:val="18"/>
              </w:rPr>
            </w:pPr>
            <w:r>
              <w:rPr>
                <w:sz w:val="18"/>
                <w:szCs w:val="18"/>
              </w:rPr>
              <w:t>≤</w:t>
            </w:r>
            <w:r w:rsidR="00002724">
              <w:rPr>
                <w:sz w:val="18"/>
                <w:szCs w:val="18"/>
              </w:rPr>
              <w:t>45-gallon Heat Pump</w:t>
            </w:r>
            <w:r>
              <w:rPr>
                <w:sz w:val="18"/>
                <w:szCs w:val="18"/>
              </w:rPr>
              <w:t xml:space="preserve"> </w:t>
            </w:r>
            <w:r w:rsidR="005F6CAB" w:rsidRPr="002C0B9B">
              <w:rPr>
                <w:sz w:val="18"/>
                <w:szCs w:val="18"/>
              </w:rPr>
              <w:t>Water Heater</w:t>
            </w:r>
          </w:p>
        </w:tc>
        <w:tc>
          <w:tcPr>
            <w:tcW w:w="2261" w:type="dxa"/>
            <w:shd w:val="clear" w:color="auto" w:fill="auto"/>
            <w:noWrap/>
          </w:tcPr>
          <w:p w14:paraId="50BA3927" w14:textId="2796E393" w:rsidR="005F6CAB" w:rsidRPr="002C0B9B" w:rsidRDefault="005F6CAB" w:rsidP="00F11D70">
            <w:pPr>
              <w:jc w:val="center"/>
              <w:rPr>
                <w:rFonts w:eastAsia="Times New Roman" w:cs="Calibri Light"/>
                <w:sz w:val="18"/>
                <w:szCs w:val="18"/>
              </w:rPr>
            </w:pPr>
            <w:r w:rsidRPr="002C0B9B">
              <w:rPr>
                <w:sz w:val="18"/>
                <w:szCs w:val="18"/>
              </w:rPr>
              <w:t>$</w:t>
            </w:r>
            <w:r>
              <w:rPr>
                <w:sz w:val="18"/>
                <w:szCs w:val="18"/>
              </w:rPr>
              <w:t>1</w:t>
            </w:r>
            <w:r w:rsidR="00061520">
              <w:rPr>
                <w:sz w:val="18"/>
                <w:szCs w:val="18"/>
              </w:rPr>
              <w:t>,</w:t>
            </w:r>
            <w:r>
              <w:rPr>
                <w:sz w:val="18"/>
                <w:szCs w:val="18"/>
              </w:rPr>
              <w:t>377.61</w:t>
            </w:r>
          </w:p>
        </w:tc>
        <w:tc>
          <w:tcPr>
            <w:tcW w:w="2144" w:type="dxa"/>
          </w:tcPr>
          <w:p w14:paraId="132F776B" w14:textId="15E58D62" w:rsidR="005F6CAB" w:rsidRPr="002C0B9B" w:rsidRDefault="005F6CAB" w:rsidP="00F11D70">
            <w:pPr>
              <w:jc w:val="center"/>
              <w:rPr>
                <w:rFonts w:eastAsia="Times New Roman" w:cs="Calibri Light"/>
                <w:sz w:val="18"/>
                <w:szCs w:val="18"/>
              </w:rPr>
            </w:pPr>
            <w:r>
              <w:rPr>
                <w:sz w:val="18"/>
                <w:szCs w:val="18"/>
              </w:rPr>
              <w:t>21</w:t>
            </w:r>
          </w:p>
        </w:tc>
      </w:tr>
    </w:tbl>
    <w:p w14:paraId="0B03FB98" w14:textId="77777777" w:rsidR="001C2DAA" w:rsidRDefault="001C2DAA" w:rsidP="00081306">
      <w:pPr>
        <w:pStyle w:val="Normal1"/>
        <w:jc w:val="center"/>
        <w:rPr>
          <w:rFonts w:ascii="Calibri Light" w:eastAsiaTheme="minorEastAsia" w:hAnsi="Calibri Light" w:cs="Calibri Light"/>
          <w:color w:val="auto"/>
          <w:szCs w:val="24"/>
        </w:rPr>
      </w:pPr>
    </w:p>
    <w:p w14:paraId="3EDB03AA" w14:textId="46EAAF31" w:rsidR="001C2DAA" w:rsidRDefault="001C2DAA" w:rsidP="001C2DAA">
      <w:pPr>
        <w:pStyle w:val="NoSpacing"/>
        <w:rPr>
          <w:rFonts w:ascii="Calibri Light" w:hAnsi="Calibri Light"/>
        </w:rPr>
      </w:pPr>
      <w:r>
        <w:rPr>
          <w:rFonts w:ascii="Calibri Light" w:eastAsiaTheme="minorEastAsia" w:hAnsi="Calibri Light" w:cs="Calibri Light"/>
          <w:b/>
          <w:szCs w:val="24"/>
        </w:rPr>
        <w:t>Infrastructure Costs</w:t>
      </w:r>
      <w:r w:rsidRPr="004058CF">
        <w:rPr>
          <w:rFonts w:ascii="Calibri Light" w:hAnsi="Calibri Light"/>
        </w:rPr>
        <w:t xml:space="preserve">. For a natural gas </w:t>
      </w:r>
      <w:r>
        <w:rPr>
          <w:rFonts w:ascii="Calibri Light" w:hAnsi="Calibri Light"/>
        </w:rPr>
        <w:t xml:space="preserve">water heater </w:t>
      </w:r>
      <w:r w:rsidRPr="004058CF">
        <w:rPr>
          <w:rFonts w:ascii="Calibri Light" w:hAnsi="Calibri Light"/>
        </w:rPr>
        <w:t xml:space="preserve">to heat pump </w:t>
      </w:r>
      <w:r>
        <w:rPr>
          <w:rFonts w:ascii="Calibri Light" w:hAnsi="Calibri Light"/>
        </w:rPr>
        <w:t xml:space="preserve">water heater </w:t>
      </w:r>
      <w:r w:rsidRPr="004058CF">
        <w:rPr>
          <w:rFonts w:ascii="Calibri Light" w:hAnsi="Calibri Light"/>
        </w:rPr>
        <w:t>infrastructure</w:t>
      </w:r>
      <w:r w:rsidR="00670E62">
        <w:rPr>
          <w:rFonts w:ascii="Calibri Light" w:hAnsi="Calibri Light"/>
        </w:rPr>
        <w:t>,</w:t>
      </w:r>
      <w:r w:rsidRPr="004058CF">
        <w:rPr>
          <w:rFonts w:ascii="Calibri Light" w:hAnsi="Calibri Light"/>
        </w:rPr>
        <w:t xml:space="preserve"> upgrades would include a capping off the natural gas line, closing</w:t>
      </w:r>
      <w:r w:rsidR="001100CD">
        <w:rPr>
          <w:rFonts w:ascii="Calibri Light" w:hAnsi="Calibri Light"/>
        </w:rPr>
        <w:t xml:space="preserve"> exhaust</w:t>
      </w:r>
      <w:r w:rsidRPr="004058CF">
        <w:rPr>
          <w:rFonts w:ascii="Calibri Light" w:hAnsi="Calibri Light"/>
        </w:rPr>
        <w:t xml:space="preserve"> vents, and </w:t>
      </w:r>
      <w:r w:rsidR="001100CD">
        <w:rPr>
          <w:rFonts w:ascii="Calibri Light" w:hAnsi="Calibri Light"/>
        </w:rPr>
        <w:t xml:space="preserve">running </w:t>
      </w:r>
      <w:r w:rsidRPr="004058CF">
        <w:rPr>
          <w:rFonts w:ascii="Calibri Light" w:hAnsi="Calibri Light"/>
        </w:rPr>
        <w:t xml:space="preserve">240 power </w:t>
      </w:r>
      <w:r w:rsidR="001100CD">
        <w:rPr>
          <w:rFonts w:ascii="Calibri Light" w:hAnsi="Calibri Light"/>
        </w:rPr>
        <w:t>to the heater</w:t>
      </w:r>
      <w:r w:rsidRPr="004058CF">
        <w:rPr>
          <w:rFonts w:ascii="Calibri Light" w:hAnsi="Calibri Light"/>
        </w:rPr>
        <w:t xml:space="preserve">. </w:t>
      </w:r>
      <w:r>
        <w:rPr>
          <w:rFonts w:ascii="Calibri Light" w:hAnsi="Calibri Light"/>
        </w:rPr>
        <w:t xml:space="preserve">Existing gas </w:t>
      </w:r>
      <w:r w:rsidR="001100CD">
        <w:rPr>
          <w:rFonts w:ascii="Calibri Light" w:hAnsi="Calibri Light"/>
        </w:rPr>
        <w:t>water heaters</w:t>
      </w:r>
      <w:r>
        <w:rPr>
          <w:rFonts w:ascii="Calibri Light" w:hAnsi="Calibri Light"/>
        </w:rPr>
        <w:t xml:space="preserve"> </w:t>
      </w:r>
      <w:r w:rsidR="005C7CED">
        <w:rPr>
          <w:rFonts w:ascii="Calibri Light" w:hAnsi="Calibri Light"/>
        </w:rPr>
        <w:t>will typically</w:t>
      </w:r>
      <w:r>
        <w:rPr>
          <w:rFonts w:ascii="Calibri Light" w:hAnsi="Calibri Light"/>
        </w:rPr>
        <w:t xml:space="preserve"> </w:t>
      </w:r>
      <w:r w:rsidR="001100CD">
        <w:rPr>
          <w:rFonts w:ascii="Calibri Light" w:hAnsi="Calibri Light"/>
        </w:rPr>
        <w:t>only be using 120V power</w:t>
      </w:r>
      <w:r>
        <w:rPr>
          <w:rFonts w:ascii="Calibri Light" w:hAnsi="Calibri Light"/>
        </w:rPr>
        <w:t xml:space="preserve">.  These infrastructure costs were estimated using </w:t>
      </w:r>
      <w:r w:rsidR="00AD63C1">
        <w:rPr>
          <w:rFonts w:ascii="Calibri Light" w:hAnsi="Calibri Light"/>
        </w:rPr>
        <w:t xml:space="preserve">2020 </w:t>
      </w:r>
      <w:proofErr w:type="spellStart"/>
      <w:r>
        <w:rPr>
          <w:rFonts w:ascii="Calibri Light" w:hAnsi="Calibri Light"/>
        </w:rPr>
        <w:t>RSMeans</w:t>
      </w:r>
      <w:proofErr w:type="spellEnd"/>
      <w:r>
        <w:rPr>
          <w:rFonts w:ascii="Calibri Light" w:hAnsi="Calibri Light"/>
        </w:rPr>
        <w:t xml:space="preserve"> Online data</w:t>
      </w:r>
      <w:r>
        <w:rPr>
          <w:rStyle w:val="FootnoteReference"/>
          <w:rFonts w:ascii="Calibri Light" w:hAnsi="Calibri Light"/>
        </w:rPr>
        <w:footnoteReference w:id="26"/>
      </w:r>
      <w:r>
        <w:rPr>
          <w:rFonts w:ascii="Calibri Light" w:hAnsi="Calibri Light"/>
        </w:rPr>
        <w:t xml:space="preserve"> and online retailer costs. </w:t>
      </w:r>
      <w:proofErr w:type="spellStart"/>
      <w:r>
        <w:rPr>
          <w:rFonts w:ascii="Calibri Light" w:hAnsi="Calibri Light"/>
        </w:rPr>
        <w:t>RSMeans</w:t>
      </w:r>
      <w:proofErr w:type="spellEnd"/>
      <w:r>
        <w:rPr>
          <w:rFonts w:ascii="Calibri Light" w:hAnsi="Calibri Light"/>
        </w:rPr>
        <w:t xml:space="preserve"> hourly labor rates </w:t>
      </w:r>
      <w:r>
        <w:rPr>
          <w:rFonts w:ascii="Calibri Light" w:hAnsi="Calibri Light"/>
        </w:rPr>
        <w:lastRenderedPageBreak/>
        <w:t>for a residential electrician</w:t>
      </w:r>
      <w:r>
        <w:rPr>
          <w:rStyle w:val="FootnoteReference"/>
          <w:rFonts w:ascii="Calibri Light" w:hAnsi="Calibri Light"/>
        </w:rPr>
        <w:footnoteReference w:id="27"/>
      </w:r>
      <w:r>
        <w:rPr>
          <w:rFonts w:ascii="Calibri Light" w:hAnsi="Calibri Light"/>
        </w:rPr>
        <w:t xml:space="preserve"> were used to estimate labor costs.  See the table below for details and the cost calculations for more details.</w:t>
      </w:r>
      <w:r>
        <w:rPr>
          <w:rStyle w:val="FootnoteReference"/>
          <w:rFonts w:ascii="Calibri Light" w:hAnsi="Calibri Light"/>
        </w:rPr>
        <w:footnoteReference w:id="28"/>
      </w:r>
      <w:r>
        <w:rPr>
          <w:rFonts w:ascii="Calibri Light" w:hAnsi="Calibri Light"/>
        </w:rPr>
        <w:t xml:space="preserve">  </w:t>
      </w:r>
    </w:p>
    <w:p w14:paraId="73285637" w14:textId="77777777" w:rsidR="001C2DAA" w:rsidRPr="004058CF" w:rsidRDefault="001C2DAA" w:rsidP="001C2DAA">
      <w:pPr>
        <w:pStyle w:val="NoSpacing"/>
        <w:rPr>
          <w:rFonts w:ascii="Calibri Light" w:hAnsi="Calibri Light"/>
        </w:rPr>
      </w:pPr>
    </w:p>
    <w:tbl>
      <w:tblPr>
        <w:tblW w:w="45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7"/>
        <w:gridCol w:w="823"/>
        <w:gridCol w:w="1031"/>
        <w:gridCol w:w="896"/>
        <w:gridCol w:w="1031"/>
      </w:tblGrid>
      <w:tr w:rsidR="00AD63C1" w:rsidRPr="00AF1AC2" w14:paraId="47A70002" w14:textId="77777777" w:rsidTr="00AD63C1">
        <w:trPr>
          <w:trHeight w:val="444"/>
        </w:trPr>
        <w:tc>
          <w:tcPr>
            <w:tcW w:w="4707" w:type="dxa"/>
            <w:shd w:val="clear" w:color="auto" w:fill="D9D9D9" w:themeFill="background1" w:themeFillShade="D9"/>
            <w:noWrap/>
            <w:vAlign w:val="center"/>
            <w:hideMark/>
          </w:tcPr>
          <w:p w14:paraId="6D80646E" w14:textId="77777777" w:rsidR="001C2DAA" w:rsidRPr="00AF1AC2" w:rsidRDefault="001C2DAA" w:rsidP="00DD2FD6">
            <w:pPr>
              <w:jc w:val="center"/>
              <w:rPr>
                <w:rFonts w:eastAsia="Times New Roman" w:cs="Calibri Light"/>
                <w:b/>
                <w:bCs/>
                <w:sz w:val="20"/>
                <w:szCs w:val="20"/>
              </w:rPr>
            </w:pPr>
            <w:r>
              <w:rPr>
                <w:rFonts w:eastAsia="Times New Roman" w:cs="Calibri Light"/>
                <w:b/>
                <w:bCs/>
                <w:sz w:val="20"/>
                <w:szCs w:val="20"/>
              </w:rPr>
              <w:t>Description of Work</w:t>
            </w:r>
          </w:p>
        </w:tc>
        <w:tc>
          <w:tcPr>
            <w:tcW w:w="846" w:type="dxa"/>
            <w:shd w:val="clear" w:color="auto" w:fill="D9D9D9" w:themeFill="background1" w:themeFillShade="D9"/>
            <w:vAlign w:val="center"/>
          </w:tcPr>
          <w:p w14:paraId="7199B1E4" w14:textId="77777777" w:rsidR="001C2DAA" w:rsidRDefault="001C2DAA" w:rsidP="00DD2FD6">
            <w:pPr>
              <w:jc w:val="center"/>
              <w:rPr>
                <w:rFonts w:eastAsia="Times New Roman" w:cs="Calibri Light"/>
                <w:b/>
                <w:bCs/>
                <w:sz w:val="20"/>
                <w:szCs w:val="20"/>
              </w:rPr>
            </w:pPr>
            <w:r>
              <w:rPr>
                <w:rFonts w:eastAsia="Times New Roman" w:cs="Calibri Light"/>
                <w:b/>
                <w:bCs/>
                <w:sz w:val="20"/>
                <w:szCs w:val="20"/>
              </w:rPr>
              <w:t>Labor Hours</w:t>
            </w:r>
          </w:p>
        </w:tc>
        <w:tc>
          <w:tcPr>
            <w:tcW w:w="1069" w:type="dxa"/>
            <w:shd w:val="clear" w:color="auto" w:fill="D9D9D9" w:themeFill="background1" w:themeFillShade="D9"/>
            <w:vAlign w:val="center"/>
          </w:tcPr>
          <w:p w14:paraId="304A6141" w14:textId="77777777" w:rsidR="001C2DAA" w:rsidRPr="00AF1AC2" w:rsidRDefault="001C2DAA" w:rsidP="00DD2FD6">
            <w:pPr>
              <w:jc w:val="center"/>
              <w:rPr>
                <w:rFonts w:eastAsia="Times New Roman" w:cs="Calibri Light"/>
                <w:b/>
                <w:bCs/>
                <w:sz w:val="20"/>
                <w:szCs w:val="20"/>
              </w:rPr>
            </w:pPr>
            <w:r>
              <w:rPr>
                <w:rFonts w:eastAsia="Times New Roman" w:cs="Calibri Light"/>
                <w:b/>
                <w:bCs/>
                <w:sz w:val="20"/>
                <w:szCs w:val="20"/>
              </w:rPr>
              <w:t>Labor Cost</w:t>
            </w:r>
          </w:p>
        </w:tc>
        <w:tc>
          <w:tcPr>
            <w:tcW w:w="797" w:type="dxa"/>
            <w:shd w:val="clear" w:color="auto" w:fill="D9D9D9" w:themeFill="background1" w:themeFillShade="D9"/>
            <w:vAlign w:val="center"/>
            <w:hideMark/>
          </w:tcPr>
          <w:p w14:paraId="3081C3F8" w14:textId="77777777" w:rsidR="001C2DAA" w:rsidRPr="00AF1AC2" w:rsidRDefault="001C2DAA" w:rsidP="00DD2FD6">
            <w:pPr>
              <w:jc w:val="center"/>
              <w:rPr>
                <w:rFonts w:eastAsia="Times New Roman" w:cs="Calibri Light"/>
                <w:b/>
                <w:bCs/>
                <w:sz w:val="20"/>
                <w:szCs w:val="20"/>
              </w:rPr>
            </w:pPr>
            <w:r>
              <w:rPr>
                <w:rFonts w:eastAsia="Times New Roman" w:cs="Calibri Light"/>
                <w:b/>
                <w:bCs/>
                <w:sz w:val="20"/>
                <w:szCs w:val="20"/>
              </w:rPr>
              <w:t>Material Cost</w:t>
            </w:r>
          </w:p>
        </w:tc>
        <w:tc>
          <w:tcPr>
            <w:tcW w:w="1069" w:type="dxa"/>
            <w:shd w:val="clear" w:color="auto" w:fill="D9D9D9" w:themeFill="background1" w:themeFillShade="D9"/>
            <w:vAlign w:val="center"/>
          </w:tcPr>
          <w:p w14:paraId="7D47D443" w14:textId="77777777" w:rsidR="001C2DAA" w:rsidRPr="00AF1AC2" w:rsidRDefault="001C2DAA" w:rsidP="00DD2FD6">
            <w:pPr>
              <w:jc w:val="center"/>
              <w:rPr>
                <w:rFonts w:eastAsia="Times New Roman" w:cs="Calibri Light"/>
                <w:b/>
                <w:bCs/>
                <w:sz w:val="20"/>
                <w:szCs w:val="20"/>
              </w:rPr>
            </w:pPr>
            <w:r>
              <w:rPr>
                <w:rFonts w:eastAsia="Times New Roman" w:cs="Calibri Light"/>
                <w:b/>
                <w:bCs/>
                <w:sz w:val="20"/>
                <w:szCs w:val="20"/>
              </w:rPr>
              <w:t>Total Cost</w:t>
            </w:r>
          </w:p>
        </w:tc>
      </w:tr>
      <w:tr w:rsidR="00AD63C1" w:rsidRPr="00AF1AC2" w14:paraId="2A1E72CE" w14:textId="77777777" w:rsidTr="00AD63C1">
        <w:trPr>
          <w:trHeight w:val="228"/>
        </w:trPr>
        <w:tc>
          <w:tcPr>
            <w:tcW w:w="4707" w:type="dxa"/>
            <w:shd w:val="clear" w:color="auto" w:fill="auto"/>
          </w:tcPr>
          <w:p w14:paraId="6CB81554" w14:textId="77777777" w:rsidR="001C2DAA" w:rsidRPr="00A93852" w:rsidRDefault="001C2DAA" w:rsidP="00DC2E1E">
            <w:pPr>
              <w:rPr>
                <w:rFonts w:eastAsia="Times New Roman" w:cs="Calibri Light"/>
                <w:sz w:val="18"/>
                <w:szCs w:val="20"/>
              </w:rPr>
            </w:pPr>
            <w:r w:rsidRPr="00A93852">
              <w:rPr>
                <w:sz w:val="18"/>
                <w:szCs w:val="20"/>
              </w:rPr>
              <w:t>Cap Existing Gas Line w/ Brass Plug for Natural Gas lines.</w:t>
            </w:r>
          </w:p>
        </w:tc>
        <w:tc>
          <w:tcPr>
            <w:tcW w:w="846" w:type="dxa"/>
          </w:tcPr>
          <w:p w14:paraId="6D173817" w14:textId="77777777" w:rsidR="001C2DAA" w:rsidRPr="00A93852" w:rsidRDefault="001C2DAA" w:rsidP="00DC2E1E">
            <w:pPr>
              <w:jc w:val="center"/>
              <w:rPr>
                <w:rFonts w:eastAsia="Times New Roman" w:cs="Calibri Light"/>
                <w:sz w:val="18"/>
                <w:szCs w:val="20"/>
              </w:rPr>
            </w:pPr>
            <w:r w:rsidRPr="00A93852">
              <w:rPr>
                <w:sz w:val="18"/>
                <w:szCs w:val="20"/>
              </w:rPr>
              <w:t>0.250</w:t>
            </w:r>
          </w:p>
        </w:tc>
        <w:tc>
          <w:tcPr>
            <w:tcW w:w="1069" w:type="dxa"/>
          </w:tcPr>
          <w:p w14:paraId="2ECFBEDF" w14:textId="0FA0368B" w:rsidR="001C2DAA" w:rsidRPr="00A93852" w:rsidRDefault="001C2DAA" w:rsidP="00DC2E1E">
            <w:pPr>
              <w:jc w:val="center"/>
              <w:rPr>
                <w:rFonts w:eastAsia="Times New Roman" w:cs="Calibri Light"/>
                <w:sz w:val="18"/>
                <w:szCs w:val="20"/>
              </w:rPr>
            </w:pPr>
            <w:r w:rsidRPr="00A93852">
              <w:rPr>
                <w:sz w:val="18"/>
                <w:szCs w:val="20"/>
              </w:rPr>
              <w:t>$</w:t>
            </w:r>
            <w:r w:rsidR="00AD63C1" w:rsidRPr="00A93852">
              <w:rPr>
                <w:sz w:val="18"/>
                <w:szCs w:val="20"/>
              </w:rPr>
              <w:t>22.</w:t>
            </w:r>
            <w:r w:rsidR="000918DA" w:rsidRPr="00A93852">
              <w:rPr>
                <w:sz w:val="18"/>
                <w:szCs w:val="20"/>
              </w:rPr>
              <w:t>90</w:t>
            </w:r>
          </w:p>
        </w:tc>
        <w:tc>
          <w:tcPr>
            <w:tcW w:w="797" w:type="dxa"/>
            <w:shd w:val="clear" w:color="auto" w:fill="auto"/>
            <w:noWrap/>
          </w:tcPr>
          <w:p w14:paraId="72DA35DE" w14:textId="105935EF" w:rsidR="001C2DAA" w:rsidRPr="00A93852" w:rsidRDefault="001C2DAA" w:rsidP="00DC2E1E">
            <w:pPr>
              <w:jc w:val="center"/>
              <w:rPr>
                <w:rFonts w:eastAsia="Times New Roman" w:cs="Calibri Light"/>
                <w:sz w:val="18"/>
                <w:szCs w:val="20"/>
              </w:rPr>
            </w:pPr>
            <w:r w:rsidRPr="00A93852">
              <w:rPr>
                <w:sz w:val="18"/>
                <w:szCs w:val="20"/>
              </w:rPr>
              <w:t>$4.0</w:t>
            </w:r>
            <w:r w:rsidR="00AD63C1" w:rsidRPr="00A93852">
              <w:rPr>
                <w:sz w:val="18"/>
                <w:szCs w:val="20"/>
              </w:rPr>
              <w:t>4</w:t>
            </w:r>
          </w:p>
        </w:tc>
        <w:tc>
          <w:tcPr>
            <w:tcW w:w="1069" w:type="dxa"/>
          </w:tcPr>
          <w:p w14:paraId="38518314" w14:textId="4976D795" w:rsidR="001C2DAA" w:rsidRPr="00A93852" w:rsidRDefault="001C2DAA" w:rsidP="00DC2E1E">
            <w:pPr>
              <w:jc w:val="center"/>
              <w:rPr>
                <w:rFonts w:eastAsia="Times New Roman" w:cs="Calibri Light"/>
                <w:sz w:val="18"/>
                <w:szCs w:val="20"/>
              </w:rPr>
            </w:pPr>
            <w:r w:rsidRPr="00A93852">
              <w:rPr>
                <w:sz w:val="18"/>
                <w:szCs w:val="20"/>
              </w:rPr>
              <w:t>$2</w:t>
            </w:r>
            <w:r w:rsidR="00AD63C1" w:rsidRPr="00A93852">
              <w:rPr>
                <w:sz w:val="18"/>
                <w:szCs w:val="20"/>
              </w:rPr>
              <w:t>6.</w:t>
            </w:r>
            <w:r w:rsidR="000918DA" w:rsidRPr="00A93852">
              <w:rPr>
                <w:sz w:val="18"/>
                <w:szCs w:val="20"/>
              </w:rPr>
              <w:t>94</w:t>
            </w:r>
          </w:p>
        </w:tc>
      </w:tr>
      <w:tr w:rsidR="00AD63C1" w:rsidRPr="00AF1AC2" w14:paraId="182040A6" w14:textId="77777777" w:rsidTr="00AD63C1">
        <w:trPr>
          <w:trHeight w:val="261"/>
        </w:trPr>
        <w:tc>
          <w:tcPr>
            <w:tcW w:w="4707" w:type="dxa"/>
            <w:shd w:val="clear" w:color="auto" w:fill="auto"/>
          </w:tcPr>
          <w:p w14:paraId="6D2708D3" w14:textId="77777777" w:rsidR="001C2DAA" w:rsidRPr="00A93852" w:rsidRDefault="001C2DAA" w:rsidP="00DC2E1E">
            <w:pPr>
              <w:rPr>
                <w:rFonts w:eastAsia="Times New Roman" w:cs="Calibri Light"/>
                <w:sz w:val="18"/>
                <w:szCs w:val="20"/>
              </w:rPr>
            </w:pPr>
            <w:r w:rsidRPr="00A93852">
              <w:rPr>
                <w:sz w:val="18"/>
                <w:szCs w:val="20"/>
              </w:rPr>
              <w:t>Demolish Existing Vent</w:t>
            </w:r>
          </w:p>
        </w:tc>
        <w:tc>
          <w:tcPr>
            <w:tcW w:w="846" w:type="dxa"/>
          </w:tcPr>
          <w:p w14:paraId="0D8A6524" w14:textId="77777777" w:rsidR="001C2DAA" w:rsidRPr="00A93852" w:rsidRDefault="001C2DAA" w:rsidP="00DC2E1E">
            <w:pPr>
              <w:jc w:val="center"/>
              <w:rPr>
                <w:rFonts w:eastAsia="Times New Roman" w:cs="Calibri Light"/>
                <w:sz w:val="18"/>
                <w:szCs w:val="20"/>
              </w:rPr>
            </w:pPr>
            <w:r w:rsidRPr="00A93852">
              <w:rPr>
                <w:sz w:val="18"/>
                <w:szCs w:val="20"/>
              </w:rPr>
              <w:t>0.727</w:t>
            </w:r>
          </w:p>
        </w:tc>
        <w:tc>
          <w:tcPr>
            <w:tcW w:w="1069" w:type="dxa"/>
          </w:tcPr>
          <w:p w14:paraId="1156CB81" w14:textId="6F394D16" w:rsidR="001C2DAA" w:rsidRPr="00A93852" w:rsidRDefault="001C2DAA" w:rsidP="00DC2E1E">
            <w:pPr>
              <w:jc w:val="center"/>
              <w:rPr>
                <w:rFonts w:eastAsia="Times New Roman" w:cs="Calibri Light"/>
                <w:sz w:val="18"/>
                <w:szCs w:val="20"/>
              </w:rPr>
            </w:pPr>
            <w:r w:rsidRPr="00A93852">
              <w:rPr>
                <w:sz w:val="18"/>
                <w:szCs w:val="20"/>
              </w:rPr>
              <w:t>$</w:t>
            </w:r>
            <w:r w:rsidR="00AD63C1" w:rsidRPr="00A93852">
              <w:rPr>
                <w:sz w:val="18"/>
                <w:szCs w:val="20"/>
              </w:rPr>
              <w:t>66.</w:t>
            </w:r>
            <w:r w:rsidR="000918DA" w:rsidRPr="00A93852">
              <w:rPr>
                <w:sz w:val="18"/>
                <w:szCs w:val="20"/>
              </w:rPr>
              <w:t>60</w:t>
            </w:r>
          </w:p>
        </w:tc>
        <w:tc>
          <w:tcPr>
            <w:tcW w:w="797" w:type="dxa"/>
            <w:shd w:val="clear" w:color="auto" w:fill="auto"/>
            <w:noWrap/>
          </w:tcPr>
          <w:p w14:paraId="49C9DAE5" w14:textId="77777777" w:rsidR="001C2DAA" w:rsidRPr="00A93852" w:rsidRDefault="001C2DAA" w:rsidP="00DC2E1E">
            <w:pPr>
              <w:jc w:val="center"/>
              <w:rPr>
                <w:rFonts w:eastAsia="Times New Roman" w:cs="Calibri Light"/>
                <w:sz w:val="18"/>
                <w:szCs w:val="20"/>
              </w:rPr>
            </w:pPr>
            <w:r w:rsidRPr="00A93852">
              <w:rPr>
                <w:rFonts w:eastAsia="Times New Roman" w:cs="Calibri Light"/>
                <w:sz w:val="18"/>
                <w:szCs w:val="20"/>
              </w:rPr>
              <w:t>$0.00</w:t>
            </w:r>
          </w:p>
        </w:tc>
        <w:tc>
          <w:tcPr>
            <w:tcW w:w="1069" w:type="dxa"/>
          </w:tcPr>
          <w:p w14:paraId="5FDF6486" w14:textId="044F3CA8" w:rsidR="001C2DAA" w:rsidRPr="00A93852" w:rsidRDefault="001C2DAA" w:rsidP="00DC2E1E">
            <w:pPr>
              <w:jc w:val="center"/>
              <w:rPr>
                <w:rFonts w:eastAsia="Times New Roman" w:cs="Calibri Light"/>
                <w:sz w:val="18"/>
                <w:szCs w:val="20"/>
              </w:rPr>
            </w:pPr>
            <w:r w:rsidRPr="00A93852">
              <w:rPr>
                <w:sz w:val="18"/>
                <w:szCs w:val="20"/>
              </w:rPr>
              <w:t>$</w:t>
            </w:r>
            <w:r w:rsidR="00AD63C1" w:rsidRPr="00A93852">
              <w:rPr>
                <w:sz w:val="18"/>
                <w:szCs w:val="20"/>
              </w:rPr>
              <w:t>66.</w:t>
            </w:r>
            <w:r w:rsidR="000918DA" w:rsidRPr="00A93852">
              <w:rPr>
                <w:sz w:val="18"/>
                <w:szCs w:val="20"/>
              </w:rPr>
              <w:t>60</w:t>
            </w:r>
          </w:p>
        </w:tc>
      </w:tr>
      <w:tr w:rsidR="00AD63C1" w:rsidRPr="00AF1AC2" w14:paraId="4317D35F" w14:textId="77777777" w:rsidTr="00AD63C1">
        <w:trPr>
          <w:trHeight w:val="542"/>
        </w:trPr>
        <w:tc>
          <w:tcPr>
            <w:tcW w:w="4707" w:type="dxa"/>
            <w:shd w:val="clear" w:color="auto" w:fill="auto"/>
          </w:tcPr>
          <w:p w14:paraId="285CDD39" w14:textId="7CCA25D3" w:rsidR="001100CD" w:rsidRPr="00A93852" w:rsidRDefault="001100CD" w:rsidP="001100CD">
            <w:pPr>
              <w:rPr>
                <w:rFonts w:eastAsia="Times New Roman" w:cs="Calibri Light"/>
                <w:sz w:val="18"/>
                <w:szCs w:val="20"/>
              </w:rPr>
            </w:pPr>
            <w:r w:rsidRPr="00A93852">
              <w:rPr>
                <w:sz w:val="18"/>
                <w:szCs w:val="20"/>
              </w:rPr>
              <w:t>Water heater electrical hookup, includes breaker box, 20' of wiring</w:t>
            </w:r>
          </w:p>
        </w:tc>
        <w:tc>
          <w:tcPr>
            <w:tcW w:w="846" w:type="dxa"/>
          </w:tcPr>
          <w:p w14:paraId="0D9FA109" w14:textId="6ED6AFA7" w:rsidR="001100CD" w:rsidRPr="00A93852" w:rsidRDefault="001100CD" w:rsidP="001100CD">
            <w:pPr>
              <w:jc w:val="center"/>
              <w:rPr>
                <w:rFonts w:eastAsia="Times New Roman" w:cs="Calibri Light"/>
                <w:sz w:val="18"/>
                <w:szCs w:val="20"/>
              </w:rPr>
            </w:pPr>
            <w:r w:rsidRPr="00A93852">
              <w:rPr>
                <w:sz w:val="18"/>
                <w:szCs w:val="20"/>
              </w:rPr>
              <w:t>1.</w:t>
            </w:r>
            <w:r w:rsidR="00AD63C1" w:rsidRPr="00A93852">
              <w:rPr>
                <w:sz w:val="18"/>
                <w:szCs w:val="20"/>
              </w:rPr>
              <w:t>248</w:t>
            </w:r>
          </w:p>
        </w:tc>
        <w:tc>
          <w:tcPr>
            <w:tcW w:w="1069" w:type="dxa"/>
          </w:tcPr>
          <w:p w14:paraId="3FF19B21" w14:textId="3049585A" w:rsidR="001100CD" w:rsidRPr="00A93852" w:rsidRDefault="001100CD" w:rsidP="001100CD">
            <w:pPr>
              <w:jc w:val="center"/>
              <w:rPr>
                <w:rFonts w:eastAsia="Times New Roman" w:cs="Calibri Light"/>
                <w:sz w:val="18"/>
                <w:szCs w:val="20"/>
              </w:rPr>
            </w:pPr>
            <w:r w:rsidRPr="00A93852">
              <w:rPr>
                <w:sz w:val="18"/>
                <w:szCs w:val="20"/>
              </w:rPr>
              <w:t>$</w:t>
            </w:r>
            <w:r w:rsidR="00AD63C1" w:rsidRPr="00A93852">
              <w:rPr>
                <w:sz w:val="18"/>
                <w:szCs w:val="20"/>
              </w:rPr>
              <w:t>114.</w:t>
            </w:r>
            <w:r w:rsidR="000918DA" w:rsidRPr="00A93852">
              <w:rPr>
                <w:sz w:val="18"/>
                <w:szCs w:val="20"/>
              </w:rPr>
              <w:t>32</w:t>
            </w:r>
          </w:p>
        </w:tc>
        <w:tc>
          <w:tcPr>
            <w:tcW w:w="797" w:type="dxa"/>
            <w:shd w:val="clear" w:color="auto" w:fill="auto"/>
            <w:noWrap/>
          </w:tcPr>
          <w:p w14:paraId="32D9180E" w14:textId="08CF52A9" w:rsidR="001100CD" w:rsidRPr="00A93852" w:rsidRDefault="001100CD" w:rsidP="001100CD">
            <w:pPr>
              <w:jc w:val="center"/>
              <w:rPr>
                <w:rFonts w:eastAsia="Times New Roman" w:cs="Calibri Light"/>
                <w:sz w:val="18"/>
                <w:szCs w:val="20"/>
              </w:rPr>
            </w:pPr>
            <w:r w:rsidRPr="00A93852">
              <w:rPr>
                <w:sz w:val="18"/>
                <w:szCs w:val="20"/>
              </w:rPr>
              <w:t>$</w:t>
            </w:r>
            <w:r w:rsidR="00AD63C1" w:rsidRPr="00A93852">
              <w:rPr>
                <w:sz w:val="18"/>
                <w:szCs w:val="20"/>
              </w:rPr>
              <w:t>54.50</w:t>
            </w:r>
          </w:p>
        </w:tc>
        <w:tc>
          <w:tcPr>
            <w:tcW w:w="1069" w:type="dxa"/>
          </w:tcPr>
          <w:p w14:paraId="4D7CAD79" w14:textId="14A2C855" w:rsidR="001100CD" w:rsidRPr="00A93852" w:rsidRDefault="001100CD" w:rsidP="001100CD">
            <w:pPr>
              <w:jc w:val="center"/>
              <w:rPr>
                <w:rFonts w:eastAsia="Times New Roman" w:cs="Calibri Light"/>
                <w:sz w:val="18"/>
                <w:szCs w:val="20"/>
              </w:rPr>
            </w:pPr>
            <w:r w:rsidRPr="00A93852">
              <w:rPr>
                <w:sz w:val="18"/>
                <w:szCs w:val="20"/>
              </w:rPr>
              <w:t>$1</w:t>
            </w:r>
            <w:r w:rsidR="00AD63C1" w:rsidRPr="00A93852">
              <w:rPr>
                <w:sz w:val="18"/>
                <w:szCs w:val="20"/>
              </w:rPr>
              <w:t>68.</w:t>
            </w:r>
            <w:r w:rsidR="000918DA" w:rsidRPr="00A93852">
              <w:rPr>
                <w:sz w:val="18"/>
                <w:szCs w:val="20"/>
              </w:rPr>
              <w:t>82</w:t>
            </w:r>
          </w:p>
        </w:tc>
      </w:tr>
      <w:tr w:rsidR="00AD63C1" w:rsidRPr="00AF1AC2" w14:paraId="117E4D3C" w14:textId="77777777" w:rsidTr="00AD63C1">
        <w:trPr>
          <w:trHeight w:val="261"/>
        </w:trPr>
        <w:tc>
          <w:tcPr>
            <w:tcW w:w="4707" w:type="dxa"/>
            <w:shd w:val="clear" w:color="auto" w:fill="auto"/>
          </w:tcPr>
          <w:p w14:paraId="0414CA3E" w14:textId="7B002F47" w:rsidR="001100CD" w:rsidRPr="00A93852" w:rsidRDefault="001100CD" w:rsidP="001100CD">
            <w:pPr>
              <w:rPr>
                <w:rFonts w:eastAsia="Times New Roman" w:cs="Calibri Light"/>
                <w:b/>
                <w:bCs/>
                <w:sz w:val="18"/>
                <w:szCs w:val="20"/>
              </w:rPr>
            </w:pPr>
            <w:r w:rsidRPr="00A93852">
              <w:rPr>
                <w:b/>
                <w:bCs/>
                <w:sz w:val="18"/>
                <w:szCs w:val="20"/>
              </w:rPr>
              <w:t>Total</w:t>
            </w:r>
          </w:p>
        </w:tc>
        <w:tc>
          <w:tcPr>
            <w:tcW w:w="846" w:type="dxa"/>
          </w:tcPr>
          <w:p w14:paraId="2C9F6120" w14:textId="43EC1B6D" w:rsidR="001100CD" w:rsidRPr="00A93852" w:rsidRDefault="001100CD" w:rsidP="001100CD">
            <w:pPr>
              <w:jc w:val="center"/>
              <w:rPr>
                <w:rFonts w:eastAsia="Times New Roman" w:cs="Calibri Light"/>
                <w:b/>
                <w:bCs/>
                <w:sz w:val="18"/>
                <w:szCs w:val="20"/>
              </w:rPr>
            </w:pPr>
            <w:r w:rsidRPr="00A93852">
              <w:rPr>
                <w:b/>
                <w:bCs/>
                <w:sz w:val="18"/>
                <w:szCs w:val="20"/>
              </w:rPr>
              <w:t>2.</w:t>
            </w:r>
            <w:r w:rsidR="00AD63C1" w:rsidRPr="00A93852">
              <w:rPr>
                <w:b/>
                <w:bCs/>
                <w:sz w:val="18"/>
                <w:szCs w:val="20"/>
              </w:rPr>
              <w:t>225</w:t>
            </w:r>
          </w:p>
        </w:tc>
        <w:tc>
          <w:tcPr>
            <w:tcW w:w="1069" w:type="dxa"/>
          </w:tcPr>
          <w:p w14:paraId="795DCFBB" w14:textId="53E5076D" w:rsidR="001100CD" w:rsidRPr="00A93852" w:rsidRDefault="001100CD" w:rsidP="001100CD">
            <w:pPr>
              <w:jc w:val="center"/>
              <w:rPr>
                <w:rFonts w:eastAsia="Times New Roman" w:cs="Calibri Light"/>
                <w:b/>
                <w:bCs/>
                <w:sz w:val="18"/>
                <w:szCs w:val="20"/>
              </w:rPr>
            </w:pPr>
            <w:r w:rsidRPr="00A93852">
              <w:rPr>
                <w:b/>
                <w:bCs/>
                <w:sz w:val="18"/>
                <w:szCs w:val="20"/>
              </w:rPr>
              <w:t>$</w:t>
            </w:r>
            <w:r w:rsidR="00AD63C1" w:rsidRPr="00A93852">
              <w:rPr>
                <w:b/>
                <w:bCs/>
                <w:sz w:val="18"/>
                <w:szCs w:val="20"/>
              </w:rPr>
              <w:t>203.</w:t>
            </w:r>
            <w:r w:rsidR="000918DA" w:rsidRPr="00A93852">
              <w:rPr>
                <w:b/>
                <w:bCs/>
                <w:sz w:val="18"/>
                <w:szCs w:val="20"/>
              </w:rPr>
              <w:t>82</w:t>
            </w:r>
          </w:p>
        </w:tc>
        <w:tc>
          <w:tcPr>
            <w:tcW w:w="797" w:type="dxa"/>
            <w:shd w:val="clear" w:color="auto" w:fill="auto"/>
            <w:noWrap/>
          </w:tcPr>
          <w:p w14:paraId="1EF7213C" w14:textId="145AD0D8" w:rsidR="001100CD" w:rsidRPr="00A93852" w:rsidRDefault="001100CD" w:rsidP="001100CD">
            <w:pPr>
              <w:jc w:val="center"/>
              <w:rPr>
                <w:rFonts w:eastAsia="Times New Roman" w:cs="Calibri Light"/>
                <w:b/>
                <w:bCs/>
                <w:sz w:val="18"/>
                <w:szCs w:val="20"/>
              </w:rPr>
            </w:pPr>
            <w:r w:rsidRPr="00A93852">
              <w:rPr>
                <w:b/>
                <w:bCs/>
                <w:sz w:val="18"/>
                <w:szCs w:val="20"/>
              </w:rPr>
              <w:t>$</w:t>
            </w:r>
            <w:r w:rsidR="00AD63C1" w:rsidRPr="00A93852">
              <w:rPr>
                <w:b/>
                <w:bCs/>
                <w:sz w:val="18"/>
                <w:szCs w:val="20"/>
              </w:rPr>
              <w:t>58.54</w:t>
            </w:r>
          </w:p>
        </w:tc>
        <w:tc>
          <w:tcPr>
            <w:tcW w:w="1069" w:type="dxa"/>
          </w:tcPr>
          <w:p w14:paraId="09C2CEA5" w14:textId="62834C1E" w:rsidR="001100CD" w:rsidRPr="00A93852" w:rsidRDefault="001100CD" w:rsidP="001100CD">
            <w:pPr>
              <w:jc w:val="center"/>
              <w:rPr>
                <w:rFonts w:eastAsia="Times New Roman" w:cs="Calibri Light"/>
                <w:b/>
                <w:bCs/>
                <w:sz w:val="18"/>
                <w:szCs w:val="20"/>
              </w:rPr>
            </w:pPr>
            <w:r w:rsidRPr="00A93852">
              <w:rPr>
                <w:b/>
                <w:bCs/>
                <w:sz w:val="18"/>
                <w:szCs w:val="20"/>
              </w:rPr>
              <w:t>$</w:t>
            </w:r>
            <w:r w:rsidR="00AD63C1" w:rsidRPr="00A93852">
              <w:rPr>
                <w:b/>
                <w:bCs/>
                <w:sz w:val="18"/>
                <w:szCs w:val="20"/>
              </w:rPr>
              <w:t>26</w:t>
            </w:r>
            <w:r w:rsidR="000918DA" w:rsidRPr="00A93852">
              <w:rPr>
                <w:b/>
                <w:bCs/>
                <w:sz w:val="18"/>
                <w:szCs w:val="20"/>
              </w:rPr>
              <w:t>2.36</w:t>
            </w:r>
          </w:p>
        </w:tc>
      </w:tr>
    </w:tbl>
    <w:p w14:paraId="6D3E56D0" w14:textId="77777777" w:rsidR="001C2DAA" w:rsidRPr="00C6243E" w:rsidRDefault="001C2DAA" w:rsidP="007A0F57">
      <w:pPr>
        <w:pStyle w:val="Normal1"/>
        <w:rPr>
          <w:rFonts w:ascii="Calibri Light" w:eastAsiaTheme="minorEastAsia" w:hAnsi="Calibri Light" w:cs="Calibri Light"/>
          <w:color w:val="auto"/>
          <w:szCs w:val="24"/>
        </w:rPr>
      </w:pPr>
    </w:p>
    <w:p w14:paraId="3B1FA8DB" w14:textId="77777777" w:rsidR="009229F9" w:rsidRPr="00C6243E" w:rsidRDefault="009229F9" w:rsidP="007A0F57">
      <w:pPr>
        <w:pStyle w:val="Normal1"/>
        <w:rPr>
          <w:rFonts w:ascii="Calibri Light" w:eastAsiaTheme="minorEastAsia" w:hAnsi="Calibri Light" w:cs="Calibri Light"/>
          <w:color w:val="auto"/>
          <w:szCs w:val="24"/>
        </w:rPr>
      </w:pPr>
    </w:p>
    <w:p w14:paraId="489D9D98" w14:textId="7534AA9F" w:rsidR="007D230B" w:rsidRPr="00C6243E" w:rsidRDefault="002E5874" w:rsidP="00462BB6">
      <w:pPr>
        <w:pStyle w:val="eTRMHeading3"/>
        <w:rPr>
          <w:rFonts w:cs="Calibri Light"/>
        </w:rPr>
      </w:pPr>
      <w:bookmarkStart w:id="64" w:name="_Toc69106314"/>
      <w:r w:rsidRPr="00AE4E8D">
        <w:rPr>
          <w:rFonts w:cs="Calibri Light"/>
        </w:rPr>
        <w:t xml:space="preserve">Base Case </w:t>
      </w:r>
      <w:r w:rsidR="007D230B" w:rsidRPr="00AE4E8D">
        <w:rPr>
          <w:rFonts w:cs="Calibri Light"/>
        </w:rPr>
        <w:t>Labor Cost ($/unit)</w:t>
      </w:r>
      <w:bookmarkEnd w:id="62"/>
      <w:bookmarkEnd w:id="63"/>
      <w:bookmarkEnd w:id="64"/>
    </w:p>
    <w:p w14:paraId="6B7E99DF" w14:textId="087CF630" w:rsidR="002C2E26" w:rsidRDefault="00E62A94" w:rsidP="002C2E26">
      <w:r>
        <w:t>The estimated installation hours for each of the</w:t>
      </w:r>
      <w:r w:rsidR="00407202">
        <w:t xml:space="preserve"> baseline </w:t>
      </w:r>
      <w:r>
        <w:t>water heater technologies</w:t>
      </w:r>
      <w:r w:rsidR="00407202">
        <w:t xml:space="preserve"> </w:t>
      </w:r>
      <w:r>
        <w:t xml:space="preserve">and capacities in the workpaper were obtained from </w:t>
      </w:r>
      <w:proofErr w:type="spellStart"/>
      <w:r>
        <w:t>RSMeans</w:t>
      </w:r>
      <w:proofErr w:type="spellEnd"/>
      <w:r>
        <w:t xml:space="preserve"> 2020</w:t>
      </w:r>
      <w:r>
        <w:rPr>
          <w:rStyle w:val="FootnoteReference"/>
        </w:rPr>
        <w:footnoteReference w:id="29"/>
      </w:r>
      <w:r>
        <w:t xml:space="preserve"> and multiplied by the</w:t>
      </w:r>
      <w:r w:rsidR="00407202">
        <w:t xml:space="preserve"> </w:t>
      </w:r>
      <w:proofErr w:type="spellStart"/>
      <w:r w:rsidR="00560ECC">
        <w:t>RSMeans</w:t>
      </w:r>
      <w:proofErr w:type="spellEnd"/>
      <w:r w:rsidR="00560ECC">
        <w:t xml:space="preserve"> 2020 </w:t>
      </w:r>
      <w:r w:rsidR="00407202">
        <w:t xml:space="preserve">hourly plumber </w:t>
      </w:r>
      <w:r w:rsidR="00560ECC">
        <w:t>rate</w:t>
      </w:r>
      <w:r>
        <w:t xml:space="preserve"> ($/</w:t>
      </w:r>
      <w:proofErr w:type="spellStart"/>
      <w:r>
        <w:t>hr</w:t>
      </w:r>
      <w:proofErr w:type="spellEnd"/>
      <w:r>
        <w:t>)</w:t>
      </w:r>
      <w:r w:rsidR="00560ECC">
        <w:t>.</w:t>
      </w:r>
      <w:r w:rsidR="00560ECC">
        <w:rPr>
          <w:rStyle w:val="FootnoteReference"/>
        </w:rPr>
        <w:footnoteReference w:id="30"/>
      </w:r>
    </w:p>
    <w:p w14:paraId="164DECB4" w14:textId="77777777" w:rsidR="00560ECC" w:rsidRDefault="00560ECC" w:rsidP="002C2E26"/>
    <w:p w14:paraId="2CBCA0DB" w14:textId="15E67245" w:rsidR="002E5874" w:rsidRPr="00C6243E" w:rsidRDefault="002E5874" w:rsidP="002E5874">
      <w:pPr>
        <w:pStyle w:val="eTRMHeading3"/>
        <w:rPr>
          <w:rFonts w:cs="Calibri Light"/>
        </w:rPr>
      </w:pPr>
      <w:bookmarkStart w:id="65" w:name="_Toc69106315"/>
      <w:r w:rsidRPr="005620D4">
        <w:rPr>
          <w:rFonts w:cs="Calibri Light"/>
        </w:rPr>
        <w:t>Measure Case Labor Cost ($/unit)</w:t>
      </w:r>
      <w:bookmarkEnd w:id="65"/>
    </w:p>
    <w:p w14:paraId="319F3B2C" w14:textId="1EE4147F" w:rsidR="00E62A94" w:rsidRDefault="00E62A94" w:rsidP="00E62A94">
      <w:r>
        <w:t xml:space="preserve">The estimated installation hours for each of the heat pump water heater capacities in the workpaper were obtained from </w:t>
      </w:r>
      <w:proofErr w:type="spellStart"/>
      <w:r>
        <w:t>RSMeans</w:t>
      </w:r>
      <w:proofErr w:type="spellEnd"/>
      <w:r>
        <w:t xml:space="preserve"> 2020</w:t>
      </w:r>
      <w:r>
        <w:rPr>
          <w:rStyle w:val="FootnoteReference"/>
        </w:rPr>
        <w:footnoteReference w:id="31"/>
      </w:r>
      <w:r>
        <w:t xml:space="preserve"> and multiplied by the </w:t>
      </w:r>
      <w:proofErr w:type="spellStart"/>
      <w:r>
        <w:t>RSMeans</w:t>
      </w:r>
      <w:proofErr w:type="spellEnd"/>
      <w:r>
        <w:t xml:space="preserve"> 2020 hourly plumber rate ($/</w:t>
      </w:r>
      <w:proofErr w:type="spellStart"/>
      <w:r>
        <w:t>hr</w:t>
      </w:r>
      <w:proofErr w:type="spellEnd"/>
      <w:r>
        <w:t>).</w:t>
      </w:r>
      <w:r>
        <w:rPr>
          <w:rStyle w:val="FootnoteReference"/>
        </w:rPr>
        <w:footnoteReference w:id="32"/>
      </w:r>
      <w:r>
        <w:t xml:space="preserve"> Labor hours for heat pump water heaters were not specifically called out so the hours for electric water heaters were used and are assumed to be applicable. </w:t>
      </w:r>
    </w:p>
    <w:p w14:paraId="27967158" w14:textId="77777777" w:rsidR="00E62353" w:rsidRPr="00C6243E" w:rsidRDefault="00E62353" w:rsidP="00F7114F">
      <w:pPr>
        <w:rPr>
          <w:rFonts w:cs="Calibri Light"/>
        </w:rPr>
      </w:pPr>
    </w:p>
    <w:p w14:paraId="17D1E2FF" w14:textId="1E9BDBC5" w:rsidR="007D230B" w:rsidRPr="00C6243E" w:rsidRDefault="004B06E3" w:rsidP="00462BB6">
      <w:pPr>
        <w:pStyle w:val="eTRMHeading3"/>
        <w:rPr>
          <w:rFonts w:cs="Calibri Light"/>
        </w:rPr>
      </w:pPr>
      <w:bookmarkStart w:id="66" w:name="_Toc486490863"/>
      <w:bookmarkStart w:id="67" w:name="_Toc486580934"/>
      <w:bookmarkStart w:id="68" w:name="_Toc69106316"/>
      <w:r w:rsidRPr="00C6243E">
        <w:rPr>
          <w:rFonts w:cs="Calibri Light"/>
        </w:rPr>
        <w:t>Net-to-Gross</w:t>
      </w:r>
      <w:bookmarkEnd w:id="66"/>
      <w:bookmarkEnd w:id="67"/>
      <w:r w:rsidR="008D4652" w:rsidRPr="00C6243E">
        <w:rPr>
          <w:rFonts w:cs="Calibri Light"/>
        </w:rPr>
        <w:t xml:space="preserve"> (NTG)</w:t>
      </w:r>
      <w:bookmarkEnd w:id="68"/>
    </w:p>
    <w:p w14:paraId="1B9A2954" w14:textId="45914D23" w:rsidR="00F7114F" w:rsidRDefault="00F7114F" w:rsidP="00D62874">
      <w:pPr>
        <w:rPr>
          <w:szCs w:val="22"/>
        </w:rPr>
      </w:pPr>
      <w:r w:rsidRPr="00F7114F">
        <w:rPr>
          <w:szCs w:val="22"/>
        </w:rPr>
        <w:t xml:space="preserve">The net-to-gross (NTG) ratio represents the portion of gross impacts that are determined to be directly attributed to a specific program intervention. Based on the CPUC’s Fuel Substitution Technical Guidance </w:t>
      </w:r>
      <w:r w:rsidRPr="00F7114F">
        <w:rPr>
          <w:szCs w:val="22"/>
        </w:rPr>
        <w:lastRenderedPageBreak/>
        <w:t xml:space="preserve">for Energy </w:t>
      </w:r>
      <w:r>
        <w:rPr>
          <w:rFonts w:cs="Calibri Light"/>
        </w:rPr>
        <w:t>Efficiency</w:t>
      </w:r>
      <w:r>
        <w:rPr>
          <w:rStyle w:val="FootnoteReference"/>
          <w:rFonts w:cs="Calibri Light"/>
        </w:rPr>
        <w:footnoteReference w:id="33"/>
      </w:r>
      <w:r>
        <w:rPr>
          <w:rFonts w:cs="Calibri Light"/>
        </w:rPr>
        <w:t xml:space="preserve"> </w:t>
      </w:r>
      <w:r w:rsidRPr="00F7114F">
        <w:rPr>
          <w:szCs w:val="22"/>
        </w:rPr>
        <w:t>document, the value below should be used for fuel substitution measures until further data is available.</w:t>
      </w:r>
    </w:p>
    <w:p w14:paraId="4B4D6C7E" w14:textId="73B28E76" w:rsidR="00F7114F" w:rsidRDefault="00F7114F" w:rsidP="00D62874"/>
    <w:p w14:paraId="52271E9B" w14:textId="77777777" w:rsidR="00DE1A0F" w:rsidRPr="00C6243E" w:rsidRDefault="00DE1A0F">
      <w:pPr>
        <w:pStyle w:val="Caption"/>
      </w:pPr>
      <w:r w:rsidRPr="00C6243E">
        <w:t>Net-to-Gross Ratios</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3145"/>
        <w:gridCol w:w="1890"/>
        <w:gridCol w:w="4500"/>
      </w:tblGrid>
      <w:tr w:rsidR="00AA3E2A" w:rsidRPr="00C6243E" w14:paraId="1431AECE" w14:textId="77777777" w:rsidTr="00061886">
        <w:trPr>
          <w:cantSplit/>
          <w:trHeight w:val="20"/>
        </w:trPr>
        <w:tc>
          <w:tcPr>
            <w:tcW w:w="3145" w:type="dxa"/>
            <w:shd w:val="clear" w:color="000000" w:fill="F2F2F2" w:themeFill="background1" w:themeFillShade="F2"/>
            <w:vAlign w:val="bottom"/>
          </w:tcPr>
          <w:p w14:paraId="41CE0C0E" w14:textId="77777777" w:rsidR="00AA3E2A" w:rsidRPr="00C6243E" w:rsidRDefault="00177EB6" w:rsidP="006D6644">
            <w:pPr>
              <w:keepNext/>
              <w:keepLines/>
              <w:spacing w:before="0" w:after="0" w:line="200" w:lineRule="atLeast"/>
              <w:jc w:val="center"/>
              <w:rPr>
                <w:rFonts w:cs="Calibri Light"/>
                <w:b/>
                <w:color w:val="000000"/>
                <w:sz w:val="20"/>
                <w:szCs w:val="20"/>
              </w:rPr>
            </w:pPr>
            <w:r w:rsidRPr="00C6243E">
              <w:rPr>
                <w:rFonts w:cs="Calibri Light"/>
                <w:b/>
                <w:color w:val="000000"/>
                <w:sz w:val="20"/>
                <w:szCs w:val="20"/>
              </w:rPr>
              <w:t>Parameter</w:t>
            </w:r>
          </w:p>
        </w:tc>
        <w:tc>
          <w:tcPr>
            <w:tcW w:w="1890" w:type="dxa"/>
            <w:shd w:val="clear" w:color="000000" w:fill="F2F2F2" w:themeFill="background1" w:themeFillShade="F2"/>
            <w:vAlign w:val="bottom"/>
          </w:tcPr>
          <w:p w14:paraId="18B15692" w14:textId="77777777" w:rsidR="00AA3E2A" w:rsidRPr="00C6243E" w:rsidRDefault="00177EB6" w:rsidP="006D6644">
            <w:pPr>
              <w:keepNext/>
              <w:keepLines/>
              <w:spacing w:before="0" w:after="0" w:line="200" w:lineRule="atLeast"/>
              <w:jc w:val="center"/>
              <w:rPr>
                <w:rFonts w:cs="Calibri Light"/>
                <w:b/>
                <w:color w:val="000000"/>
                <w:sz w:val="20"/>
                <w:szCs w:val="20"/>
              </w:rPr>
            </w:pPr>
            <w:r w:rsidRPr="00C6243E">
              <w:rPr>
                <w:rFonts w:cs="Calibri Light"/>
                <w:b/>
                <w:color w:val="000000"/>
                <w:sz w:val="20"/>
                <w:szCs w:val="20"/>
              </w:rPr>
              <w:t>Value</w:t>
            </w:r>
          </w:p>
        </w:tc>
        <w:tc>
          <w:tcPr>
            <w:tcW w:w="4500" w:type="dxa"/>
            <w:shd w:val="clear" w:color="000000" w:fill="F2F2F2" w:themeFill="background1" w:themeFillShade="F2"/>
          </w:tcPr>
          <w:p w14:paraId="6652DE94" w14:textId="77777777" w:rsidR="00AA3E2A" w:rsidRPr="00C6243E" w:rsidRDefault="00AA3E2A" w:rsidP="006D6644">
            <w:pPr>
              <w:keepNext/>
              <w:keepLines/>
              <w:spacing w:before="0" w:after="0" w:line="200" w:lineRule="atLeast"/>
              <w:jc w:val="center"/>
              <w:rPr>
                <w:rFonts w:cs="Calibri Light"/>
                <w:b/>
                <w:color w:val="000000"/>
                <w:sz w:val="20"/>
                <w:szCs w:val="20"/>
              </w:rPr>
            </w:pPr>
            <w:r w:rsidRPr="00C6243E">
              <w:rPr>
                <w:rFonts w:cs="Calibri Light"/>
                <w:b/>
                <w:color w:val="000000"/>
                <w:sz w:val="20"/>
                <w:szCs w:val="20"/>
              </w:rPr>
              <w:t>Source</w:t>
            </w:r>
          </w:p>
        </w:tc>
      </w:tr>
      <w:tr w:rsidR="00D62874" w:rsidRPr="00C6243E" w14:paraId="6B95B000" w14:textId="77777777" w:rsidTr="00061886">
        <w:trPr>
          <w:cantSplit/>
          <w:trHeight w:val="20"/>
        </w:trPr>
        <w:tc>
          <w:tcPr>
            <w:tcW w:w="3145" w:type="dxa"/>
            <w:vAlign w:val="center"/>
          </w:tcPr>
          <w:p w14:paraId="510BE2E9" w14:textId="0A7D3C22" w:rsidR="00D62874" w:rsidRPr="00C6243E" w:rsidRDefault="00D62874" w:rsidP="00D62874">
            <w:pPr>
              <w:keepNext/>
              <w:keepLines/>
              <w:spacing w:before="0" w:after="0" w:line="200" w:lineRule="atLeast"/>
              <w:rPr>
                <w:rFonts w:cs="Calibri Light"/>
                <w:sz w:val="20"/>
                <w:szCs w:val="20"/>
              </w:rPr>
            </w:pPr>
            <w:r w:rsidRPr="00E30871">
              <w:rPr>
                <w:rFonts w:cstheme="minorHAnsi"/>
                <w:sz w:val="20"/>
                <w:szCs w:val="20"/>
              </w:rPr>
              <w:t xml:space="preserve">NTG – </w:t>
            </w:r>
            <w:proofErr w:type="spellStart"/>
            <w:r w:rsidR="00EC643D" w:rsidRPr="00EC643D">
              <w:rPr>
                <w:rFonts w:cstheme="minorHAnsi"/>
                <w:sz w:val="20"/>
                <w:szCs w:val="20"/>
              </w:rPr>
              <w:t>FuelSubst</w:t>
            </w:r>
            <w:proofErr w:type="spellEnd"/>
            <w:r w:rsidR="00EC643D" w:rsidRPr="00EC643D">
              <w:rPr>
                <w:rFonts w:cstheme="minorHAnsi"/>
                <w:sz w:val="20"/>
                <w:szCs w:val="20"/>
              </w:rPr>
              <w:t>-Default</w:t>
            </w:r>
          </w:p>
        </w:tc>
        <w:tc>
          <w:tcPr>
            <w:tcW w:w="1890" w:type="dxa"/>
            <w:shd w:val="clear" w:color="auto" w:fill="auto"/>
            <w:noWrap/>
            <w:vAlign w:val="center"/>
          </w:tcPr>
          <w:p w14:paraId="500CE8D3" w14:textId="286061D3" w:rsidR="00D62874" w:rsidRPr="00C6243E" w:rsidRDefault="00D62874" w:rsidP="00D62874">
            <w:pPr>
              <w:keepNext/>
              <w:keepLines/>
              <w:spacing w:before="0" w:after="0" w:line="200" w:lineRule="atLeast"/>
              <w:jc w:val="center"/>
              <w:rPr>
                <w:rFonts w:cs="Calibri Light"/>
                <w:sz w:val="20"/>
                <w:szCs w:val="20"/>
              </w:rPr>
            </w:pPr>
            <w:r w:rsidRPr="00E30871">
              <w:rPr>
                <w:sz w:val="18"/>
              </w:rPr>
              <w:t>1.0</w:t>
            </w:r>
          </w:p>
        </w:tc>
        <w:tc>
          <w:tcPr>
            <w:tcW w:w="4500" w:type="dxa"/>
            <w:vAlign w:val="center"/>
          </w:tcPr>
          <w:p w14:paraId="0CA9DD26" w14:textId="30822A8C" w:rsidR="00D62874" w:rsidRPr="00C6243E" w:rsidRDefault="00D62874" w:rsidP="00D62874">
            <w:pPr>
              <w:keepNext/>
              <w:keepLines/>
              <w:spacing w:before="0" w:after="0" w:line="200" w:lineRule="atLeast"/>
              <w:rPr>
                <w:rFonts w:cs="Calibri Light"/>
                <w:sz w:val="20"/>
                <w:szCs w:val="20"/>
              </w:rPr>
            </w:pPr>
            <w:r w:rsidRPr="00E30871">
              <w:rPr>
                <w:sz w:val="18"/>
              </w:rPr>
              <w:t>California Public Utilities Commission. 2019. Decision 19-06-008</w:t>
            </w:r>
            <w:r w:rsidR="00594714">
              <w:rPr>
                <w:sz w:val="18"/>
              </w:rPr>
              <w:t>a</w:t>
            </w:r>
            <w:r w:rsidRPr="00E30871">
              <w:rPr>
                <w:sz w:val="18"/>
              </w:rPr>
              <w:t>nd</w:t>
            </w:r>
            <w:r w:rsidR="00594714">
              <w:rPr>
                <w:sz w:val="18"/>
              </w:rPr>
              <w:t xml:space="preserve"> </w:t>
            </w:r>
            <w:r w:rsidRPr="00E30871">
              <w:rPr>
                <w:sz w:val="18"/>
              </w:rPr>
              <w:t xml:space="preserve">California Public Utilities Commission. 2019. Fuel Substitution Technical Guidance for Energy Efficiency. </w:t>
            </w:r>
          </w:p>
        </w:tc>
      </w:tr>
    </w:tbl>
    <w:p w14:paraId="688DEEDA" w14:textId="77777777" w:rsidR="0096623E" w:rsidRPr="00C6243E" w:rsidRDefault="0096623E" w:rsidP="0096623E">
      <w:pPr>
        <w:pStyle w:val="Normal1"/>
        <w:spacing w:before="40" w:after="40"/>
        <w:rPr>
          <w:rFonts w:ascii="Calibri Light" w:hAnsi="Calibri Light" w:cs="Calibri Light"/>
        </w:rPr>
      </w:pPr>
    </w:p>
    <w:p w14:paraId="28110EF8" w14:textId="0D7EF1C9" w:rsidR="007D230B" w:rsidRPr="00C6243E" w:rsidRDefault="00D02C36" w:rsidP="00964038">
      <w:pPr>
        <w:pStyle w:val="eTRMHeading3"/>
        <w:rPr>
          <w:rFonts w:cs="Calibri Light"/>
        </w:rPr>
      </w:pPr>
      <w:bookmarkStart w:id="69" w:name="_Toc486490864"/>
      <w:bookmarkStart w:id="70" w:name="_Toc486580935"/>
      <w:bookmarkStart w:id="71" w:name="_Toc69106317"/>
      <w:r w:rsidRPr="00C6243E">
        <w:rPr>
          <w:rFonts w:cs="Calibri Light"/>
        </w:rPr>
        <w:t>Gross Savings Installation Adjustment (</w:t>
      </w:r>
      <w:r w:rsidR="007D230B" w:rsidRPr="00C6243E">
        <w:rPr>
          <w:rFonts w:cs="Calibri Light"/>
        </w:rPr>
        <w:t>GSIA</w:t>
      </w:r>
      <w:bookmarkEnd w:id="69"/>
      <w:bookmarkEnd w:id="70"/>
      <w:r w:rsidRPr="00C6243E">
        <w:rPr>
          <w:rFonts w:cs="Calibri Light"/>
        </w:rPr>
        <w:t>)</w:t>
      </w:r>
      <w:bookmarkEnd w:id="71"/>
    </w:p>
    <w:p w14:paraId="3177F78B" w14:textId="77777777" w:rsidR="007D230B" w:rsidRPr="00C6243E" w:rsidRDefault="00AA3E2A" w:rsidP="004142EF">
      <w:pPr>
        <w:rPr>
          <w:rFonts w:cs="Calibri Light"/>
        </w:rPr>
      </w:pPr>
      <w:r w:rsidRPr="00C6243E">
        <w:rPr>
          <w:rFonts w:cs="Calibri Light"/>
        </w:rPr>
        <w:t xml:space="preserve">The gross savings installation adjustment (GSIA) rate represents the ratio of the number of verified installations of the measure to the number of claimed installations reported by the utility. This factor varies by end use, sector, technology, application, and delivery method. </w:t>
      </w:r>
    </w:p>
    <w:p w14:paraId="626052DB" w14:textId="77777777" w:rsidR="00DE1A0F" w:rsidRPr="00C6243E" w:rsidRDefault="002F78E9">
      <w:pPr>
        <w:pStyle w:val="Caption"/>
      </w:pPr>
      <w:r w:rsidRPr="00C6243E">
        <w:t>Gross Savings Installation Adjustment Rates</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064"/>
        <w:gridCol w:w="1710"/>
        <w:gridCol w:w="5671"/>
      </w:tblGrid>
      <w:tr w:rsidR="00AA3E2A" w:rsidRPr="00C6243E" w14:paraId="5CAF8535" w14:textId="77777777" w:rsidTr="00D6352D">
        <w:trPr>
          <w:cantSplit/>
          <w:trHeight w:val="20"/>
        </w:trPr>
        <w:tc>
          <w:tcPr>
            <w:tcW w:w="1093" w:type="pct"/>
            <w:shd w:val="clear" w:color="000000" w:fill="F2F2F2" w:themeFill="background1" w:themeFillShade="F2"/>
            <w:vAlign w:val="bottom"/>
          </w:tcPr>
          <w:p w14:paraId="245780B7" w14:textId="77777777" w:rsidR="00AA3E2A" w:rsidRPr="00C6243E" w:rsidRDefault="00177EB6" w:rsidP="00BA3D7D">
            <w:pPr>
              <w:spacing w:before="0" w:after="0" w:line="200" w:lineRule="atLeast"/>
              <w:jc w:val="center"/>
              <w:rPr>
                <w:rFonts w:cs="Calibri Light"/>
                <w:b/>
                <w:color w:val="000000"/>
                <w:sz w:val="20"/>
                <w:szCs w:val="20"/>
              </w:rPr>
            </w:pPr>
            <w:r w:rsidRPr="00C6243E">
              <w:rPr>
                <w:rFonts w:cs="Calibri Light"/>
                <w:b/>
                <w:color w:val="000000"/>
                <w:sz w:val="20"/>
                <w:szCs w:val="20"/>
              </w:rPr>
              <w:t>Parameter</w:t>
            </w:r>
          </w:p>
        </w:tc>
        <w:tc>
          <w:tcPr>
            <w:tcW w:w="905" w:type="pct"/>
            <w:shd w:val="clear" w:color="000000" w:fill="F2F2F2" w:themeFill="background1" w:themeFillShade="F2"/>
            <w:vAlign w:val="center"/>
          </w:tcPr>
          <w:p w14:paraId="4BF1A833" w14:textId="77777777" w:rsidR="00AA3E2A" w:rsidRPr="00C6243E" w:rsidRDefault="00AA3E2A" w:rsidP="006D6644">
            <w:pPr>
              <w:spacing w:before="0" w:after="0" w:line="200" w:lineRule="atLeast"/>
              <w:jc w:val="center"/>
              <w:rPr>
                <w:rFonts w:cs="Calibri Light"/>
                <w:b/>
                <w:color w:val="000000"/>
                <w:sz w:val="20"/>
                <w:szCs w:val="20"/>
              </w:rPr>
            </w:pPr>
            <w:r w:rsidRPr="00C6243E">
              <w:rPr>
                <w:rFonts w:cs="Calibri Light"/>
                <w:b/>
                <w:sz w:val="20"/>
                <w:szCs w:val="20"/>
              </w:rPr>
              <w:t xml:space="preserve">GSIA </w:t>
            </w:r>
          </w:p>
        </w:tc>
        <w:tc>
          <w:tcPr>
            <w:tcW w:w="3002" w:type="pct"/>
            <w:shd w:val="clear" w:color="000000" w:fill="F2F2F2" w:themeFill="background1" w:themeFillShade="F2"/>
          </w:tcPr>
          <w:p w14:paraId="10CE7D74" w14:textId="77777777" w:rsidR="00AA3E2A" w:rsidRPr="00C6243E" w:rsidRDefault="00AA3E2A" w:rsidP="006D6644">
            <w:pPr>
              <w:spacing w:before="0" w:after="0" w:line="200" w:lineRule="atLeast"/>
              <w:jc w:val="center"/>
              <w:rPr>
                <w:rFonts w:cs="Calibri Light"/>
                <w:b/>
                <w:sz w:val="20"/>
                <w:szCs w:val="20"/>
              </w:rPr>
            </w:pPr>
            <w:r w:rsidRPr="00C6243E">
              <w:rPr>
                <w:rFonts w:cs="Calibri Light"/>
                <w:b/>
                <w:sz w:val="20"/>
                <w:szCs w:val="20"/>
              </w:rPr>
              <w:t>Source</w:t>
            </w:r>
          </w:p>
        </w:tc>
      </w:tr>
      <w:tr w:rsidR="00D6352D" w:rsidRPr="00C6243E" w14:paraId="2196482A" w14:textId="77777777" w:rsidTr="00D6352D">
        <w:trPr>
          <w:cantSplit/>
          <w:trHeight w:val="20"/>
        </w:trPr>
        <w:tc>
          <w:tcPr>
            <w:tcW w:w="1093" w:type="pct"/>
          </w:tcPr>
          <w:p w14:paraId="549639B0" w14:textId="77777777" w:rsidR="00D6352D" w:rsidRPr="00C6243E" w:rsidRDefault="00D6352D" w:rsidP="00D6352D">
            <w:pPr>
              <w:spacing w:before="0" w:after="0" w:line="200" w:lineRule="atLeast"/>
              <w:rPr>
                <w:rFonts w:cs="Calibri Light"/>
                <w:sz w:val="20"/>
                <w:szCs w:val="20"/>
              </w:rPr>
            </w:pPr>
            <w:r w:rsidRPr="00C6243E">
              <w:rPr>
                <w:rFonts w:cs="Calibri Light"/>
                <w:sz w:val="20"/>
                <w:szCs w:val="20"/>
              </w:rPr>
              <w:t xml:space="preserve">GSIA </w:t>
            </w:r>
          </w:p>
        </w:tc>
        <w:tc>
          <w:tcPr>
            <w:tcW w:w="905" w:type="pct"/>
            <w:vAlign w:val="center"/>
          </w:tcPr>
          <w:p w14:paraId="2230034F" w14:textId="77777777" w:rsidR="00D6352D" w:rsidRPr="00C6243E" w:rsidRDefault="00D6352D" w:rsidP="00D6352D">
            <w:pPr>
              <w:spacing w:before="0" w:after="0" w:line="200" w:lineRule="atLeast"/>
              <w:jc w:val="center"/>
              <w:rPr>
                <w:rFonts w:cs="Calibri Light"/>
                <w:sz w:val="20"/>
                <w:szCs w:val="20"/>
              </w:rPr>
            </w:pPr>
            <w:r w:rsidRPr="00C6243E">
              <w:rPr>
                <w:rFonts w:cs="Calibri Light"/>
                <w:sz w:val="20"/>
                <w:szCs w:val="20"/>
              </w:rPr>
              <w:t>1.0</w:t>
            </w:r>
          </w:p>
        </w:tc>
        <w:tc>
          <w:tcPr>
            <w:tcW w:w="3002" w:type="pct"/>
            <w:vAlign w:val="center"/>
          </w:tcPr>
          <w:p w14:paraId="26FBB688" w14:textId="77777777" w:rsidR="00D6352D" w:rsidRPr="00C6243E" w:rsidRDefault="00D6352D" w:rsidP="00D6352D">
            <w:pPr>
              <w:spacing w:before="0" w:after="0" w:line="200" w:lineRule="atLeast"/>
              <w:rPr>
                <w:rFonts w:cs="Calibri Light"/>
                <w:sz w:val="20"/>
                <w:szCs w:val="20"/>
              </w:rPr>
            </w:pPr>
            <w:r w:rsidRPr="00C6243E">
              <w:rPr>
                <w:rFonts w:eastAsia="Times New Roman" w:cs="Calibri Light"/>
                <w:sz w:val="18"/>
                <w:szCs w:val="18"/>
              </w:rPr>
              <w:t xml:space="preserve">California Public Utilities Commission (CPUC), Energy Division. 2013. </w:t>
            </w:r>
            <w:r w:rsidRPr="00C6243E">
              <w:rPr>
                <w:rFonts w:eastAsia="Times New Roman" w:cs="Calibri Light"/>
                <w:i/>
                <w:sz w:val="18"/>
                <w:szCs w:val="18"/>
              </w:rPr>
              <w:t>Energy Efficiency Policy Manual Version 5</w:t>
            </w:r>
            <w:r w:rsidRPr="00C6243E">
              <w:rPr>
                <w:rFonts w:eastAsia="Times New Roman" w:cs="Calibri Light"/>
                <w:sz w:val="18"/>
                <w:szCs w:val="18"/>
              </w:rPr>
              <w:t>. Page 31.</w:t>
            </w:r>
          </w:p>
        </w:tc>
      </w:tr>
    </w:tbl>
    <w:p w14:paraId="1D5B350C" w14:textId="77777777" w:rsidR="00DE1A0F" w:rsidRPr="00C6243E" w:rsidRDefault="00DE1A0F" w:rsidP="00DE1A0F">
      <w:pPr>
        <w:rPr>
          <w:rFonts w:cs="Calibri Light"/>
          <w:sz w:val="20"/>
          <w:szCs w:val="20"/>
        </w:rPr>
      </w:pPr>
    </w:p>
    <w:p w14:paraId="5D59EE1B" w14:textId="38520470" w:rsidR="009C31A4" w:rsidRPr="00C6243E" w:rsidRDefault="009C31A4" w:rsidP="00462BB6">
      <w:pPr>
        <w:pStyle w:val="eTRMHeading3"/>
        <w:rPr>
          <w:rFonts w:cs="Calibri Light"/>
        </w:rPr>
      </w:pPr>
      <w:bookmarkStart w:id="72" w:name="_Toc69106318"/>
      <w:r w:rsidRPr="007534BC">
        <w:rPr>
          <w:rFonts w:cs="Calibri Light"/>
        </w:rPr>
        <w:t>DEER Differences Analysis</w:t>
      </w:r>
      <w:bookmarkEnd w:id="72"/>
    </w:p>
    <w:p w14:paraId="5E106324" w14:textId="1CB8E695" w:rsidR="002C67DF" w:rsidRDefault="003F21D2" w:rsidP="004142EF">
      <w:pPr>
        <w:rPr>
          <w:rFonts w:cs="Calibri Light"/>
        </w:rPr>
      </w:pPr>
      <w:r w:rsidRPr="00C6243E">
        <w:rPr>
          <w:rFonts w:cs="Calibri Light"/>
        </w:rPr>
        <w:t>This section provides a summary of DEER-based inputs and methods, and the rationale for inputs and methods that are not DEER-based.</w:t>
      </w:r>
    </w:p>
    <w:p w14:paraId="15D8C1E1" w14:textId="77777777" w:rsidR="00594714" w:rsidRPr="00C6243E" w:rsidRDefault="00594714">
      <w:pPr>
        <w:pStyle w:val="Caption"/>
      </w:pPr>
      <w:r w:rsidRPr="00C6243E">
        <w:lastRenderedPageBreak/>
        <w:t>DEER Difference Summary</w:t>
      </w:r>
    </w:p>
    <w:tbl>
      <w:tblPr>
        <w:tblW w:w="5532"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6"/>
        <w:gridCol w:w="7109"/>
      </w:tblGrid>
      <w:tr w:rsidR="00594714" w:rsidRPr="00C6243E" w14:paraId="69F075C8" w14:textId="77777777" w:rsidTr="00F74078">
        <w:trPr>
          <w:trHeight w:val="20"/>
        </w:trPr>
        <w:tc>
          <w:tcPr>
            <w:tcW w:w="1564" w:type="pct"/>
            <w:shd w:val="clear" w:color="auto" w:fill="F2F2F2" w:themeFill="background1" w:themeFillShade="F2"/>
          </w:tcPr>
          <w:p w14:paraId="3792940E" w14:textId="77777777" w:rsidR="00594714" w:rsidRPr="00C6243E" w:rsidRDefault="00594714" w:rsidP="00F74078">
            <w:pPr>
              <w:keepNext/>
              <w:keepLines/>
              <w:tabs>
                <w:tab w:val="right" w:pos="2957"/>
              </w:tabs>
              <w:spacing w:before="20" w:after="20"/>
              <w:rPr>
                <w:rFonts w:cs="Calibri Light"/>
                <w:b/>
                <w:sz w:val="20"/>
                <w:szCs w:val="20"/>
              </w:rPr>
            </w:pPr>
            <w:r w:rsidRPr="00C6243E">
              <w:rPr>
                <w:rFonts w:cs="Calibri Light"/>
                <w:b/>
                <w:sz w:val="20"/>
                <w:szCs w:val="20"/>
              </w:rPr>
              <w:t>DEER Item</w:t>
            </w:r>
          </w:p>
        </w:tc>
        <w:tc>
          <w:tcPr>
            <w:tcW w:w="3436" w:type="pct"/>
            <w:shd w:val="clear" w:color="auto" w:fill="F2F2F2" w:themeFill="background1" w:themeFillShade="F2"/>
          </w:tcPr>
          <w:p w14:paraId="0D46A339" w14:textId="77777777" w:rsidR="00594714" w:rsidRPr="00C6243E" w:rsidRDefault="00594714" w:rsidP="00F74078">
            <w:pPr>
              <w:keepNext/>
              <w:keepLines/>
              <w:spacing w:before="20" w:after="20"/>
              <w:rPr>
                <w:rFonts w:cs="Calibri Light"/>
                <w:b/>
                <w:sz w:val="20"/>
                <w:szCs w:val="20"/>
              </w:rPr>
            </w:pPr>
            <w:r w:rsidRPr="00C6243E">
              <w:rPr>
                <w:rFonts w:cs="Calibri Light"/>
                <w:b/>
                <w:sz w:val="20"/>
                <w:szCs w:val="20"/>
              </w:rPr>
              <w:t>Comment / Used for Workpaper</w:t>
            </w:r>
          </w:p>
        </w:tc>
      </w:tr>
      <w:tr w:rsidR="00594714" w:rsidRPr="00C6243E" w14:paraId="278BBF24" w14:textId="77777777" w:rsidTr="00F74078">
        <w:trPr>
          <w:trHeight w:val="20"/>
        </w:trPr>
        <w:tc>
          <w:tcPr>
            <w:tcW w:w="1564" w:type="pct"/>
          </w:tcPr>
          <w:p w14:paraId="48E35CB6" w14:textId="77777777" w:rsidR="00594714" w:rsidRPr="0066792F" w:rsidRDefault="00594714" w:rsidP="00F74078">
            <w:pPr>
              <w:keepNext/>
              <w:keepLines/>
              <w:spacing w:before="20" w:after="20"/>
              <w:rPr>
                <w:rFonts w:cs="Calibri Light"/>
                <w:sz w:val="18"/>
                <w:szCs w:val="18"/>
              </w:rPr>
            </w:pPr>
            <w:r w:rsidRPr="0066792F">
              <w:rPr>
                <w:rFonts w:cs="Calibri Light"/>
                <w:sz w:val="18"/>
                <w:szCs w:val="18"/>
              </w:rPr>
              <w:t>Modified DEER methodology</w:t>
            </w:r>
          </w:p>
        </w:tc>
        <w:tc>
          <w:tcPr>
            <w:tcW w:w="3436" w:type="pct"/>
          </w:tcPr>
          <w:p w14:paraId="556890E7" w14:textId="77777777" w:rsidR="00594714" w:rsidRPr="0066792F" w:rsidRDefault="00594714" w:rsidP="00F74078">
            <w:pPr>
              <w:keepNext/>
              <w:keepLines/>
              <w:spacing w:before="20" w:after="20"/>
              <w:rPr>
                <w:rFonts w:cs="Calibri Light"/>
                <w:sz w:val="18"/>
                <w:szCs w:val="18"/>
              </w:rPr>
            </w:pPr>
            <w:r>
              <w:rPr>
                <w:rFonts w:cs="Calibri Light"/>
                <w:sz w:val="18"/>
                <w:szCs w:val="18"/>
              </w:rPr>
              <w:t>Yes</w:t>
            </w:r>
          </w:p>
        </w:tc>
      </w:tr>
      <w:tr w:rsidR="00594714" w:rsidRPr="00C6243E" w14:paraId="1195AB13" w14:textId="77777777" w:rsidTr="00F74078">
        <w:trPr>
          <w:trHeight w:val="20"/>
        </w:trPr>
        <w:tc>
          <w:tcPr>
            <w:tcW w:w="1564" w:type="pct"/>
          </w:tcPr>
          <w:p w14:paraId="37309E06" w14:textId="77777777" w:rsidR="00594714" w:rsidRPr="0066792F" w:rsidRDefault="00594714" w:rsidP="00F74078">
            <w:pPr>
              <w:keepNext/>
              <w:keepLines/>
              <w:spacing w:before="20" w:after="20"/>
              <w:rPr>
                <w:rFonts w:cs="Calibri Light"/>
                <w:sz w:val="18"/>
                <w:szCs w:val="18"/>
              </w:rPr>
            </w:pPr>
            <w:r w:rsidRPr="0066792F">
              <w:rPr>
                <w:rFonts w:cs="Calibri Light"/>
                <w:sz w:val="18"/>
                <w:szCs w:val="18"/>
              </w:rPr>
              <w:t>Scaled DEER measure</w:t>
            </w:r>
          </w:p>
        </w:tc>
        <w:tc>
          <w:tcPr>
            <w:tcW w:w="3436" w:type="pct"/>
          </w:tcPr>
          <w:p w14:paraId="5F2B0CC4" w14:textId="77777777" w:rsidR="00594714" w:rsidRPr="0066792F" w:rsidRDefault="00594714" w:rsidP="00F74078">
            <w:pPr>
              <w:keepNext/>
              <w:keepLines/>
              <w:spacing w:before="20" w:after="20"/>
              <w:rPr>
                <w:rFonts w:cs="Calibri Light"/>
                <w:sz w:val="18"/>
                <w:szCs w:val="18"/>
              </w:rPr>
            </w:pPr>
            <w:r w:rsidRPr="0066792F">
              <w:rPr>
                <w:rFonts w:cs="Calibri Light"/>
                <w:sz w:val="18"/>
                <w:szCs w:val="18"/>
              </w:rPr>
              <w:t>No</w:t>
            </w:r>
          </w:p>
        </w:tc>
      </w:tr>
      <w:tr w:rsidR="00594714" w:rsidRPr="00C6243E" w14:paraId="303ED86E" w14:textId="77777777" w:rsidTr="00F74078">
        <w:trPr>
          <w:trHeight w:val="20"/>
        </w:trPr>
        <w:tc>
          <w:tcPr>
            <w:tcW w:w="1564" w:type="pct"/>
          </w:tcPr>
          <w:p w14:paraId="35D0B2A6" w14:textId="77777777" w:rsidR="00594714" w:rsidRPr="0066792F" w:rsidRDefault="00594714" w:rsidP="00F74078">
            <w:pPr>
              <w:keepNext/>
              <w:keepLines/>
              <w:spacing w:before="20" w:after="20"/>
              <w:rPr>
                <w:rFonts w:cs="Calibri Light"/>
                <w:sz w:val="18"/>
                <w:szCs w:val="18"/>
              </w:rPr>
            </w:pPr>
            <w:r w:rsidRPr="0066792F">
              <w:rPr>
                <w:rFonts w:cs="Calibri Light"/>
                <w:sz w:val="18"/>
                <w:szCs w:val="18"/>
              </w:rPr>
              <w:t>DEER Base Case</w:t>
            </w:r>
          </w:p>
        </w:tc>
        <w:tc>
          <w:tcPr>
            <w:tcW w:w="3436" w:type="pct"/>
          </w:tcPr>
          <w:p w14:paraId="22624D5E" w14:textId="77777777" w:rsidR="00594714" w:rsidRPr="0066792F" w:rsidRDefault="00594714" w:rsidP="00F74078">
            <w:pPr>
              <w:keepNext/>
              <w:keepLines/>
              <w:spacing w:before="20" w:after="20"/>
              <w:rPr>
                <w:rFonts w:cs="Calibri Light"/>
                <w:sz w:val="18"/>
                <w:szCs w:val="18"/>
              </w:rPr>
            </w:pPr>
            <w:r>
              <w:rPr>
                <w:rFonts w:cs="Calibri Light"/>
                <w:sz w:val="18"/>
                <w:szCs w:val="18"/>
              </w:rPr>
              <w:t>Yes</w:t>
            </w:r>
          </w:p>
        </w:tc>
      </w:tr>
      <w:tr w:rsidR="00594714" w:rsidRPr="00C6243E" w14:paraId="791333BA" w14:textId="77777777" w:rsidTr="00F74078">
        <w:trPr>
          <w:trHeight w:val="20"/>
        </w:trPr>
        <w:tc>
          <w:tcPr>
            <w:tcW w:w="1564" w:type="pct"/>
          </w:tcPr>
          <w:p w14:paraId="7601C029" w14:textId="77777777" w:rsidR="00594714" w:rsidRPr="0066792F" w:rsidRDefault="00594714" w:rsidP="00F74078">
            <w:pPr>
              <w:keepNext/>
              <w:keepLines/>
              <w:spacing w:before="20" w:after="20"/>
              <w:rPr>
                <w:rFonts w:cs="Calibri Light"/>
                <w:sz w:val="18"/>
                <w:szCs w:val="18"/>
              </w:rPr>
            </w:pPr>
            <w:r w:rsidRPr="0066792F">
              <w:rPr>
                <w:rFonts w:cs="Calibri Light"/>
                <w:sz w:val="18"/>
                <w:szCs w:val="18"/>
              </w:rPr>
              <w:t>DEER Measure Case</w:t>
            </w:r>
          </w:p>
        </w:tc>
        <w:tc>
          <w:tcPr>
            <w:tcW w:w="3436" w:type="pct"/>
          </w:tcPr>
          <w:p w14:paraId="3C35DAAF" w14:textId="77777777" w:rsidR="00594714" w:rsidRPr="0066792F" w:rsidRDefault="00594714" w:rsidP="00F74078">
            <w:pPr>
              <w:keepNext/>
              <w:keepLines/>
              <w:spacing w:before="20" w:after="20"/>
              <w:rPr>
                <w:rFonts w:cs="Calibri Light"/>
                <w:sz w:val="18"/>
                <w:szCs w:val="18"/>
              </w:rPr>
            </w:pPr>
            <w:r>
              <w:rPr>
                <w:rFonts w:cs="Calibri Light"/>
                <w:sz w:val="18"/>
                <w:szCs w:val="18"/>
              </w:rPr>
              <w:t>Yes</w:t>
            </w:r>
          </w:p>
        </w:tc>
      </w:tr>
      <w:tr w:rsidR="00594714" w:rsidRPr="00C6243E" w14:paraId="65D236A2" w14:textId="77777777" w:rsidTr="00F74078">
        <w:trPr>
          <w:trHeight w:val="20"/>
        </w:trPr>
        <w:tc>
          <w:tcPr>
            <w:tcW w:w="1564" w:type="pct"/>
          </w:tcPr>
          <w:p w14:paraId="70B463B3" w14:textId="77777777" w:rsidR="00594714" w:rsidRPr="0066792F" w:rsidRDefault="00594714" w:rsidP="00F74078">
            <w:pPr>
              <w:keepNext/>
              <w:keepLines/>
              <w:spacing w:before="20" w:after="20"/>
              <w:rPr>
                <w:rFonts w:cs="Calibri Light"/>
                <w:sz w:val="18"/>
                <w:szCs w:val="18"/>
              </w:rPr>
            </w:pPr>
            <w:r w:rsidRPr="0066792F">
              <w:rPr>
                <w:rFonts w:cs="Calibri Light"/>
                <w:sz w:val="18"/>
                <w:szCs w:val="18"/>
              </w:rPr>
              <w:t>DEER Building Types</w:t>
            </w:r>
          </w:p>
        </w:tc>
        <w:tc>
          <w:tcPr>
            <w:tcW w:w="3436" w:type="pct"/>
          </w:tcPr>
          <w:p w14:paraId="5361B10E" w14:textId="77777777" w:rsidR="00594714" w:rsidRPr="0066792F" w:rsidRDefault="00594714" w:rsidP="00F74078">
            <w:pPr>
              <w:keepNext/>
              <w:keepLines/>
              <w:spacing w:before="20" w:after="20"/>
              <w:rPr>
                <w:rFonts w:cs="Calibri Light"/>
                <w:sz w:val="18"/>
                <w:szCs w:val="18"/>
              </w:rPr>
            </w:pPr>
            <w:r w:rsidRPr="0066792F">
              <w:rPr>
                <w:rFonts w:cs="Calibri Light"/>
                <w:sz w:val="18"/>
                <w:szCs w:val="18"/>
              </w:rPr>
              <w:t>Yes</w:t>
            </w:r>
          </w:p>
        </w:tc>
      </w:tr>
      <w:tr w:rsidR="00594714" w:rsidRPr="00C6243E" w14:paraId="4899CA16" w14:textId="77777777" w:rsidTr="00F74078">
        <w:trPr>
          <w:trHeight w:val="20"/>
        </w:trPr>
        <w:tc>
          <w:tcPr>
            <w:tcW w:w="1564" w:type="pct"/>
          </w:tcPr>
          <w:p w14:paraId="4C86C8CE" w14:textId="77777777" w:rsidR="00594714" w:rsidRPr="0066792F" w:rsidRDefault="00594714" w:rsidP="00F74078">
            <w:pPr>
              <w:keepNext/>
              <w:keepLines/>
              <w:spacing w:before="20" w:after="20"/>
              <w:rPr>
                <w:rFonts w:cs="Calibri Light"/>
                <w:sz w:val="18"/>
                <w:szCs w:val="18"/>
              </w:rPr>
            </w:pPr>
            <w:r w:rsidRPr="0066792F">
              <w:rPr>
                <w:rFonts w:cs="Calibri Light"/>
                <w:sz w:val="18"/>
                <w:szCs w:val="18"/>
              </w:rPr>
              <w:t>DEER Operating Hours</w:t>
            </w:r>
          </w:p>
        </w:tc>
        <w:tc>
          <w:tcPr>
            <w:tcW w:w="3436" w:type="pct"/>
          </w:tcPr>
          <w:p w14:paraId="69D26C83" w14:textId="77777777" w:rsidR="00594714" w:rsidRPr="0066792F" w:rsidRDefault="00594714" w:rsidP="00F74078">
            <w:pPr>
              <w:keepNext/>
              <w:keepLines/>
              <w:spacing w:before="20" w:after="20"/>
              <w:rPr>
                <w:rFonts w:cs="Calibri Light"/>
                <w:sz w:val="18"/>
                <w:szCs w:val="18"/>
              </w:rPr>
            </w:pPr>
            <w:r w:rsidRPr="0066792F">
              <w:rPr>
                <w:rFonts w:cs="Calibri Light"/>
                <w:sz w:val="18"/>
                <w:szCs w:val="18"/>
              </w:rPr>
              <w:t>No</w:t>
            </w:r>
          </w:p>
        </w:tc>
      </w:tr>
      <w:tr w:rsidR="00594714" w:rsidRPr="00C6243E" w14:paraId="655FC33C" w14:textId="77777777" w:rsidTr="00F74078">
        <w:trPr>
          <w:trHeight w:val="20"/>
        </w:trPr>
        <w:tc>
          <w:tcPr>
            <w:tcW w:w="1564" w:type="pct"/>
          </w:tcPr>
          <w:p w14:paraId="4EEA886E" w14:textId="77777777" w:rsidR="00594714" w:rsidRPr="0066792F" w:rsidRDefault="00594714" w:rsidP="00F74078">
            <w:pPr>
              <w:keepNext/>
              <w:keepLines/>
              <w:spacing w:before="20" w:after="20"/>
              <w:rPr>
                <w:rFonts w:cs="Calibri Light"/>
                <w:sz w:val="18"/>
                <w:szCs w:val="18"/>
              </w:rPr>
            </w:pPr>
            <w:r w:rsidRPr="0066792F">
              <w:rPr>
                <w:rFonts w:cs="Calibri Light"/>
                <w:sz w:val="18"/>
                <w:szCs w:val="18"/>
              </w:rPr>
              <w:t xml:space="preserve">DEER </w:t>
            </w:r>
            <w:proofErr w:type="spellStart"/>
            <w:r w:rsidRPr="0066792F">
              <w:rPr>
                <w:rFonts w:cs="Calibri Light"/>
                <w:sz w:val="18"/>
                <w:szCs w:val="18"/>
              </w:rPr>
              <w:t>eQUEST</w:t>
            </w:r>
            <w:proofErr w:type="spellEnd"/>
            <w:r w:rsidRPr="0066792F">
              <w:rPr>
                <w:rFonts w:cs="Calibri Light"/>
                <w:sz w:val="18"/>
                <w:szCs w:val="18"/>
              </w:rPr>
              <w:t xml:space="preserve"> Prototypes</w:t>
            </w:r>
          </w:p>
        </w:tc>
        <w:tc>
          <w:tcPr>
            <w:tcW w:w="3436" w:type="pct"/>
          </w:tcPr>
          <w:p w14:paraId="1680C705" w14:textId="77777777" w:rsidR="00594714" w:rsidRPr="0066792F" w:rsidDel="00505CEC" w:rsidRDefault="00594714" w:rsidP="00F74078">
            <w:pPr>
              <w:keepNext/>
              <w:keepLines/>
              <w:spacing w:before="20" w:after="20"/>
              <w:rPr>
                <w:rFonts w:cs="Calibri Light"/>
                <w:sz w:val="18"/>
                <w:szCs w:val="18"/>
              </w:rPr>
            </w:pPr>
            <w:r w:rsidRPr="0066792F">
              <w:rPr>
                <w:rFonts w:cs="Calibri Light"/>
                <w:sz w:val="18"/>
                <w:szCs w:val="18"/>
              </w:rPr>
              <w:t>No</w:t>
            </w:r>
          </w:p>
        </w:tc>
      </w:tr>
      <w:tr w:rsidR="00594714" w:rsidRPr="00C6243E" w14:paraId="53343872" w14:textId="77777777" w:rsidTr="00F74078">
        <w:trPr>
          <w:trHeight w:val="180"/>
        </w:trPr>
        <w:tc>
          <w:tcPr>
            <w:tcW w:w="1564" w:type="pct"/>
          </w:tcPr>
          <w:p w14:paraId="25D1CC62" w14:textId="77777777" w:rsidR="00594714" w:rsidRPr="0066792F" w:rsidRDefault="00594714" w:rsidP="00F74078">
            <w:pPr>
              <w:keepNext/>
              <w:keepLines/>
              <w:spacing w:before="20" w:after="20"/>
              <w:rPr>
                <w:rFonts w:cs="Calibri Light"/>
                <w:sz w:val="18"/>
                <w:szCs w:val="18"/>
              </w:rPr>
            </w:pPr>
            <w:r w:rsidRPr="0066792F">
              <w:rPr>
                <w:rFonts w:cs="Calibri Light"/>
                <w:sz w:val="18"/>
                <w:szCs w:val="18"/>
              </w:rPr>
              <w:t>DEER Version</w:t>
            </w:r>
          </w:p>
        </w:tc>
        <w:tc>
          <w:tcPr>
            <w:tcW w:w="3436" w:type="pct"/>
          </w:tcPr>
          <w:p w14:paraId="7C9AA18A" w14:textId="31FB46EB" w:rsidR="00594714" w:rsidRPr="0066792F" w:rsidRDefault="00594714" w:rsidP="00F74078">
            <w:pPr>
              <w:keepNext/>
              <w:keepLines/>
              <w:spacing w:before="20" w:after="20"/>
              <w:rPr>
                <w:rFonts w:cs="Calibri Light"/>
                <w:sz w:val="18"/>
                <w:szCs w:val="18"/>
              </w:rPr>
            </w:pPr>
            <w:r>
              <w:rPr>
                <w:rFonts w:cs="Calibri Light"/>
                <w:sz w:val="18"/>
                <w:szCs w:val="18"/>
              </w:rPr>
              <w:t>DEER Water Heater Calculator v4.2</w:t>
            </w:r>
          </w:p>
        </w:tc>
      </w:tr>
      <w:tr w:rsidR="00594714" w:rsidRPr="00C6243E" w14:paraId="15A6EB8C" w14:textId="77777777" w:rsidTr="00F74078">
        <w:trPr>
          <w:trHeight w:val="20"/>
        </w:trPr>
        <w:tc>
          <w:tcPr>
            <w:tcW w:w="1564" w:type="pct"/>
          </w:tcPr>
          <w:p w14:paraId="15665D6F" w14:textId="77777777" w:rsidR="00594714" w:rsidRPr="0066792F" w:rsidRDefault="00594714" w:rsidP="00F74078">
            <w:pPr>
              <w:keepNext/>
              <w:keepLines/>
              <w:spacing w:before="20" w:after="20"/>
              <w:rPr>
                <w:rFonts w:cs="Calibri Light"/>
                <w:sz w:val="18"/>
                <w:szCs w:val="18"/>
              </w:rPr>
            </w:pPr>
            <w:r w:rsidRPr="0066792F">
              <w:rPr>
                <w:rFonts w:cs="Calibri Light"/>
                <w:sz w:val="18"/>
                <w:szCs w:val="18"/>
              </w:rPr>
              <w:t>Reason for Deviation from DEER</w:t>
            </w:r>
          </w:p>
        </w:tc>
        <w:tc>
          <w:tcPr>
            <w:tcW w:w="3436" w:type="pct"/>
          </w:tcPr>
          <w:p w14:paraId="131B3402" w14:textId="0FDC7313" w:rsidR="00594714" w:rsidRPr="0066792F" w:rsidRDefault="00D46A55" w:rsidP="00F74078">
            <w:pPr>
              <w:keepNext/>
              <w:keepLines/>
              <w:spacing w:before="20" w:after="20"/>
              <w:rPr>
                <w:rFonts w:cs="Calibri Light"/>
                <w:sz w:val="18"/>
                <w:szCs w:val="18"/>
              </w:rPr>
            </w:pPr>
            <w:r>
              <w:rPr>
                <w:rFonts w:cs="Calibri Light"/>
                <w:sz w:val="18"/>
                <w:szCs w:val="18"/>
              </w:rPr>
              <w:t>The</w:t>
            </w:r>
            <w:r w:rsidRPr="00D46A55">
              <w:rPr>
                <w:rFonts w:cs="Calibri Light"/>
                <w:sz w:val="18"/>
                <w:szCs w:val="18"/>
              </w:rPr>
              <w:t xml:space="preserve"> &lt;45gal HPWH measure was not available in v.4.2</w:t>
            </w:r>
            <w:r>
              <w:rPr>
                <w:rFonts w:cs="Calibri Light"/>
                <w:sz w:val="18"/>
                <w:szCs w:val="18"/>
              </w:rPr>
              <w:t xml:space="preserve">. It was </w:t>
            </w:r>
            <w:r w:rsidRPr="00D46A55">
              <w:rPr>
                <w:rFonts w:cs="Calibri Light"/>
                <w:sz w:val="18"/>
                <w:szCs w:val="18"/>
              </w:rPr>
              <w:t>added based on analysis of the CEC appliance database, AHRI database, and Energy Star qualified product list.</w:t>
            </w:r>
          </w:p>
        </w:tc>
      </w:tr>
      <w:tr w:rsidR="00594714" w:rsidRPr="00C6243E" w14:paraId="637472EA" w14:textId="77777777" w:rsidTr="00F74078">
        <w:trPr>
          <w:trHeight w:val="20"/>
        </w:trPr>
        <w:tc>
          <w:tcPr>
            <w:tcW w:w="1564" w:type="pct"/>
          </w:tcPr>
          <w:p w14:paraId="3FA723E4" w14:textId="77777777" w:rsidR="00594714" w:rsidRPr="0066792F" w:rsidRDefault="00594714" w:rsidP="00F74078">
            <w:pPr>
              <w:keepNext/>
              <w:keepLines/>
              <w:spacing w:before="20" w:after="20"/>
              <w:rPr>
                <w:rFonts w:cs="Calibri Light"/>
                <w:sz w:val="18"/>
                <w:szCs w:val="18"/>
              </w:rPr>
            </w:pPr>
            <w:r w:rsidRPr="0066792F">
              <w:rPr>
                <w:rFonts w:cs="Calibri Light"/>
                <w:sz w:val="18"/>
                <w:szCs w:val="18"/>
              </w:rPr>
              <w:t>DEER Measure IDs Used</w:t>
            </w:r>
          </w:p>
        </w:tc>
        <w:tc>
          <w:tcPr>
            <w:tcW w:w="3436" w:type="pct"/>
          </w:tcPr>
          <w:p w14:paraId="0A18A6FE" w14:textId="77777777" w:rsidR="00594714" w:rsidRDefault="00594714" w:rsidP="00F74078">
            <w:pPr>
              <w:keepNext/>
              <w:keepLines/>
              <w:spacing w:before="20" w:after="20"/>
              <w:rPr>
                <w:rFonts w:cs="Calibri Light"/>
                <w:sz w:val="18"/>
                <w:szCs w:val="18"/>
              </w:rPr>
            </w:pPr>
            <w:r w:rsidRPr="005C60EC">
              <w:rPr>
                <w:rFonts w:cs="Calibri Light"/>
                <w:sz w:val="18"/>
                <w:szCs w:val="18"/>
              </w:rPr>
              <w:t>RE-WtrHt-FuelSub-SmlStrg-HP-lte6kW-rep30G-MD-3.09UEF-50g</w:t>
            </w:r>
          </w:p>
          <w:p w14:paraId="6ECB047C" w14:textId="77777777" w:rsidR="00594714" w:rsidRPr="00670E62" w:rsidRDefault="00594714" w:rsidP="00F74078">
            <w:pPr>
              <w:keepNext/>
              <w:keepLines/>
              <w:spacing w:before="20" w:after="20"/>
              <w:rPr>
                <w:rFonts w:cs="Calibri Light"/>
                <w:sz w:val="18"/>
                <w:szCs w:val="18"/>
              </w:rPr>
            </w:pPr>
            <w:r w:rsidRPr="00670E62">
              <w:rPr>
                <w:rFonts w:cs="Calibri Light"/>
                <w:sz w:val="18"/>
                <w:szCs w:val="18"/>
              </w:rPr>
              <w:t>RE-WtrHt-FuelSub-SmlStrg-HP-lte6kW-rep40G-MD-3.09UEF-50g</w:t>
            </w:r>
          </w:p>
          <w:p w14:paraId="7D77FB4F" w14:textId="77777777" w:rsidR="00594714" w:rsidRPr="00670E62" w:rsidRDefault="00594714" w:rsidP="00F74078">
            <w:pPr>
              <w:keepNext/>
              <w:keepLines/>
              <w:spacing w:before="20" w:after="20"/>
              <w:rPr>
                <w:rFonts w:cs="Calibri Light"/>
                <w:sz w:val="18"/>
                <w:szCs w:val="18"/>
              </w:rPr>
            </w:pPr>
            <w:r w:rsidRPr="00670E62">
              <w:rPr>
                <w:rFonts w:cs="Calibri Light"/>
                <w:sz w:val="18"/>
                <w:szCs w:val="18"/>
              </w:rPr>
              <w:t>RE-WtrHt-FuelSub-SmlStrg-HP-lte6kW-rep40G-HI-3.09UEF-50g</w:t>
            </w:r>
          </w:p>
          <w:p w14:paraId="7EF1060C" w14:textId="77777777" w:rsidR="00594714" w:rsidRPr="00670E62" w:rsidRDefault="00594714" w:rsidP="00F74078">
            <w:pPr>
              <w:keepNext/>
              <w:keepLines/>
              <w:spacing w:before="20" w:after="20"/>
              <w:rPr>
                <w:rFonts w:cs="Calibri Light"/>
                <w:sz w:val="18"/>
                <w:szCs w:val="18"/>
              </w:rPr>
            </w:pPr>
            <w:r w:rsidRPr="00670E62">
              <w:rPr>
                <w:rFonts w:cs="Calibri Light"/>
                <w:sz w:val="18"/>
                <w:szCs w:val="18"/>
              </w:rPr>
              <w:t>RE-WtrHt-FuelSub-SmlStrg-HP-lte6kW-rep50G-MD-3.09UEF-50g</w:t>
            </w:r>
          </w:p>
          <w:p w14:paraId="7F820067" w14:textId="77777777" w:rsidR="00594714" w:rsidRPr="00670E62" w:rsidRDefault="00594714" w:rsidP="00F74078">
            <w:pPr>
              <w:keepNext/>
              <w:keepLines/>
              <w:spacing w:before="20" w:after="20"/>
              <w:rPr>
                <w:rFonts w:cs="Calibri Light"/>
                <w:sz w:val="18"/>
                <w:szCs w:val="18"/>
              </w:rPr>
            </w:pPr>
            <w:r w:rsidRPr="00670E62">
              <w:rPr>
                <w:rFonts w:cs="Calibri Light"/>
                <w:sz w:val="18"/>
                <w:szCs w:val="18"/>
              </w:rPr>
              <w:t>RE-WtrHt-FuelSub-SmlStrg-HP-lte6kW-rep50G-HI-3.09UEF-50g</w:t>
            </w:r>
          </w:p>
          <w:p w14:paraId="39566DF9" w14:textId="77777777" w:rsidR="00594714" w:rsidRPr="00670E62" w:rsidRDefault="00594714" w:rsidP="00F74078">
            <w:pPr>
              <w:keepNext/>
              <w:keepLines/>
              <w:spacing w:before="20" w:after="20"/>
              <w:rPr>
                <w:rFonts w:cs="Calibri Light"/>
                <w:sz w:val="18"/>
                <w:szCs w:val="18"/>
              </w:rPr>
            </w:pPr>
            <w:r w:rsidRPr="00670E62">
              <w:rPr>
                <w:rFonts w:cs="Calibri Light"/>
                <w:sz w:val="18"/>
                <w:szCs w:val="18"/>
              </w:rPr>
              <w:t>RE-WtrHt-FuelSub-SmlStrg-HP-lte6kW-rep30G-MD-3p31UEF-50g</w:t>
            </w:r>
          </w:p>
          <w:p w14:paraId="43C5BB5B" w14:textId="77777777" w:rsidR="00594714" w:rsidRPr="00670E62" w:rsidRDefault="00594714" w:rsidP="00F74078">
            <w:pPr>
              <w:keepNext/>
              <w:keepLines/>
              <w:spacing w:before="20" w:after="20"/>
              <w:rPr>
                <w:rFonts w:cs="Calibri Light"/>
                <w:sz w:val="18"/>
                <w:szCs w:val="18"/>
              </w:rPr>
            </w:pPr>
            <w:r w:rsidRPr="00670E62">
              <w:rPr>
                <w:rFonts w:cs="Calibri Light"/>
                <w:sz w:val="18"/>
                <w:szCs w:val="18"/>
              </w:rPr>
              <w:t>RE-WtrHt-FuelSub-SmlStrg-HP-lte6kW-rep40G-MD-3p31UEF-50g</w:t>
            </w:r>
          </w:p>
          <w:p w14:paraId="13B159FE" w14:textId="77777777" w:rsidR="00594714" w:rsidRPr="00670E62" w:rsidRDefault="00594714" w:rsidP="00F74078">
            <w:pPr>
              <w:keepNext/>
              <w:keepLines/>
              <w:spacing w:before="20" w:after="20"/>
              <w:rPr>
                <w:rFonts w:cs="Calibri Light"/>
                <w:sz w:val="18"/>
                <w:szCs w:val="18"/>
              </w:rPr>
            </w:pPr>
            <w:r w:rsidRPr="00670E62">
              <w:rPr>
                <w:rFonts w:cs="Calibri Light"/>
                <w:sz w:val="18"/>
                <w:szCs w:val="18"/>
              </w:rPr>
              <w:t>RE-WtrHt-FuelSub-SmlStrg-HP-lte6kW-rep40G-HI-3p31UEF-50g</w:t>
            </w:r>
          </w:p>
          <w:p w14:paraId="15D62723" w14:textId="77777777" w:rsidR="00594714" w:rsidRPr="00670E62" w:rsidRDefault="00594714" w:rsidP="00F74078">
            <w:pPr>
              <w:keepNext/>
              <w:keepLines/>
              <w:spacing w:before="20" w:after="20"/>
              <w:rPr>
                <w:rFonts w:cs="Calibri Light"/>
                <w:sz w:val="18"/>
                <w:szCs w:val="18"/>
              </w:rPr>
            </w:pPr>
            <w:r w:rsidRPr="00670E62">
              <w:rPr>
                <w:rFonts w:cs="Calibri Light"/>
                <w:sz w:val="18"/>
                <w:szCs w:val="18"/>
              </w:rPr>
              <w:t>RE-WtrHt-FuelSub-SmlStrg-HP-lte6kW-rep50G-MD-3p31UEF-50g</w:t>
            </w:r>
          </w:p>
          <w:p w14:paraId="53A83697" w14:textId="77777777" w:rsidR="00594714" w:rsidRPr="00670E62" w:rsidRDefault="00594714" w:rsidP="00F74078">
            <w:pPr>
              <w:keepNext/>
              <w:keepLines/>
              <w:spacing w:before="20" w:after="20"/>
              <w:rPr>
                <w:rFonts w:cs="Calibri Light"/>
                <w:sz w:val="18"/>
                <w:szCs w:val="18"/>
              </w:rPr>
            </w:pPr>
            <w:r w:rsidRPr="00670E62">
              <w:rPr>
                <w:rFonts w:cs="Calibri Light"/>
                <w:sz w:val="18"/>
                <w:szCs w:val="18"/>
              </w:rPr>
              <w:t>RE-WtrHt-FuelSub-SmlStrg-HP-lte6kW-rep50G-HI-3p31UEF-50g</w:t>
            </w:r>
          </w:p>
          <w:p w14:paraId="774326A1" w14:textId="77777777" w:rsidR="00594714" w:rsidRPr="00670E62" w:rsidRDefault="00594714" w:rsidP="00F74078">
            <w:pPr>
              <w:keepNext/>
              <w:keepLines/>
              <w:spacing w:before="20" w:after="20"/>
              <w:rPr>
                <w:rFonts w:cs="Calibri Light"/>
                <w:sz w:val="18"/>
                <w:szCs w:val="18"/>
              </w:rPr>
            </w:pPr>
            <w:r w:rsidRPr="00670E62">
              <w:rPr>
                <w:rFonts w:cs="Calibri Light"/>
                <w:sz w:val="18"/>
                <w:szCs w:val="18"/>
              </w:rPr>
              <w:t>RE-WtrHt-FuelSub-SmlStrg-HP-lte6kW-rep60G-HI-3p33UEF-80g</w:t>
            </w:r>
          </w:p>
          <w:p w14:paraId="662DDE47" w14:textId="77777777" w:rsidR="00594714" w:rsidRPr="00670E62" w:rsidRDefault="00594714" w:rsidP="00F74078">
            <w:pPr>
              <w:keepNext/>
              <w:keepLines/>
              <w:spacing w:before="20" w:after="20"/>
              <w:rPr>
                <w:rFonts w:cs="Calibri Light"/>
                <w:sz w:val="18"/>
                <w:szCs w:val="18"/>
              </w:rPr>
            </w:pPr>
            <w:r w:rsidRPr="00670E62">
              <w:rPr>
                <w:rFonts w:cs="Calibri Light"/>
                <w:sz w:val="18"/>
                <w:szCs w:val="18"/>
              </w:rPr>
              <w:t>RE-WtrHt-FuelSub-SmlStrg-HP-lte6kW-rep75G-HI-3p42UEF-80g</w:t>
            </w:r>
          </w:p>
          <w:p w14:paraId="08B54A4C" w14:textId="77777777" w:rsidR="00594714" w:rsidRPr="00670E62" w:rsidRDefault="00594714" w:rsidP="00F74078">
            <w:pPr>
              <w:keepNext/>
              <w:keepLines/>
              <w:spacing w:before="20" w:after="20"/>
              <w:rPr>
                <w:rFonts w:cs="Calibri Light"/>
                <w:sz w:val="18"/>
                <w:szCs w:val="18"/>
              </w:rPr>
            </w:pPr>
            <w:r w:rsidRPr="00670E62">
              <w:rPr>
                <w:rFonts w:cs="Calibri Light"/>
                <w:sz w:val="18"/>
                <w:szCs w:val="18"/>
              </w:rPr>
              <w:t>RE-WtrHt-FuelSub-SmlInst-HP-lte6kW-replt200kBtuh-LW-3.09UEF</w:t>
            </w:r>
          </w:p>
          <w:p w14:paraId="2DF00CCB" w14:textId="77777777" w:rsidR="00594714" w:rsidRPr="00670E62" w:rsidRDefault="00594714" w:rsidP="00F74078">
            <w:pPr>
              <w:keepNext/>
              <w:keepLines/>
              <w:spacing w:before="20" w:after="20"/>
              <w:rPr>
                <w:rFonts w:cs="Calibri Light"/>
                <w:sz w:val="18"/>
                <w:szCs w:val="18"/>
              </w:rPr>
            </w:pPr>
            <w:r w:rsidRPr="00670E62">
              <w:rPr>
                <w:rFonts w:cs="Calibri Light"/>
                <w:sz w:val="18"/>
                <w:szCs w:val="18"/>
              </w:rPr>
              <w:t>RE-WtrHt-FuelSub-SmlInst-HP-lte6kW-replt200kBtuh-MD-3.09UEF</w:t>
            </w:r>
          </w:p>
          <w:p w14:paraId="6D2790A6" w14:textId="77777777" w:rsidR="00594714" w:rsidRPr="00670E62" w:rsidRDefault="00594714" w:rsidP="00F74078">
            <w:pPr>
              <w:keepNext/>
              <w:keepLines/>
              <w:spacing w:before="20" w:after="20"/>
              <w:rPr>
                <w:rFonts w:cs="Calibri Light"/>
                <w:sz w:val="18"/>
                <w:szCs w:val="18"/>
              </w:rPr>
            </w:pPr>
            <w:r w:rsidRPr="00670E62">
              <w:rPr>
                <w:rFonts w:cs="Calibri Light"/>
                <w:sz w:val="18"/>
                <w:szCs w:val="18"/>
              </w:rPr>
              <w:t>RE-WtrHt-FuelSub-SmlInst-HP-lte6kW-replt200kBtuh-HI-3.09UEF</w:t>
            </w:r>
          </w:p>
          <w:p w14:paraId="21E52665" w14:textId="77777777" w:rsidR="00594714" w:rsidRPr="00670E62" w:rsidRDefault="00594714" w:rsidP="00F74078">
            <w:pPr>
              <w:keepNext/>
              <w:keepLines/>
              <w:spacing w:before="20" w:after="20"/>
              <w:rPr>
                <w:rFonts w:cs="Calibri Light"/>
                <w:sz w:val="18"/>
                <w:szCs w:val="18"/>
              </w:rPr>
            </w:pPr>
            <w:r w:rsidRPr="00670E62">
              <w:rPr>
                <w:rFonts w:cs="Calibri Light"/>
                <w:sz w:val="18"/>
                <w:szCs w:val="18"/>
              </w:rPr>
              <w:t>RE-WtrHt-FuelSub-SmlInst-HP-lte6kW-replt200kBtuh-LW-3.31UEF</w:t>
            </w:r>
          </w:p>
          <w:p w14:paraId="6EFEAE5B" w14:textId="77777777" w:rsidR="00594714" w:rsidRPr="00670E62" w:rsidRDefault="00594714" w:rsidP="00F74078">
            <w:pPr>
              <w:keepNext/>
              <w:keepLines/>
              <w:spacing w:before="20" w:after="20"/>
              <w:rPr>
                <w:rFonts w:cs="Calibri Light"/>
                <w:sz w:val="18"/>
                <w:szCs w:val="18"/>
              </w:rPr>
            </w:pPr>
            <w:r w:rsidRPr="00670E62">
              <w:rPr>
                <w:rFonts w:cs="Calibri Light"/>
                <w:sz w:val="18"/>
                <w:szCs w:val="18"/>
              </w:rPr>
              <w:t>RE-WtrHt-FuelSub-SmlInst-HP-lte6kW-replt200kBtuh-MD-3.31UEF</w:t>
            </w:r>
          </w:p>
          <w:p w14:paraId="3B73C5B5" w14:textId="77777777" w:rsidR="00594714" w:rsidRPr="0066792F" w:rsidRDefault="00594714" w:rsidP="00F74078">
            <w:pPr>
              <w:keepNext/>
              <w:keepLines/>
              <w:spacing w:before="20" w:after="20"/>
              <w:rPr>
                <w:rFonts w:cs="Calibri Light"/>
                <w:sz w:val="18"/>
                <w:szCs w:val="18"/>
              </w:rPr>
            </w:pPr>
            <w:r w:rsidRPr="00670E62">
              <w:rPr>
                <w:rFonts w:cs="Calibri Light"/>
                <w:sz w:val="18"/>
                <w:szCs w:val="18"/>
              </w:rPr>
              <w:t>RE-WtrHt-FuelSub-SmlInst-HP-lte6kW-replt200kBtuh-HI-3.31UEF</w:t>
            </w:r>
          </w:p>
        </w:tc>
      </w:tr>
      <w:tr w:rsidR="00594714" w:rsidRPr="00C6243E" w14:paraId="1CCFB07F" w14:textId="77777777" w:rsidTr="00F74078">
        <w:trPr>
          <w:trHeight w:val="20"/>
        </w:trPr>
        <w:tc>
          <w:tcPr>
            <w:tcW w:w="1564" w:type="pct"/>
          </w:tcPr>
          <w:p w14:paraId="056963C3" w14:textId="77777777" w:rsidR="00594714" w:rsidRPr="0066792F" w:rsidRDefault="00594714" w:rsidP="00F74078">
            <w:pPr>
              <w:keepNext/>
              <w:keepLines/>
              <w:spacing w:before="20" w:after="20"/>
              <w:rPr>
                <w:rFonts w:cs="Calibri Light"/>
                <w:sz w:val="18"/>
                <w:szCs w:val="18"/>
              </w:rPr>
            </w:pPr>
            <w:r w:rsidRPr="0066792F">
              <w:rPr>
                <w:rFonts w:cs="Calibri Light"/>
                <w:sz w:val="18"/>
                <w:szCs w:val="18"/>
              </w:rPr>
              <w:t>NTG</w:t>
            </w:r>
          </w:p>
        </w:tc>
        <w:tc>
          <w:tcPr>
            <w:tcW w:w="3436" w:type="pct"/>
          </w:tcPr>
          <w:p w14:paraId="3724E0C5" w14:textId="77777777" w:rsidR="00594714" w:rsidRPr="0066792F" w:rsidRDefault="00594714" w:rsidP="00F74078">
            <w:pPr>
              <w:keepNext/>
              <w:keepLines/>
              <w:spacing w:before="20" w:after="20"/>
              <w:rPr>
                <w:rFonts w:cs="Calibri Light"/>
                <w:i/>
                <w:sz w:val="18"/>
                <w:szCs w:val="18"/>
              </w:rPr>
            </w:pPr>
            <w:r w:rsidRPr="0066792F">
              <w:rPr>
                <w:rFonts w:cs="Calibri Light"/>
                <w:sz w:val="18"/>
                <w:szCs w:val="18"/>
              </w:rPr>
              <w:t xml:space="preserve">Source: DEER. The NTG of 1.0 is associated with NTG ID:  </w:t>
            </w:r>
            <w:proofErr w:type="spellStart"/>
            <w:r w:rsidRPr="004D494D">
              <w:rPr>
                <w:rFonts w:cs="Calibri Light"/>
                <w:sz w:val="18"/>
                <w:szCs w:val="18"/>
              </w:rPr>
              <w:t>FuelSubst</w:t>
            </w:r>
            <w:proofErr w:type="spellEnd"/>
            <w:r w:rsidRPr="004D494D">
              <w:rPr>
                <w:rFonts w:cs="Calibri Light"/>
                <w:sz w:val="18"/>
                <w:szCs w:val="18"/>
              </w:rPr>
              <w:t>-Default</w:t>
            </w:r>
          </w:p>
        </w:tc>
      </w:tr>
      <w:tr w:rsidR="00594714" w:rsidRPr="00C6243E" w14:paraId="462AE048" w14:textId="77777777" w:rsidTr="00F74078">
        <w:trPr>
          <w:trHeight w:val="20"/>
        </w:trPr>
        <w:tc>
          <w:tcPr>
            <w:tcW w:w="1564" w:type="pct"/>
          </w:tcPr>
          <w:p w14:paraId="66B2C430" w14:textId="77777777" w:rsidR="00594714" w:rsidRPr="0066792F" w:rsidRDefault="00594714" w:rsidP="00F74078">
            <w:pPr>
              <w:keepNext/>
              <w:keepLines/>
              <w:spacing w:before="20" w:after="20"/>
              <w:rPr>
                <w:rFonts w:cs="Calibri Light"/>
                <w:sz w:val="18"/>
                <w:szCs w:val="18"/>
              </w:rPr>
            </w:pPr>
            <w:r w:rsidRPr="0066792F">
              <w:rPr>
                <w:rFonts w:cs="Calibri Light"/>
                <w:sz w:val="18"/>
                <w:szCs w:val="18"/>
              </w:rPr>
              <w:t>GSIA</w:t>
            </w:r>
          </w:p>
        </w:tc>
        <w:tc>
          <w:tcPr>
            <w:tcW w:w="3436" w:type="pct"/>
          </w:tcPr>
          <w:p w14:paraId="731D4D49" w14:textId="77777777" w:rsidR="00594714" w:rsidRPr="0066792F" w:rsidRDefault="00594714" w:rsidP="00F74078">
            <w:pPr>
              <w:keepNext/>
              <w:keepLines/>
              <w:spacing w:before="20" w:after="20"/>
              <w:rPr>
                <w:rFonts w:cs="Calibri Light"/>
                <w:sz w:val="18"/>
                <w:szCs w:val="18"/>
              </w:rPr>
            </w:pPr>
            <w:r w:rsidRPr="0066792F">
              <w:rPr>
                <w:rFonts w:cs="Calibri Light"/>
                <w:sz w:val="18"/>
                <w:szCs w:val="18"/>
              </w:rPr>
              <w:t xml:space="preserve">Source: DEER. The GSIA of 1.0 is associated with GSIA ID: </w:t>
            </w:r>
            <w:r w:rsidRPr="0066792F">
              <w:rPr>
                <w:rFonts w:cs="Calibri Light"/>
                <w:i/>
                <w:sz w:val="18"/>
                <w:szCs w:val="18"/>
              </w:rPr>
              <w:t>Def-GSIA</w:t>
            </w:r>
          </w:p>
        </w:tc>
      </w:tr>
      <w:tr w:rsidR="00594714" w:rsidRPr="00C6243E" w14:paraId="0FC41A6F" w14:textId="77777777" w:rsidTr="00F74078">
        <w:trPr>
          <w:trHeight w:val="20"/>
        </w:trPr>
        <w:tc>
          <w:tcPr>
            <w:tcW w:w="1564" w:type="pct"/>
          </w:tcPr>
          <w:p w14:paraId="75EB003F" w14:textId="77777777" w:rsidR="00594714" w:rsidRPr="0066792F" w:rsidRDefault="00594714" w:rsidP="00F74078">
            <w:pPr>
              <w:keepNext/>
              <w:keepLines/>
              <w:spacing w:before="20" w:after="20"/>
              <w:rPr>
                <w:rFonts w:cs="Calibri Light"/>
                <w:sz w:val="18"/>
                <w:szCs w:val="18"/>
              </w:rPr>
            </w:pPr>
            <w:r w:rsidRPr="0066792F">
              <w:rPr>
                <w:rFonts w:cs="Calibri Light"/>
                <w:sz w:val="18"/>
                <w:szCs w:val="18"/>
              </w:rPr>
              <w:t>EUL/RUL</w:t>
            </w:r>
          </w:p>
        </w:tc>
        <w:tc>
          <w:tcPr>
            <w:tcW w:w="3436" w:type="pct"/>
          </w:tcPr>
          <w:p w14:paraId="537565C6" w14:textId="77777777" w:rsidR="00594714" w:rsidRPr="0058494C" w:rsidRDefault="00594714" w:rsidP="00F74078">
            <w:pPr>
              <w:keepNext/>
              <w:keepLines/>
              <w:spacing w:before="20" w:after="20"/>
              <w:rPr>
                <w:iCs/>
                <w:sz w:val="18"/>
              </w:rPr>
            </w:pPr>
            <w:r w:rsidRPr="0066792F">
              <w:rPr>
                <w:rFonts w:cs="Calibri Light"/>
                <w:sz w:val="18"/>
                <w:szCs w:val="18"/>
              </w:rPr>
              <w:t xml:space="preserve">Source: </w:t>
            </w:r>
            <w:r>
              <w:rPr>
                <w:rFonts w:cs="Calibri Light"/>
                <w:sz w:val="18"/>
                <w:szCs w:val="18"/>
              </w:rPr>
              <w:t>DEER</w:t>
            </w:r>
            <w:r w:rsidRPr="0066792F">
              <w:rPr>
                <w:rFonts w:cs="Calibri Light"/>
                <w:sz w:val="18"/>
                <w:szCs w:val="18"/>
              </w:rPr>
              <w:t>. The EUL value of 10 years</w:t>
            </w:r>
            <w:r>
              <w:rPr>
                <w:rFonts w:cs="Calibri Light"/>
                <w:sz w:val="18"/>
                <w:szCs w:val="18"/>
              </w:rPr>
              <w:t xml:space="preserve"> with EUL ID: </w:t>
            </w:r>
            <w:proofErr w:type="spellStart"/>
            <w:r w:rsidRPr="0058494C">
              <w:rPr>
                <w:iCs/>
                <w:sz w:val="18"/>
              </w:rPr>
              <w:t>WtrHt-HtPmp</w:t>
            </w:r>
            <w:proofErr w:type="spellEnd"/>
          </w:p>
          <w:p w14:paraId="59CE448E" w14:textId="77777777" w:rsidR="00594714" w:rsidRPr="0058494C" w:rsidRDefault="00594714" w:rsidP="00F74078">
            <w:pPr>
              <w:keepNext/>
              <w:keepLines/>
              <w:spacing w:before="20" w:after="20"/>
              <w:rPr>
                <w:iCs/>
                <w:sz w:val="18"/>
              </w:rPr>
            </w:pPr>
            <w:r w:rsidRPr="0058494C">
              <w:rPr>
                <w:rFonts w:cs="Calibri Light"/>
                <w:iCs/>
                <w:sz w:val="18"/>
                <w:szCs w:val="18"/>
              </w:rPr>
              <w:t xml:space="preserve">Source: DEER. The RUL value of </w:t>
            </w:r>
            <w:r>
              <w:rPr>
                <w:rFonts w:cs="Calibri Light"/>
                <w:iCs/>
                <w:sz w:val="18"/>
                <w:szCs w:val="18"/>
              </w:rPr>
              <w:t>3.67</w:t>
            </w:r>
            <w:r w:rsidRPr="0058494C">
              <w:rPr>
                <w:rFonts w:cs="Calibri Light"/>
                <w:iCs/>
                <w:sz w:val="18"/>
                <w:szCs w:val="18"/>
              </w:rPr>
              <w:t xml:space="preserve"> years with RUL ID: </w:t>
            </w:r>
            <w:proofErr w:type="spellStart"/>
            <w:r w:rsidRPr="0058494C">
              <w:rPr>
                <w:iCs/>
                <w:sz w:val="18"/>
              </w:rPr>
              <w:t>WtrHt</w:t>
            </w:r>
            <w:proofErr w:type="spellEnd"/>
            <w:r w:rsidRPr="0058494C">
              <w:rPr>
                <w:iCs/>
                <w:sz w:val="18"/>
              </w:rPr>
              <w:t>-Res-Gas</w:t>
            </w:r>
          </w:p>
          <w:p w14:paraId="5928DD71" w14:textId="77777777" w:rsidR="00594714" w:rsidRPr="0058494C" w:rsidRDefault="00594714" w:rsidP="00F74078">
            <w:pPr>
              <w:keepNext/>
              <w:keepLines/>
              <w:spacing w:before="20" w:after="20"/>
              <w:rPr>
                <w:i/>
                <w:sz w:val="18"/>
              </w:rPr>
            </w:pPr>
            <w:r w:rsidRPr="0058494C">
              <w:rPr>
                <w:rFonts w:cs="Calibri Light"/>
                <w:iCs/>
                <w:sz w:val="18"/>
                <w:szCs w:val="18"/>
              </w:rPr>
              <w:t xml:space="preserve">Source: DEER. The RUL value of </w:t>
            </w:r>
            <w:r>
              <w:rPr>
                <w:rFonts w:cs="Calibri Light"/>
                <w:iCs/>
                <w:sz w:val="18"/>
                <w:szCs w:val="18"/>
              </w:rPr>
              <w:t xml:space="preserve">6.67 </w:t>
            </w:r>
            <w:r w:rsidRPr="0058494C">
              <w:rPr>
                <w:rFonts w:cs="Calibri Light"/>
                <w:iCs/>
                <w:sz w:val="18"/>
                <w:szCs w:val="18"/>
              </w:rPr>
              <w:t xml:space="preserve">years with RUL ID: </w:t>
            </w:r>
            <w:proofErr w:type="spellStart"/>
            <w:r w:rsidRPr="0058494C">
              <w:rPr>
                <w:iCs/>
                <w:sz w:val="18"/>
              </w:rPr>
              <w:t>WtrHt</w:t>
            </w:r>
            <w:proofErr w:type="spellEnd"/>
            <w:r w:rsidRPr="0058494C">
              <w:rPr>
                <w:iCs/>
                <w:sz w:val="18"/>
              </w:rPr>
              <w:t>-Instant-Res</w:t>
            </w:r>
          </w:p>
        </w:tc>
      </w:tr>
    </w:tbl>
    <w:p w14:paraId="7C72AE2E" w14:textId="77777777" w:rsidR="00594714" w:rsidRDefault="00594714" w:rsidP="004142EF">
      <w:pPr>
        <w:rPr>
          <w:rFonts w:cs="Calibri Light"/>
        </w:rPr>
      </w:pPr>
    </w:p>
    <w:p w14:paraId="2BC3DDAD" w14:textId="77777777" w:rsidR="007D230B" w:rsidRPr="00C6243E" w:rsidRDefault="007D230B" w:rsidP="00462BB6">
      <w:pPr>
        <w:pStyle w:val="eTRMHeading3"/>
        <w:rPr>
          <w:rFonts w:cs="Calibri Light"/>
        </w:rPr>
      </w:pPr>
      <w:bookmarkStart w:id="73" w:name="_Toc486490866"/>
      <w:bookmarkStart w:id="74" w:name="_Toc486580937"/>
      <w:bookmarkStart w:id="75" w:name="_Toc69106319"/>
      <w:bookmarkStart w:id="76" w:name="_Hlk516051142"/>
      <w:bookmarkStart w:id="77" w:name="_Hlk516047558"/>
      <w:r w:rsidRPr="00C6243E">
        <w:rPr>
          <w:rFonts w:cs="Calibri Light"/>
        </w:rPr>
        <w:lastRenderedPageBreak/>
        <w:t>Revision History</w:t>
      </w:r>
      <w:bookmarkEnd w:id="73"/>
      <w:bookmarkEnd w:id="74"/>
      <w:bookmarkEnd w:id="75"/>
    </w:p>
    <w:p w14:paraId="141BF1A5" w14:textId="77777777" w:rsidR="00CA1CB3" w:rsidRPr="00EF7BAC" w:rsidRDefault="00742F88">
      <w:pPr>
        <w:pStyle w:val="Caption"/>
      </w:pPr>
      <w:bookmarkStart w:id="78" w:name="_Hlk515959178"/>
      <w:r w:rsidRPr="00EF7BAC">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1"/>
        <w:gridCol w:w="1350"/>
        <w:gridCol w:w="2113"/>
        <w:gridCol w:w="4946"/>
      </w:tblGrid>
      <w:tr w:rsidR="00CA1CB3" w:rsidRPr="00C6243E" w14:paraId="0A3E9280" w14:textId="77777777" w:rsidTr="00EF7BAC">
        <w:trPr>
          <w:trHeight w:val="20"/>
        </w:trPr>
        <w:tc>
          <w:tcPr>
            <w:tcW w:w="503" w:type="pct"/>
            <w:shd w:val="clear" w:color="auto" w:fill="F2F2F2" w:themeFill="background1" w:themeFillShade="F2"/>
            <w:vAlign w:val="bottom"/>
          </w:tcPr>
          <w:p w14:paraId="0F11F879" w14:textId="77777777" w:rsidR="00CA1CB3" w:rsidRPr="00C6243E" w:rsidRDefault="00CA1CB3" w:rsidP="00871123">
            <w:pPr>
              <w:keepNext/>
              <w:keepLines/>
              <w:tabs>
                <w:tab w:val="right" w:pos="2957"/>
              </w:tabs>
              <w:spacing w:before="20" w:after="20"/>
              <w:rPr>
                <w:rFonts w:cs="Calibri Light"/>
                <w:b/>
                <w:sz w:val="20"/>
                <w:szCs w:val="20"/>
              </w:rPr>
            </w:pPr>
            <w:r w:rsidRPr="00C6243E">
              <w:rPr>
                <w:rFonts w:cs="Calibri Light"/>
                <w:b/>
                <w:sz w:val="20"/>
                <w:szCs w:val="20"/>
              </w:rPr>
              <w:t>Revision Number</w:t>
            </w:r>
          </w:p>
        </w:tc>
        <w:tc>
          <w:tcPr>
            <w:tcW w:w="722" w:type="pct"/>
            <w:shd w:val="clear" w:color="auto" w:fill="F2F2F2" w:themeFill="background1" w:themeFillShade="F2"/>
            <w:vAlign w:val="bottom"/>
          </w:tcPr>
          <w:p w14:paraId="3F75EFE8" w14:textId="77777777" w:rsidR="00CA1CB3" w:rsidRPr="00C6243E" w:rsidRDefault="00CA1CB3" w:rsidP="00871123">
            <w:pPr>
              <w:keepNext/>
              <w:keepLines/>
              <w:spacing w:before="20" w:after="20"/>
              <w:rPr>
                <w:rFonts w:cs="Calibri Light"/>
                <w:b/>
                <w:sz w:val="20"/>
                <w:szCs w:val="20"/>
              </w:rPr>
            </w:pPr>
            <w:r w:rsidRPr="00C6243E">
              <w:rPr>
                <w:rFonts w:cs="Calibri Light"/>
                <w:b/>
                <w:sz w:val="20"/>
                <w:szCs w:val="20"/>
              </w:rPr>
              <w:t>Date</w:t>
            </w:r>
          </w:p>
        </w:tc>
        <w:tc>
          <w:tcPr>
            <w:tcW w:w="1130" w:type="pct"/>
            <w:shd w:val="clear" w:color="auto" w:fill="F2F2F2" w:themeFill="background1" w:themeFillShade="F2"/>
            <w:vAlign w:val="bottom"/>
          </w:tcPr>
          <w:p w14:paraId="2A8168BB" w14:textId="77777777" w:rsidR="00CA1CB3" w:rsidRPr="00C6243E" w:rsidRDefault="00CA1CB3" w:rsidP="00871123">
            <w:pPr>
              <w:keepNext/>
              <w:keepLines/>
              <w:spacing w:before="20" w:after="20"/>
              <w:rPr>
                <w:rFonts w:cs="Calibri Light"/>
                <w:b/>
                <w:sz w:val="20"/>
                <w:szCs w:val="20"/>
              </w:rPr>
            </w:pPr>
            <w:r w:rsidRPr="00C6243E">
              <w:rPr>
                <w:rFonts w:cs="Calibri Light"/>
                <w:b/>
                <w:sz w:val="20"/>
                <w:szCs w:val="20"/>
              </w:rPr>
              <w:t>Primary Author, Title, Organization</w:t>
            </w:r>
          </w:p>
        </w:tc>
        <w:tc>
          <w:tcPr>
            <w:tcW w:w="2645" w:type="pct"/>
            <w:shd w:val="clear" w:color="auto" w:fill="F2F2F2" w:themeFill="background1" w:themeFillShade="F2"/>
            <w:vAlign w:val="bottom"/>
          </w:tcPr>
          <w:p w14:paraId="419B926B" w14:textId="77777777" w:rsidR="00CA1CB3" w:rsidRPr="00C6243E" w:rsidRDefault="00CA1CB3" w:rsidP="00871123">
            <w:pPr>
              <w:keepNext/>
              <w:keepLines/>
              <w:spacing w:before="20" w:after="20"/>
              <w:rPr>
                <w:rFonts w:cs="Calibri Light"/>
                <w:b/>
                <w:sz w:val="20"/>
                <w:szCs w:val="20"/>
              </w:rPr>
            </w:pPr>
            <w:r w:rsidRPr="00C6243E">
              <w:rPr>
                <w:rFonts w:cs="Calibri Light"/>
                <w:b/>
                <w:sz w:val="20"/>
                <w:szCs w:val="20"/>
              </w:rPr>
              <w:t>Revision Summary and Rationale for Revision</w:t>
            </w:r>
          </w:p>
          <w:p w14:paraId="084CED77" w14:textId="77777777" w:rsidR="00CA1CB3" w:rsidRPr="00C6243E" w:rsidRDefault="00CA1CB3" w:rsidP="00871123">
            <w:pPr>
              <w:keepNext/>
              <w:keepLines/>
              <w:spacing w:before="20" w:after="20"/>
              <w:rPr>
                <w:rFonts w:cs="Calibri Light"/>
                <w:b/>
                <w:sz w:val="20"/>
                <w:szCs w:val="20"/>
              </w:rPr>
            </w:pPr>
            <w:r w:rsidRPr="00C6243E">
              <w:rPr>
                <w:rFonts w:cs="Calibri Light"/>
                <w:b/>
                <w:sz w:val="20"/>
                <w:szCs w:val="20"/>
              </w:rPr>
              <w:t>Effective Date and Approved By</w:t>
            </w:r>
          </w:p>
        </w:tc>
      </w:tr>
      <w:tr w:rsidR="00EF7BAC" w:rsidRPr="00C6243E" w14:paraId="4D078790" w14:textId="77777777" w:rsidTr="00EF7BAC">
        <w:trPr>
          <w:trHeight w:val="20"/>
        </w:trPr>
        <w:tc>
          <w:tcPr>
            <w:tcW w:w="503" w:type="pct"/>
          </w:tcPr>
          <w:p w14:paraId="1D86E8AE" w14:textId="23845CF7" w:rsidR="00EF7BAC" w:rsidRPr="0066792F" w:rsidRDefault="00EF7BAC" w:rsidP="00EF7BAC">
            <w:pPr>
              <w:keepNext/>
              <w:keepLines/>
              <w:spacing w:before="20" w:after="20"/>
              <w:rPr>
                <w:rFonts w:cs="Calibri Light"/>
                <w:sz w:val="18"/>
                <w:szCs w:val="18"/>
              </w:rPr>
            </w:pPr>
            <w:r w:rsidRPr="0066792F">
              <w:rPr>
                <w:rFonts w:cs="Calibri Light"/>
                <w:sz w:val="18"/>
                <w:szCs w:val="18"/>
              </w:rPr>
              <w:t>01</w:t>
            </w:r>
          </w:p>
        </w:tc>
        <w:tc>
          <w:tcPr>
            <w:tcW w:w="722" w:type="pct"/>
          </w:tcPr>
          <w:p w14:paraId="5B992D2E" w14:textId="3AB06544" w:rsidR="00EF7BAC" w:rsidRPr="0066792F" w:rsidRDefault="0058494C" w:rsidP="00EF7BAC">
            <w:pPr>
              <w:keepNext/>
              <w:keepLines/>
              <w:spacing w:before="20" w:after="20"/>
              <w:rPr>
                <w:rFonts w:cs="Calibri Light"/>
                <w:sz w:val="18"/>
                <w:szCs w:val="18"/>
              </w:rPr>
            </w:pPr>
            <w:r>
              <w:rPr>
                <w:rFonts w:cs="Calibri Light"/>
                <w:sz w:val="18"/>
                <w:szCs w:val="18"/>
              </w:rPr>
              <w:t>11/13/2019</w:t>
            </w:r>
          </w:p>
        </w:tc>
        <w:tc>
          <w:tcPr>
            <w:tcW w:w="1130" w:type="pct"/>
          </w:tcPr>
          <w:p w14:paraId="1E6732FA" w14:textId="1E8A4B30" w:rsidR="00EF7BAC" w:rsidRPr="0066792F" w:rsidRDefault="0058494C" w:rsidP="00EF7BAC">
            <w:pPr>
              <w:keepNext/>
              <w:keepLines/>
              <w:spacing w:before="20" w:after="20"/>
              <w:rPr>
                <w:rFonts w:cs="Calibri Light"/>
                <w:sz w:val="18"/>
                <w:szCs w:val="18"/>
              </w:rPr>
            </w:pPr>
            <w:r>
              <w:rPr>
                <w:rFonts w:cs="Calibri Light"/>
                <w:sz w:val="18"/>
                <w:szCs w:val="18"/>
              </w:rPr>
              <w:t>Lake Casco, PE</w:t>
            </w:r>
            <w:r w:rsidR="00EF7BAC" w:rsidRPr="0066792F">
              <w:rPr>
                <w:rFonts w:cs="Calibri Light"/>
                <w:sz w:val="18"/>
                <w:szCs w:val="18"/>
              </w:rPr>
              <w:t>, TRC</w:t>
            </w:r>
          </w:p>
        </w:tc>
        <w:tc>
          <w:tcPr>
            <w:tcW w:w="2645" w:type="pct"/>
          </w:tcPr>
          <w:p w14:paraId="781B5E8F" w14:textId="543F13C8" w:rsidR="00EF7BAC" w:rsidRPr="0066792F" w:rsidRDefault="00EF7BAC" w:rsidP="00EF7BAC">
            <w:pPr>
              <w:keepNext/>
              <w:keepLines/>
              <w:spacing w:before="20" w:after="20"/>
              <w:rPr>
                <w:rFonts w:cs="Calibri Light"/>
                <w:sz w:val="18"/>
                <w:szCs w:val="18"/>
              </w:rPr>
            </w:pPr>
            <w:r w:rsidRPr="0066792F">
              <w:rPr>
                <w:rFonts w:cs="Calibri Light"/>
                <w:sz w:val="18"/>
                <w:szCs w:val="18"/>
              </w:rPr>
              <w:t>First draft of workpaper.</w:t>
            </w:r>
          </w:p>
        </w:tc>
      </w:tr>
      <w:tr w:rsidR="004F37D1" w:rsidRPr="00C6243E" w14:paraId="3DBF03CA" w14:textId="77777777" w:rsidTr="00EF7BAC">
        <w:trPr>
          <w:trHeight w:val="20"/>
        </w:trPr>
        <w:tc>
          <w:tcPr>
            <w:tcW w:w="503" w:type="pct"/>
          </w:tcPr>
          <w:p w14:paraId="6915083B" w14:textId="0CA70911" w:rsidR="004F37D1" w:rsidRPr="0066792F" w:rsidRDefault="004F37D1" w:rsidP="004F37D1">
            <w:pPr>
              <w:keepNext/>
              <w:keepLines/>
              <w:spacing w:before="20" w:after="20"/>
              <w:rPr>
                <w:rFonts w:cs="Calibri Light"/>
                <w:sz w:val="18"/>
                <w:szCs w:val="18"/>
              </w:rPr>
            </w:pPr>
            <w:r>
              <w:rPr>
                <w:rFonts w:cs="Calibri Light"/>
                <w:sz w:val="18"/>
                <w:szCs w:val="18"/>
              </w:rPr>
              <w:t>02</w:t>
            </w:r>
          </w:p>
        </w:tc>
        <w:tc>
          <w:tcPr>
            <w:tcW w:w="722" w:type="pct"/>
          </w:tcPr>
          <w:p w14:paraId="7FFEC723" w14:textId="77777777" w:rsidR="004F37D1" w:rsidRDefault="004F37D1" w:rsidP="004F37D1">
            <w:pPr>
              <w:keepNext/>
              <w:keepLines/>
              <w:spacing w:before="20" w:after="20"/>
              <w:rPr>
                <w:rFonts w:cs="Calibri Light"/>
                <w:sz w:val="18"/>
                <w:szCs w:val="18"/>
              </w:rPr>
            </w:pPr>
            <w:r>
              <w:rPr>
                <w:rFonts w:cs="Calibri Light"/>
                <w:sz w:val="18"/>
                <w:szCs w:val="18"/>
              </w:rPr>
              <w:t>6/8/2020</w:t>
            </w:r>
          </w:p>
          <w:p w14:paraId="6C2A766F" w14:textId="77777777" w:rsidR="004F37D1" w:rsidRDefault="004F37D1" w:rsidP="004F37D1">
            <w:pPr>
              <w:keepNext/>
              <w:keepLines/>
              <w:spacing w:before="20" w:after="20"/>
              <w:rPr>
                <w:rFonts w:cs="Calibri Light"/>
                <w:sz w:val="18"/>
                <w:szCs w:val="18"/>
              </w:rPr>
            </w:pPr>
          </w:p>
          <w:p w14:paraId="340E6FBE" w14:textId="77777777" w:rsidR="004F37D1" w:rsidRDefault="004F37D1" w:rsidP="004F37D1">
            <w:pPr>
              <w:keepNext/>
              <w:keepLines/>
              <w:spacing w:before="20" w:after="20"/>
              <w:rPr>
                <w:rFonts w:cs="Calibri Light"/>
                <w:sz w:val="18"/>
                <w:szCs w:val="18"/>
              </w:rPr>
            </w:pPr>
          </w:p>
          <w:p w14:paraId="28E1A9C3" w14:textId="77777777" w:rsidR="004F37D1" w:rsidRDefault="004F37D1" w:rsidP="004F37D1">
            <w:pPr>
              <w:keepNext/>
              <w:keepLines/>
              <w:spacing w:before="20" w:after="20"/>
              <w:rPr>
                <w:rFonts w:cs="Calibri Light"/>
                <w:sz w:val="18"/>
                <w:szCs w:val="18"/>
              </w:rPr>
            </w:pPr>
          </w:p>
          <w:p w14:paraId="743A5A3B" w14:textId="77777777" w:rsidR="004F37D1" w:rsidRDefault="004F37D1" w:rsidP="004F37D1">
            <w:pPr>
              <w:keepNext/>
              <w:keepLines/>
              <w:spacing w:before="20" w:after="20"/>
              <w:rPr>
                <w:rFonts w:cs="Calibri Light"/>
                <w:sz w:val="18"/>
                <w:szCs w:val="18"/>
              </w:rPr>
            </w:pPr>
          </w:p>
          <w:p w14:paraId="66E99E07" w14:textId="2BEA3EFA" w:rsidR="004F37D1" w:rsidRDefault="004F37D1" w:rsidP="004F37D1">
            <w:pPr>
              <w:keepNext/>
              <w:keepLines/>
              <w:spacing w:before="20" w:after="20"/>
              <w:rPr>
                <w:rFonts w:cs="Calibri Light"/>
                <w:sz w:val="18"/>
                <w:szCs w:val="18"/>
              </w:rPr>
            </w:pPr>
          </w:p>
        </w:tc>
        <w:tc>
          <w:tcPr>
            <w:tcW w:w="1130" w:type="pct"/>
          </w:tcPr>
          <w:p w14:paraId="31558244" w14:textId="77777777" w:rsidR="004F37D1" w:rsidRDefault="004F37D1" w:rsidP="004F37D1">
            <w:pPr>
              <w:keepNext/>
              <w:keepLines/>
              <w:spacing w:before="20" w:after="20"/>
              <w:rPr>
                <w:rFonts w:cs="Calibri Light"/>
                <w:sz w:val="18"/>
                <w:szCs w:val="18"/>
              </w:rPr>
            </w:pPr>
            <w:r>
              <w:rPr>
                <w:rFonts w:cs="Calibri Light"/>
                <w:sz w:val="18"/>
                <w:szCs w:val="18"/>
              </w:rPr>
              <w:t>Brandon Yamasaki, TRC</w:t>
            </w:r>
          </w:p>
          <w:p w14:paraId="387334CF" w14:textId="77777777" w:rsidR="004F37D1" w:rsidRDefault="004F37D1" w:rsidP="004F37D1">
            <w:pPr>
              <w:keepNext/>
              <w:keepLines/>
              <w:spacing w:before="20" w:after="20"/>
              <w:rPr>
                <w:rFonts w:cs="Calibri Light"/>
                <w:sz w:val="18"/>
                <w:szCs w:val="18"/>
              </w:rPr>
            </w:pPr>
            <w:r>
              <w:rPr>
                <w:rFonts w:cs="Calibri Light"/>
                <w:sz w:val="18"/>
                <w:szCs w:val="18"/>
              </w:rPr>
              <w:t>Lake Casco, PE, TRC</w:t>
            </w:r>
          </w:p>
          <w:p w14:paraId="36BDB554" w14:textId="77777777" w:rsidR="004F37D1" w:rsidRDefault="004F37D1" w:rsidP="004F37D1">
            <w:pPr>
              <w:keepNext/>
              <w:keepLines/>
              <w:spacing w:before="20" w:after="20"/>
              <w:rPr>
                <w:rFonts w:cs="Calibri Light"/>
                <w:sz w:val="18"/>
                <w:szCs w:val="18"/>
              </w:rPr>
            </w:pPr>
          </w:p>
          <w:p w14:paraId="26E21FF9" w14:textId="77777777" w:rsidR="004F37D1" w:rsidRDefault="004F37D1" w:rsidP="004F37D1">
            <w:pPr>
              <w:keepNext/>
              <w:keepLines/>
              <w:spacing w:before="20" w:after="20"/>
              <w:rPr>
                <w:rFonts w:cs="Calibri Light"/>
                <w:sz w:val="18"/>
                <w:szCs w:val="18"/>
              </w:rPr>
            </w:pPr>
          </w:p>
          <w:p w14:paraId="3FF70962" w14:textId="77777777" w:rsidR="004F37D1" w:rsidRDefault="004F37D1" w:rsidP="004F37D1">
            <w:pPr>
              <w:keepNext/>
              <w:keepLines/>
              <w:spacing w:before="20" w:after="20"/>
              <w:rPr>
                <w:rFonts w:cs="Calibri Light"/>
                <w:sz w:val="18"/>
                <w:szCs w:val="18"/>
              </w:rPr>
            </w:pPr>
          </w:p>
          <w:p w14:paraId="2B606BEE" w14:textId="547EC0DB" w:rsidR="004F37D1" w:rsidRDefault="004F37D1" w:rsidP="004F37D1">
            <w:pPr>
              <w:keepNext/>
              <w:keepLines/>
              <w:spacing w:before="20" w:after="20"/>
              <w:rPr>
                <w:rFonts w:cs="Calibri Light"/>
                <w:sz w:val="18"/>
                <w:szCs w:val="18"/>
              </w:rPr>
            </w:pPr>
          </w:p>
        </w:tc>
        <w:tc>
          <w:tcPr>
            <w:tcW w:w="2645" w:type="pct"/>
          </w:tcPr>
          <w:p w14:paraId="093B8303" w14:textId="77777777" w:rsidR="004F37D1" w:rsidRDefault="004F37D1" w:rsidP="004F37D1">
            <w:pPr>
              <w:keepNext/>
              <w:keepLines/>
              <w:spacing w:before="20" w:after="20"/>
              <w:rPr>
                <w:rFonts w:cs="Calibri Light"/>
                <w:sz w:val="18"/>
                <w:szCs w:val="18"/>
              </w:rPr>
            </w:pPr>
            <w:r>
              <w:rPr>
                <w:rFonts w:cs="Calibri Light"/>
                <w:sz w:val="18"/>
                <w:szCs w:val="18"/>
              </w:rPr>
              <w:t xml:space="preserve">Updates to measures, savings, and costs. </w:t>
            </w:r>
          </w:p>
          <w:p w14:paraId="4B1DCF79" w14:textId="77777777" w:rsidR="004F37D1" w:rsidRDefault="004F37D1" w:rsidP="004F37D1">
            <w:pPr>
              <w:keepNext/>
              <w:keepLines/>
              <w:spacing w:before="20" w:after="20"/>
              <w:rPr>
                <w:rFonts w:cs="Calibri Light"/>
                <w:sz w:val="18"/>
                <w:szCs w:val="18"/>
              </w:rPr>
            </w:pPr>
            <w:r>
              <w:rPr>
                <w:rFonts w:cs="Calibri Light"/>
                <w:sz w:val="18"/>
                <w:szCs w:val="18"/>
              </w:rPr>
              <w:t xml:space="preserve">Savings are derived from DEER Water Heater Calculator v4.1. </w:t>
            </w:r>
          </w:p>
          <w:p w14:paraId="51AD3670" w14:textId="77777777" w:rsidR="004F37D1" w:rsidRDefault="004F37D1" w:rsidP="004F37D1">
            <w:pPr>
              <w:keepNext/>
              <w:keepLines/>
              <w:spacing w:before="20" w:after="20"/>
              <w:rPr>
                <w:rFonts w:cs="Calibri Light"/>
                <w:sz w:val="18"/>
                <w:szCs w:val="18"/>
              </w:rPr>
            </w:pPr>
            <w:r>
              <w:rPr>
                <w:rFonts w:cs="Calibri Light"/>
                <w:sz w:val="18"/>
                <w:szCs w:val="18"/>
              </w:rPr>
              <w:t>Baseline costs are collected from a second quarter 2020 web scrape.</w:t>
            </w:r>
          </w:p>
          <w:p w14:paraId="7D0E4C96" w14:textId="77777777" w:rsidR="004F37D1" w:rsidRDefault="004F37D1" w:rsidP="004F37D1">
            <w:pPr>
              <w:keepNext/>
              <w:keepLines/>
              <w:spacing w:before="20" w:after="20"/>
              <w:rPr>
                <w:rFonts w:cs="Calibri Light"/>
                <w:sz w:val="18"/>
                <w:szCs w:val="18"/>
              </w:rPr>
            </w:pPr>
            <w:r>
              <w:rPr>
                <w:rFonts w:cs="Calibri Light"/>
                <w:sz w:val="18"/>
                <w:szCs w:val="18"/>
              </w:rPr>
              <w:t xml:space="preserve">Updated labor costs for all measures using </w:t>
            </w:r>
            <w:proofErr w:type="spellStart"/>
            <w:r>
              <w:rPr>
                <w:rFonts w:cs="Calibri Light"/>
                <w:sz w:val="18"/>
                <w:szCs w:val="18"/>
              </w:rPr>
              <w:t>RSMeans</w:t>
            </w:r>
            <w:proofErr w:type="spellEnd"/>
            <w:r>
              <w:rPr>
                <w:rFonts w:cs="Calibri Light"/>
                <w:sz w:val="18"/>
                <w:szCs w:val="18"/>
              </w:rPr>
              <w:t xml:space="preserve"> 2020.</w:t>
            </w:r>
          </w:p>
          <w:p w14:paraId="2D1946D4" w14:textId="032A6C8F" w:rsidR="004F37D1" w:rsidRPr="0066792F" w:rsidRDefault="004F37D1" w:rsidP="004F37D1">
            <w:pPr>
              <w:keepNext/>
              <w:keepLines/>
              <w:spacing w:before="20" w:after="20"/>
              <w:rPr>
                <w:rFonts w:cs="Calibri Light"/>
                <w:sz w:val="18"/>
                <w:szCs w:val="18"/>
              </w:rPr>
            </w:pPr>
            <w:r>
              <w:rPr>
                <w:rFonts w:cs="Calibri Light"/>
                <w:sz w:val="18"/>
                <w:szCs w:val="18"/>
              </w:rPr>
              <w:t xml:space="preserve">Removed Measures L and N because they did not exist in new DEER calculator.  </w:t>
            </w:r>
          </w:p>
        </w:tc>
      </w:tr>
      <w:tr w:rsidR="00E91F73" w:rsidRPr="00C6243E" w14:paraId="1751F9E9" w14:textId="77777777" w:rsidTr="00EF7BAC">
        <w:trPr>
          <w:trHeight w:val="20"/>
        </w:trPr>
        <w:tc>
          <w:tcPr>
            <w:tcW w:w="503" w:type="pct"/>
            <w:vMerge w:val="restart"/>
          </w:tcPr>
          <w:p w14:paraId="6131F9F3" w14:textId="1807542A" w:rsidR="00E91F73" w:rsidRDefault="00E91F73" w:rsidP="004F37D1">
            <w:pPr>
              <w:keepNext/>
              <w:keepLines/>
              <w:spacing w:before="20" w:after="20"/>
              <w:rPr>
                <w:rFonts w:cs="Calibri Light"/>
                <w:sz w:val="18"/>
                <w:szCs w:val="18"/>
              </w:rPr>
            </w:pPr>
            <w:r>
              <w:rPr>
                <w:rFonts w:cs="Calibri Light"/>
                <w:sz w:val="18"/>
                <w:szCs w:val="18"/>
              </w:rPr>
              <w:t>03</w:t>
            </w:r>
          </w:p>
        </w:tc>
        <w:tc>
          <w:tcPr>
            <w:tcW w:w="722" w:type="pct"/>
          </w:tcPr>
          <w:p w14:paraId="00EF35E3" w14:textId="77777777" w:rsidR="00E91F73" w:rsidRDefault="00E91F73" w:rsidP="004F37D1">
            <w:pPr>
              <w:keepNext/>
              <w:keepLines/>
              <w:spacing w:before="20" w:after="20"/>
              <w:rPr>
                <w:rFonts w:cs="Calibri Light"/>
                <w:sz w:val="18"/>
                <w:szCs w:val="18"/>
              </w:rPr>
            </w:pPr>
            <w:r>
              <w:rPr>
                <w:rFonts w:cs="Calibri Light"/>
                <w:sz w:val="18"/>
                <w:szCs w:val="18"/>
              </w:rPr>
              <w:t>11/11/2020</w:t>
            </w:r>
          </w:p>
          <w:p w14:paraId="481A6BB2" w14:textId="77777777" w:rsidR="00E91F73" w:rsidRDefault="00E91F73" w:rsidP="004F37D1">
            <w:pPr>
              <w:keepNext/>
              <w:keepLines/>
              <w:spacing w:before="20" w:after="20"/>
              <w:rPr>
                <w:rFonts w:cs="Calibri Light"/>
                <w:sz w:val="18"/>
                <w:szCs w:val="18"/>
              </w:rPr>
            </w:pPr>
          </w:p>
          <w:p w14:paraId="46B5B336" w14:textId="77777777" w:rsidR="00E91F73" w:rsidRDefault="00E91F73" w:rsidP="004F37D1">
            <w:pPr>
              <w:keepNext/>
              <w:keepLines/>
              <w:spacing w:before="20" w:after="20"/>
              <w:rPr>
                <w:rFonts w:cs="Calibri Light"/>
                <w:sz w:val="18"/>
                <w:szCs w:val="18"/>
              </w:rPr>
            </w:pPr>
          </w:p>
          <w:p w14:paraId="0690216E" w14:textId="77777777" w:rsidR="00E91F73" w:rsidRDefault="00E91F73" w:rsidP="004F37D1">
            <w:pPr>
              <w:keepNext/>
              <w:keepLines/>
              <w:spacing w:before="20" w:after="20"/>
              <w:rPr>
                <w:rFonts w:cs="Calibri Light"/>
                <w:sz w:val="18"/>
                <w:szCs w:val="18"/>
              </w:rPr>
            </w:pPr>
          </w:p>
          <w:p w14:paraId="554EC70E" w14:textId="50E424DF" w:rsidR="00E91F73" w:rsidRDefault="00E91F73" w:rsidP="004F37D1">
            <w:pPr>
              <w:keepNext/>
              <w:keepLines/>
              <w:spacing w:before="20" w:after="20"/>
              <w:rPr>
                <w:rFonts w:cs="Calibri Light"/>
                <w:sz w:val="18"/>
                <w:szCs w:val="18"/>
              </w:rPr>
            </w:pPr>
            <w:r>
              <w:rPr>
                <w:rFonts w:cs="Calibri Light"/>
                <w:sz w:val="18"/>
                <w:szCs w:val="18"/>
              </w:rPr>
              <w:t>4/12/2021</w:t>
            </w:r>
          </w:p>
        </w:tc>
        <w:tc>
          <w:tcPr>
            <w:tcW w:w="1130" w:type="pct"/>
          </w:tcPr>
          <w:p w14:paraId="2592A1E9" w14:textId="77777777" w:rsidR="00E91F73" w:rsidRDefault="00E91F73" w:rsidP="004F37D1">
            <w:pPr>
              <w:keepNext/>
              <w:keepLines/>
              <w:spacing w:before="20" w:after="20"/>
              <w:rPr>
                <w:rFonts w:cs="Calibri Light"/>
                <w:sz w:val="18"/>
                <w:szCs w:val="18"/>
              </w:rPr>
            </w:pPr>
            <w:r>
              <w:rPr>
                <w:rFonts w:cs="Calibri Light"/>
                <w:sz w:val="18"/>
                <w:szCs w:val="18"/>
              </w:rPr>
              <w:t>Lake Casco, PE, TRC</w:t>
            </w:r>
          </w:p>
          <w:p w14:paraId="71783043" w14:textId="77777777" w:rsidR="00E91F73" w:rsidRDefault="00E91F73" w:rsidP="004F37D1">
            <w:pPr>
              <w:keepNext/>
              <w:keepLines/>
              <w:spacing w:before="20" w:after="20"/>
              <w:rPr>
                <w:rFonts w:cs="Calibri Light"/>
                <w:sz w:val="18"/>
                <w:szCs w:val="18"/>
              </w:rPr>
            </w:pPr>
          </w:p>
          <w:p w14:paraId="7D62FF5A" w14:textId="77777777" w:rsidR="00E91F73" w:rsidRDefault="00E91F73" w:rsidP="004F37D1">
            <w:pPr>
              <w:keepNext/>
              <w:keepLines/>
              <w:spacing w:before="20" w:after="20"/>
              <w:rPr>
                <w:rFonts w:cs="Calibri Light"/>
                <w:sz w:val="18"/>
                <w:szCs w:val="18"/>
              </w:rPr>
            </w:pPr>
          </w:p>
          <w:p w14:paraId="396D1E1D" w14:textId="77777777" w:rsidR="00E91F73" w:rsidRDefault="00E91F73" w:rsidP="004F37D1">
            <w:pPr>
              <w:keepNext/>
              <w:keepLines/>
              <w:spacing w:before="20" w:after="20"/>
              <w:rPr>
                <w:rFonts w:cs="Calibri Light"/>
                <w:sz w:val="18"/>
                <w:szCs w:val="18"/>
              </w:rPr>
            </w:pPr>
          </w:p>
          <w:p w14:paraId="277A0D89" w14:textId="77777777" w:rsidR="00E91F73" w:rsidRDefault="00E91F73" w:rsidP="004F37D1">
            <w:pPr>
              <w:keepNext/>
              <w:keepLines/>
              <w:spacing w:before="20" w:after="20"/>
              <w:rPr>
                <w:rFonts w:cs="Calibri Light"/>
                <w:sz w:val="18"/>
                <w:szCs w:val="18"/>
              </w:rPr>
            </w:pPr>
            <w:r>
              <w:rPr>
                <w:rFonts w:cs="Calibri Light"/>
                <w:sz w:val="18"/>
                <w:szCs w:val="18"/>
              </w:rPr>
              <w:t>Lake Casco, PE, TRC</w:t>
            </w:r>
          </w:p>
          <w:p w14:paraId="4A373BE7" w14:textId="3B139E95" w:rsidR="00E91F73" w:rsidRDefault="00E91F73" w:rsidP="004F37D1">
            <w:pPr>
              <w:keepNext/>
              <w:keepLines/>
              <w:spacing w:before="20" w:after="20"/>
              <w:rPr>
                <w:rFonts w:cs="Calibri Light"/>
                <w:sz w:val="18"/>
                <w:szCs w:val="18"/>
              </w:rPr>
            </w:pPr>
            <w:r>
              <w:rPr>
                <w:rFonts w:cs="Calibri Light"/>
                <w:sz w:val="18"/>
                <w:szCs w:val="18"/>
              </w:rPr>
              <w:t>Kara Vega, TRC</w:t>
            </w:r>
          </w:p>
        </w:tc>
        <w:tc>
          <w:tcPr>
            <w:tcW w:w="2645" w:type="pct"/>
          </w:tcPr>
          <w:p w14:paraId="12948359" w14:textId="77777777" w:rsidR="00E91F73" w:rsidRDefault="00E91F73" w:rsidP="004F37D1">
            <w:pPr>
              <w:keepNext/>
              <w:keepLines/>
              <w:spacing w:before="20" w:after="20"/>
              <w:rPr>
                <w:rFonts w:cs="Calibri Light"/>
                <w:sz w:val="18"/>
                <w:szCs w:val="18"/>
              </w:rPr>
            </w:pPr>
            <w:r>
              <w:rPr>
                <w:rFonts w:cs="Calibri Light"/>
                <w:sz w:val="18"/>
                <w:szCs w:val="18"/>
              </w:rPr>
              <w:t>Added ≤</w:t>
            </w:r>
            <w:proofErr w:type="gramStart"/>
            <w:r>
              <w:rPr>
                <w:rFonts w:cs="Calibri Light"/>
                <w:sz w:val="18"/>
                <w:szCs w:val="18"/>
              </w:rPr>
              <w:t>45 gallon</w:t>
            </w:r>
            <w:proofErr w:type="gramEnd"/>
            <w:r>
              <w:rPr>
                <w:rFonts w:cs="Calibri Light"/>
                <w:sz w:val="18"/>
                <w:szCs w:val="18"/>
              </w:rPr>
              <w:t xml:space="preserve"> capacity water heater measures to the workpaper. Includes new savings with DEER Water Heater Calculator v4.</w:t>
            </w:r>
            <w:r w:rsidRPr="00A93852">
              <w:rPr>
                <w:rFonts w:cs="Calibri Light"/>
                <w:sz w:val="18"/>
                <w:szCs w:val="18"/>
              </w:rPr>
              <w:t>2</w:t>
            </w:r>
            <w:r w:rsidRPr="00315C56">
              <w:rPr>
                <w:rFonts w:cs="Calibri Light"/>
                <w:sz w:val="18"/>
                <w:szCs w:val="18"/>
              </w:rPr>
              <w:t xml:space="preserve"> a</w:t>
            </w:r>
            <w:r>
              <w:rPr>
                <w:rFonts w:cs="Calibri Light"/>
                <w:sz w:val="18"/>
                <w:szCs w:val="18"/>
              </w:rPr>
              <w:t>nd costs for measure.</w:t>
            </w:r>
          </w:p>
          <w:p w14:paraId="12388C4B" w14:textId="77777777" w:rsidR="00E91F73" w:rsidRDefault="00E91F73" w:rsidP="004F37D1">
            <w:pPr>
              <w:keepNext/>
              <w:keepLines/>
              <w:spacing w:before="20" w:after="20"/>
              <w:rPr>
                <w:rFonts w:cs="Calibri Light"/>
                <w:sz w:val="18"/>
                <w:szCs w:val="18"/>
              </w:rPr>
            </w:pPr>
          </w:p>
          <w:p w14:paraId="49695102" w14:textId="77777777" w:rsidR="00E91F73" w:rsidRDefault="00E91F73" w:rsidP="004F37D1">
            <w:pPr>
              <w:keepNext/>
              <w:keepLines/>
              <w:spacing w:before="20" w:after="20"/>
              <w:rPr>
                <w:rFonts w:cs="Calibri Light"/>
                <w:sz w:val="18"/>
                <w:szCs w:val="18"/>
              </w:rPr>
            </w:pPr>
            <w:r>
              <w:rPr>
                <w:rFonts w:cs="Calibri Light"/>
                <w:sz w:val="18"/>
                <w:szCs w:val="18"/>
              </w:rPr>
              <w:t xml:space="preserve">Updates based on CPUC comments. Updates </w:t>
            </w:r>
            <w:proofErr w:type="gramStart"/>
            <w:r>
              <w:rPr>
                <w:rFonts w:cs="Calibri Light"/>
                <w:sz w:val="18"/>
                <w:szCs w:val="18"/>
              </w:rPr>
              <w:t>include:</w:t>
            </w:r>
            <w:proofErr w:type="gramEnd"/>
            <w:r>
              <w:rPr>
                <w:rFonts w:cs="Calibri Light"/>
                <w:sz w:val="18"/>
                <w:szCs w:val="18"/>
              </w:rPr>
              <w:t xml:space="preserve"> adding eligibility and data collection requirements, updated language describing measure case equipment, and clarification on baselines used for savings. </w:t>
            </w:r>
          </w:p>
          <w:p w14:paraId="4401E243" w14:textId="71E8C188" w:rsidR="00E91F73" w:rsidRDefault="00E91F73" w:rsidP="004F37D1">
            <w:pPr>
              <w:keepNext/>
              <w:keepLines/>
              <w:spacing w:before="20" w:after="20"/>
              <w:rPr>
                <w:rFonts w:cs="Calibri Light"/>
                <w:sz w:val="18"/>
                <w:szCs w:val="18"/>
              </w:rPr>
            </w:pPr>
            <w:r w:rsidRPr="00C44EF1">
              <w:rPr>
                <w:rFonts w:cs="Calibri Light"/>
                <w:sz w:val="18"/>
                <w:szCs w:val="18"/>
              </w:rPr>
              <w:t>Update all mentions of DEER Water Heater Calculator to version 4.2</w:t>
            </w:r>
          </w:p>
        </w:tc>
      </w:tr>
      <w:tr w:rsidR="00E91F73" w:rsidRPr="00C6243E" w14:paraId="24258073" w14:textId="77777777" w:rsidTr="00EF7BAC">
        <w:trPr>
          <w:trHeight w:val="20"/>
        </w:trPr>
        <w:tc>
          <w:tcPr>
            <w:tcW w:w="503" w:type="pct"/>
            <w:vMerge/>
          </w:tcPr>
          <w:p w14:paraId="07727E6F" w14:textId="77777777" w:rsidR="00E91F73" w:rsidRDefault="00E91F73" w:rsidP="004F37D1">
            <w:pPr>
              <w:keepNext/>
              <w:keepLines/>
              <w:spacing w:before="20" w:after="20"/>
              <w:rPr>
                <w:rFonts w:cs="Calibri Light"/>
                <w:sz w:val="18"/>
                <w:szCs w:val="18"/>
              </w:rPr>
            </w:pPr>
          </w:p>
        </w:tc>
        <w:tc>
          <w:tcPr>
            <w:tcW w:w="722" w:type="pct"/>
          </w:tcPr>
          <w:p w14:paraId="4E692265" w14:textId="68ACD185" w:rsidR="00E91F73" w:rsidRDefault="00FF30FA" w:rsidP="004F37D1">
            <w:pPr>
              <w:keepNext/>
              <w:keepLines/>
              <w:spacing w:before="20" w:after="20"/>
              <w:rPr>
                <w:rFonts w:cs="Calibri Light"/>
                <w:sz w:val="18"/>
                <w:szCs w:val="18"/>
              </w:rPr>
            </w:pPr>
            <w:r>
              <w:rPr>
                <w:rFonts w:cs="Calibri Light"/>
                <w:sz w:val="18"/>
                <w:szCs w:val="18"/>
              </w:rPr>
              <w:t>08/</w:t>
            </w:r>
            <w:r w:rsidR="005C2CDD">
              <w:rPr>
                <w:rFonts w:cs="Calibri Light"/>
                <w:sz w:val="18"/>
                <w:szCs w:val="18"/>
              </w:rPr>
              <w:t>24</w:t>
            </w:r>
            <w:r>
              <w:rPr>
                <w:rFonts w:cs="Calibri Light"/>
                <w:sz w:val="18"/>
                <w:szCs w:val="18"/>
              </w:rPr>
              <w:t>/2021</w:t>
            </w:r>
          </w:p>
        </w:tc>
        <w:tc>
          <w:tcPr>
            <w:tcW w:w="1130" w:type="pct"/>
          </w:tcPr>
          <w:p w14:paraId="07330192" w14:textId="77777777" w:rsidR="00E91F73" w:rsidRDefault="00FF30FA" w:rsidP="004F37D1">
            <w:pPr>
              <w:keepNext/>
              <w:keepLines/>
              <w:spacing w:before="20" w:after="20"/>
              <w:rPr>
                <w:rFonts w:cs="Calibri Light"/>
                <w:sz w:val="18"/>
                <w:szCs w:val="18"/>
              </w:rPr>
            </w:pPr>
            <w:r>
              <w:rPr>
                <w:rFonts w:cs="Calibri Light"/>
                <w:sz w:val="18"/>
                <w:szCs w:val="18"/>
              </w:rPr>
              <w:t>Soe K. Hla</w:t>
            </w:r>
          </w:p>
          <w:p w14:paraId="32594DC4" w14:textId="5FBCF126" w:rsidR="00FF30FA" w:rsidRDefault="00FF30FA" w:rsidP="004F37D1">
            <w:pPr>
              <w:keepNext/>
              <w:keepLines/>
              <w:spacing w:before="20" w:after="20"/>
              <w:rPr>
                <w:rFonts w:cs="Calibri Light"/>
                <w:sz w:val="18"/>
                <w:szCs w:val="18"/>
              </w:rPr>
            </w:pPr>
            <w:r>
              <w:rPr>
                <w:rFonts w:cs="Calibri Light"/>
                <w:sz w:val="18"/>
                <w:szCs w:val="18"/>
              </w:rPr>
              <w:t>PG&amp;E</w:t>
            </w:r>
          </w:p>
        </w:tc>
        <w:tc>
          <w:tcPr>
            <w:tcW w:w="2645" w:type="pct"/>
          </w:tcPr>
          <w:p w14:paraId="27092036" w14:textId="6BE5CDC0" w:rsidR="00E91F73" w:rsidRDefault="00FF30FA" w:rsidP="004F37D1">
            <w:pPr>
              <w:keepNext/>
              <w:keepLines/>
              <w:spacing w:before="20" w:after="20"/>
              <w:rPr>
                <w:rFonts w:cs="Calibri Light"/>
                <w:sz w:val="18"/>
                <w:szCs w:val="18"/>
              </w:rPr>
            </w:pPr>
            <w:r>
              <w:rPr>
                <w:rFonts w:cs="Calibri Light"/>
                <w:sz w:val="18"/>
                <w:szCs w:val="18"/>
              </w:rPr>
              <w:t>Adopted all measures for PG&amp;E</w:t>
            </w:r>
          </w:p>
        </w:tc>
      </w:tr>
      <w:bookmarkEnd w:id="76"/>
      <w:bookmarkEnd w:id="77"/>
      <w:bookmarkEnd w:id="78"/>
    </w:tbl>
    <w:p w14:paraId="34E883A4" w14:textId="77777777" w:rsidR="00085726" w:rsidRDefault="00085726" w:rsidP="00387072"/>
    <w:sectPr w:rsidR="00085726" w:rsidSect="005F505E">
      <w:headerReference w:type="default" r:id="rId18"/>
      <w:headerReference w:type="first" r:id="rId19"/>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300367" w14:textId="77777777" w:rsidR="00D74D2F" w:rsidRDefault="00D74D2F" w:rsidP="00A2690C">
      <w:r>
        <w:separator/>
      </w:r>
    </w:p>
    <w:p w14:paraId="38FF5B2A" w14:textId="77777777" w:rsidR="00D74D2F" w:rsidRDefault="00D74D2F"/>
  </w:endnote>
  <w:endnote w:type="continuationSeparator" w:id="0">
    <w:p w14:paraId="70F1BA20" w14:textId="77777777" w:rsidR="00D74D2F" w:rsidRDefault="00D74D2F" w:rsidP="00A2690C">
      <w:r>
        <w:continuationSeparator/>
      </w:r>
    </w:p>
    <w:p w14:paraId="047E5F1B" w14:textId="77777777" w:rsidR="00D74D2F" w:rsidRDefault="00D74D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 Next">
    <w:altName w:val="Corbel"/>
    <w:charset w:val="00"/>
    <w:family w:val="swiss"/>
    <w:pitch w:val="variable"/>
    <w:sig w:usb0="00000001"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BF4E3" w14:textId="77777777" w:rsidR="002476A4" w:rsidRDefault="002476A4"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349A61C6" wp14:editId="21A5C864">
          <wp:extent cx="2223135" cy="160885"/>
          <wp:effectExtent l="0" t="0" r="0" b="0"/>
          <wp:docPr id="8" name="Picture 8"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175E6070" w14:textId="77777777" w:rsidR="002476A4" w:rsidRPr="00B837C1" w:rsidRDefault="002476A4"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1B7B88" w14:textId="77777777" w:rsidR="002476A4" w:rsidRDefault="002476A4"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70056789" wp14:editId="1A61F05A">
          <wp:simplePos x="0" y="0"/>
          <wp:positionH relativeFrom="column">
            <wp:posOffset>2863850</wp:posOffset>
          </wp:positionH>
          <wp:positionV relativeFrom="paragraph">
            <wp:posOffset>-138781</wp:posOffset>
          </wp:positionV>
          <wp:extent cx="210820" cy="579335"/>
          <wp:effectExtent l="0" t="6350" r="11430" b="11430"/>
          <wp:wrapNone/>
          <wp:docPr id="9" name="Picture 9"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C5F1B79" w14:textId="77777777" w:rsidR="002476A4" w:rsidRPr="00B837C1" w:rsidRDefault="002476A4"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16</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87AABC" w14:textId="77777777" w:rsidR="002476A4" w:rsidRDefault="002476A4"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5BB58B5E" wp14:editId="5EB06924">
          <wp:simplePos x="0" y="0"/>
          <wp:positionH relativeFrom="column">
            <wp:posOffset>2863850</wp:posOffset>
          </wp:positionH>
          <wp:positionV relativeFrom="paragraph">
            <wp:posOffset>-138781</wp:posOffset>
          </wp:positionV>
          <wp:extent cx="210820" cy="579335"/>
          <wp:effectExtent l="0" t="6350" r="11430" b="11430"/>
          <wp:wrapNone/>
          <wp:docPr id="11" name="Picture 11"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ADA7C5" w14:textId="77777777" w:rsidR="002476A4" w:rsidRPr="005F505E" w:rsidRDefault="002476A4"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AD303A" w14:textId="77777777" w:rsidR="00D74D2F" w:rsidRDefault="00D74D2F" w:rsidP="00A2690C">
      <w:r>
        <w:separator/>
      </w:r>
    </w:p>
    <w:p w14:paraId="2C1FFBF6" w14:textId="77777777" w:rsidR="00D74D2F" w:rsidRDefault="00D74D2F"/>
  </w:footnote>
  <w:footnote w:type="continuationSeparator" w:id="0">
    <w:p w14:paraId="5FDF5D48" w14:textId="77777777" w:rsidR="00D74D2F" w:rsidRDefault="00D74D2F" w:rsidP="00A2690C">
      <w:r>
        <w:continuationSeparator/>
      </w:r>
    </w:p>
    <w:p w14:paraId="170A8CFE" w14:textId="77777777" w:rsidR="00D74D2F" w:rsidRDefault="00D74D2F"/>
  </w:footnote>
  <w:footnote w:id="1">
    <w:p w14:paraId="37D90348" w14:textId="77777777" w:rsidR="002476A4" w:rsidRDefault="002476A4" w:rsidP="00BA1D97">
      <w:pPr>
        <w:pStyle w:val="FootnoteText"/>
      </w:pPr>
      <w:r>
        <w:rPr>
          <w:rStyle w:val="FootnoteReference"/>
        </w:rPr>
        <w:footnoteRef/>
      </w:r>
      <w:r>
        <w:t xml:space="preserve"> Energy Star. </w:t>
      </w:r>
      <w:r w:rsidRPr="006D741F">
        <w:t>How it Works — Heat Pump Water Heaters (HPWHs)</w:t>
      </w:r>
      <w:r>
        <w:t xml:space="preserve">. 2021. </w:t>
      </w:r>
      <w:hyperlink r:id="rId1" w:history="1">
        <w:r w:rsidRPr="00027FED">
          <w:rPr>
            <w:rStyle w:val="Hyperlink"/>
          </w:rPr>
          <w:t>https://www.energy.gov/energysaver/water-heating/heat-pump-water-heaters</w:t>
        </w:r>
      </w:hyperlink>
      <w:r>
        <w:t xml:space="preserve"> </w:t>
      </w:r>
    </w:p>
  </w:footnote>
  <w:footnote w:id="2">
    <w:p w14:paraId="6AE71719" w14:textId="66EA504C" w:rsidR="002476A4" w:rsidRDefault="002476A4">
      <w:pPr>
        <w:pStyle w:val="FootnoteText"/>
      </w:pPr>
      <w:r>
        <w:rPr>
          <w:rStyle w:val="FootnoteReference"/>
        </w:rPr>
        <w:footnoteRef/>
      </w:r>
      <w:r>
        <w:t xml:space="preserve"> </w:t>
      </w:r>
      <w:proofErr w:type="spellStart"/>
      <w:r w:rsidRPr="002F4DF6">
        <w:t>Ciani</w:t>
      </w:r>
      <w:proofErr w:type="spellEnd"/>
      <w:r w:rsidRPr="002F4DF6">
        <w:t>, A. (Russell Research). 2018. Water Heater Market Characterization Report. Prepared for the Northwest Energy Efficiency Alliance (NEEA). Report # E18-395. April 3.</w:t>
      </w:r>
    </w:p>
  </w:footnote>
  <w:footnote w:id="3">
    <w:p w14:paraId="374C2020" w14:textId="30E3626D" w:rsidR="002476A4" w:rsidRDefault="002476A4">
      <w:pPr>
        <w:pStyle w:val="FootnoteText"/>
      </w:pPr>
      <w:r>
        <w:rPr>
          <w:rStyle w:val="FootnoteReference"/>
        </w:rPr>
        <w:footnoteRef/>
      </w:r>
      <w:r>
        <w:t xml:space="preserve"> Energy Star. How it Works – Whole-Home Gas Tankless Water Heaters. 2020. </w:t>
      </w:r>
      <w:hyperlink r:id="rId2" w:history="1">
        <w:r>
          <w:rPr>
            <w:rStyle w:val="Hyperlink"/>
          </w:rPr>
          <w:t>https://www.energystar.gov/products/water_heaters/water_heater_whole_home_gas_tankless/how_it_works</w:t>
        </w:r>
      </w:hyperlink>
    </w:p>
  </w:footnote>
  <w:footnote w:id="4">
    <w:p w14:paraId="620B1C69" w14:textId="18594803" w:rsidR="002476A4" w:rsidRDefault="002476A4">
      <w:pPr>
        <w:pStyle w:val="FootnoteText"/>
        <w:contextualSpacing/>
      </w:pPr>
      <w:r>
        <w:rPr>
          <w:rStyle w:val="FootnoteReference"/>
        </w:rPr>
        <w:footnoteRef/>
      </w:r>
      <w:r>
        <w:t xml:space="preserve"> Energy Star. How it Works – High-Efficiency Gas Storage Water Heaters. 2020.</w:t>
      </w:r>
    </w:p>
    <w:p w14:paraId="06C0D857" w14:textId="081C411F" w:rsidR="002476A4" w:rsidRDefault="00E975D4">
      <w:pPr>
        <w:pStyle w:val="FootnoteText"/>
        <w:contextualSpacing/>
      </w:pPr>
      <w:hyperlink r:id="rId3" w:history="1">
        <w:r w:rsidR="002476A4">
          <w:rPr>
            <w:rStyle w:val="Hyperlink"/>
          </w:rPr>
          <w:t>https://www.energystar.gov/products/water_heaters/water_heater_high_efficiency_gas_storage/how_it_works</w:t>
        </w:r>
      </w:hyperlink>
    </w:p>
  </w:footnote>
  <w:footnote w:id="5">
    <w:p w14:paraId="45F954D3" w14:textId="51831C02" w:rsidR="002476A4" w:rsidRPr="00F11AB9" w:rsidRDefault="002476A4" w:rsidP="008439C3">
      <w:pPr>
        <w:pStyle w:val="FootnoteText"/>
      </w:pPr>
      <w:r>
        <w:rPr>
          <w:rStyle w:val="FootnoteReference"/>
        </w:rPr>
        <w:footnoteRef/>
      </w:r>
      <w:r>
        <w:t xml:space="preserve"> </w:t>
      </w:r>
      <w:r w:rsidRPr="00F11AB9">
        <w:rPr>
          <w:rStyle w:val="Hyperlink"/>
          <w:color w:val="auto"/>
          <w:u w:val="none"/>
        </w:rPr>
        <w:t>Code of Federal Regulations. Title 10: Energy, PART 430—ENERGY CONSERVATION PROGRAM FOR CONSUMER PRODUCTS, Subpart B—Test Procedures. Appendix E. 2016.</w:t>
      </w:r>
      <w:r w:rsidRPr="00F11AB9">
        <w:rPr>
          <w:rStyle w:val="Hyperlink"/>
          <w:color w:val="auto"/>
        </w:rPr>
        <w:t xml:space="preserve">  </w:t>
      </w:r>
    </w:p>
  </w:footnote>
  <w:footnote w:id="6">
    <w:p w14:paraId="01D580C8" w14:textId="3435DB28" w:rsidR="002476A4" w:rsidRDefault="002476A4">
      <w:pPr>
        <w:pStyle w:val="FootnoteText"/>
      </w:pPr>
      <w:r>
        <w:rPr>
          <w:rStyle w:val="FootnoteReference"/>
        </w:rPr>
        <w:footnoteRef/>
      </w:r>
      <w:r>
        <w:t xml:space="preserve"> National Institute of Standards and Technology (NIST). Water Heating Technologies and Ratings. </w:t>
      </w:r>
      <w:hyperlink r:id="rId4" w:history="1">
        <w:r>
          <w:rPr>
            <w:rStyle w:val="Hyperlink"/>
          </w:rPr>
          <w:t>https://www.nist.gov/sites/default/files/documents/iaao/Healy.pdf</w:t>
        </w:r>
      </w:hyperlink>
    </w:p>
  </w:footnote>
  <w:footnote w:id="7">
    <w:p w14:paraId="07656649" w14:textId="762E1374" w:rsidR="002476A4" w:rsidRDefault="002476A4">
      <w:pPr>
        <w:pStyle w:val="FootnoteText"/>
      </w:pPr>
      <w:r>
        <w:rPr>
          <w:rStyle w:val="FootnoteReference"/>
        </w:rPr>
        <w:footnoteRef/>
      </w:r>
      <w:r>
        <w:t xml:space="preserve"> </w:t>
      </w:r>
      <w:r>
        <w:rPr>
          <w:szCs w:val="18"/>
        </w:rPr>
        <w:t xml:space="preserve">U.S. Department of Energy (DOE). 2016. “Energy Conservation Program for Consumer Products and Certain Commercial and Industrial Equipment: Test Procedures for Consumer and Commercial Water Heaters.” </w:t>
      </w:r>
      <w:r>
        <w:rPr>
          <w:i/>
          <w:iCs/>
          <w:szCs w:val="18"/>
        </w:rPr>
        <w:t xml:space="preserve">Federal Register: The Daily Journal of the United States. </w:t>
      </w:r>
      <w:r>
        <w:rPr>
          <w:szCs w:val="18"/>
        </w:rPr>
        <w:t xml:space="preserve">81 Fed. Reg. 250. December 29, 2016. </w:t>
      </w:r>
      <w:r>
        <w:t xml:space="preserve"> </w:t>
      </w:r>
    </w:p>
  </w:footnote>
  <w:footnote w:id="8">
    <w:p w14:paraId="073E87D6" w14:textId="0833990D" w:rsidR="002476A4" w:rsidRDefault="002476A4">
      <w:pPr>
        <w:pStyle w:val="FootnoteText"/>
      </w:pPr>
      <w:r>
        <w:rPr>
          <w:rStyle w:val="FootnoteReference"/>
        </w:rPr>
        <w:footnoteRef/>
      </w:r>
      <w:r>
        <w:t xml:space="preserve"> </w:t>
      </w:r>
      <w:r w:rsidRPr="00A7691F">
        <w:t>California Public Utilities Commission (CPUC), Energy Division. 20</w:t>
      </w:r>
      <w:r>
        <w:t>20</w:t>
      </w:r>
      <w:r w:rsidRPr="00A7691F">
        <w:t>. DEER20</w:t>
      </w:r>
      <w:r>
        <w:t>21</w:t>
      </w:r>
      <w:r w:rsidRPr="00A7691F">
        <w:t xml:space="preserve"> </w:t>
      </w:r>
      <w:r>
        <w:t>DEER Water Heater Calculator Documentation</w:t>
      </w:r>
      <w:r w:rsidRPr="00A7691F">
        <w:t>. "DEER-WaterHeater-Calculator-v</w:t>
      </w:r>
      <w:r>
        <w:t>4.2</w:t>
      </w:r>
      <w:r w:rsidRPr="00A7691F">
        <w:t xml:space="preserve">.xlsm." Updated </w:t>
      </w:r>
      <w:r>
        <w:t>September 16</w:t>
      </w:r>
      <w:r w:rsidRPr="00A7691F">
        <w:t>, 20</w:t>
      </w:r>
      <w:r>
        <w:t>20</w:t>
      </w:r>
      <w:r w:rsidRPr="00A7691F">
        <w:t>.</w:t>
      </w:r>
    </w:p>
  </w:footnote>
  <w:footnote w:id="9">
    <w:p w14:paraId="33299426" w14:textId="1A1CB234" w:rsidR="002476A4" w:rsidRDefault="002476A4">
      <w:pPr>
        <w:pStyle w:val="FootnoteText"/>
      </w:pPr>
      <w:r>
        <w:rPr>
          <w:rStyle w:val="FootnoteReference"/>
        </w:rPr>
        <w:footnoteRef/>
      </w:r>
      <w:r>
        <w:t xml:space="preserve"> </w:t>
      </w:r>
      <w:r w:rsidRPr="00A7691F">
        <w:t>California Public Utilities Commission (CPUC), Energy Division. 20</w:t>
      </w:r>
      <w:r>
        <w:t>20</w:t>
      </w:r>
      <w:r w:rsidRPr="00A7691F">
        <w:t>. DEER20</w:t>
      </w:r>
      <w:r>
        <w:t>21</w:t>
      </w:r>
      <w:r w:rsidRPr="00A7691F">
        <w:t xml:space="preserve"> </w:t>
      </w:r>
      <w:r>
        <w:t>DEER Water Heater Calculator Documentation</w:t>
      </w:r>
      <w:r w:rsidRPr="00A7691F">
        <w:t>. "DEER-WaterHeater-Calculator-v</w:t>
      </w:r>
      <w:r>
        <w:t>4.2</w:t>
      </w:r>
      <w:r w:rsidRPr="00A7691F">
        <w:t xml:space="preserve">.xlsm." Updated </w:t>
      </w:r>
      <w:r>
        <w:t>September 16</w:t>
      </w:r>
      <w:r w:rsidRPr="00A7691F">
        <w:t>, 20</w:t>
      </w:r>
      <w:r>
        <w:t>20</w:t>
      </w:r>
      <w:r w:rsidRPr="00A7691F">
        <w:t>.</w:t>
      </w:r>
    </w:p>
  </w:footnote>
  <w:footnote w:id="10">
    <w:p w14:paraId="563D5A39" w14:textId="5289FF23" w:rsidR="002476A4" w:rsidRDefault="002476A4">
      <w:pPr>
        <w:pStyle w:val="FootnoteText"/>
      </w:pPr>
      <w:r>
        <w:rPr>
          <w:rStyle w:val="FootnoteReference"/>
        </w:rPr>
        <w:footnoteRef/>
      </w:r>
      <w:r>
        <w:t xml:space="preserve"> </w:t>
      </w:r>
      <w:r w:rsidRPr="00A7691F">
        <w:t>California Public Utilities Commission (CPUC), Energy Division. 20</w:t>
      </w:r>
      <w:r>
        <w:t>20</w:t>
      </w:r>
      <w:r w:rsidRPr="00A7691F">
        <w:t>. DEER20</w:t>
      </w:r>
      <w:r>
        <w:t>21</w:t>
      </w:r>
      <w:r w:rsidRPr="00A7691F">
        <w:t xml:space="preserve"> </w:t>
      </w:r>
      <w:r>
        <w:t>DEER Water Heater Calculator Documentation</w:t>
      </w:r>
      <w:r w:rsidRPr="00A7691F">
        <w:t>. "DEER-WaterHeater-Calculator-v</w:t>
      </w:r>
      <w:r>
        <w:t>4.2</w:t>
      </w:r>
      <w:r w:rsidRPr="00A7691F">
        <w:t xml:space="preserve">.xlsm." Updated </w:t>
      </w:r>
      <w:r>
        <w:t>September 16</w:t>
      </w:r>
      <w:r w:rsidRPr="00A7691F">
        <w:t>, 20</w:t>
      </w:r>
      <w:r>
        <w:t>20</w:t>
      </w:r>
      <w:r w:rsidRPr="00A7691F">
        <w:t>.</w:t>
      </w:r>
    </w:p>
  </w:footnote>
  <w:footnote w:id="11">
    <w:p w14:paraId="367C9969" w14:textId="77777777" w:rsidR="002476A4" w:rsidRDefault="002476A4" w:rsidP="008B0000">
      <w:pPr>
        <w:pStyle w:val="FootnoteText"/>
      </w:pPr>
      <w:r>
        <w:rPr>
          <w:rStyle w:val="FootnoteReference"/>
        </w:rPr>
        <w:footnoteRef/>
      </w:r>
      <w:r>
        <w:t xml:space="preserve"> California Public Utilities Commission (CPUC). 2019. “Decision 19-08-009 Rulemaking 13-11-005 Decision Modifying the Energy Efficiency Three-Prong Test Related to Fuel Substitution”. August 1.</w:t>
      </w:r>
    </w:p>
  </w:footnote>
  <w:footnote w:id="12">
    <w:p w14:paraId="66774E86" w14:textId="4512C412" w:rsidR="002476A4" w:rsidRDefault="002476A4" w:rsidP="008B0000">
      <w:pPr>
        <w:pStyle w:val="FootnoteText"/>
      </w:pPr>
      <w:r>
        <w:rPr>
          <w:rStyle w:val="FootnoteReference"/>
        </w:rPr>
        <w:footnoteRef/>
      </w:r>
      <w:r>
        <w:t xml:space="preserve"> Southern California Edison (SCE). 2020. “SWWH025-02 Fuel Substitution Calculator.xlsx”.</w:t>
      </w:r>
    </w:p>
  </w:footnote>
  <w:footnote w:id="13">
    <w:p w14:paraId="485B31CD" w14:textId="313C8B39" w:rsidR="002476A4" w:rsidRDefault="002476A4" w:rsidP="007122D7">
      <w:pPr>
        <w:pStyle w:val="FootnoteText"/>
      </w:pPr>
      <w:r>
        <w:rPr>
          <w:rStyle w:val="FootnoteReference"/>
        </w:rPr>
        <w:footnoteRef/>
      </w:r>
      <w:r>
        <w:t xml:space="preserve"> SWWH025</w:t>
      </w:r>
      <w:r w:rsidRPr="00C8323D">
        <w:t xml:space="preserve"> POE Survey</w:t>
      </w:r>
      <w:r>
        <w:t>.docx</w:t>
      </w:r>
    </w:p>
  </w:footnote>
  <w:footnote w:id="14">
    <w:p w14:paraId="2B48D294" w14:textId="77777777" w:rsidR="002476A4" w:rsidRDefault="002476A4" w:rsidP="00B97FE0">
      <w:pPr>
        <w:pStyle w:val="FootnoteText"/>
      </w:pPr>
      <w:r>
        <w:rPr>
          <w:rStyle w:val="FootnoteReference"/>
        </w:rPr>
        <w:footnoteRef/>
      </w:r>
      <w:r>
        <w:t xml:space="preserve"> </w:t>
      </w:r>
      <w:r w:rsidRPr="00910778">
        <w:t>California Public Utilities Commission (CPUC). 2019. “Decision 19-08-009 Rulemaking 13-11-005 Decision Modifying the Energy Efficiency Three-Prong Test Related to Fuel Substitution”. August 1</w:t>
      </w:r>
    </w:p>
  </w:footnote>
  <w:footnote w:id="15">
    <w:p w14:paraId="3F0AFEE2" w14:textId="59FC9180" w:rsidR="002476A4" w:rsidRDefault="002476A4">
      <w:pPr>
        <w:pStyle w:val="FootnoteText"/>
      </w:pPr>
      <w:r>
        <w:rPr>
          <w:rStyle w:val="FootnoteReference"/>
        </w:rPr>
        <w:footnoteRef/>
      </w:r>
      <w:r>
        <w:t xml:space="preserve"> </w:t>
      </w:r>
      <w:bookmarkStart w:id="48" w:name="_Hlk69109277"/>
      <w:r w:rsidRPr="00A7691F">
        <w:t>California Public Utilities Commission (CPUC), Energy Division. 20</w:t>
      </w:r>
      <w:r>
        <w:t>20</w:t>
      </w:r>
      <w:r w:rsidRPr="00A7691F">
        <w:t>. DEER20</w:t>
      </w:r>
      <w:r>
        <w:t>21</w:t>
      </w:r>
      <w:r w:rsidRPr="00A7691F">
        <w:t xml:space="preserve"> </w:t>
      </w:r>
      <w:r>
        <w:t>DEER Water Heater Calculator Documentation</w:t>
      </w:r>
      <w:r w:rsidRPr="00A7691F">
        <w:t>. "DEER-WaterHeater-Calculator-v</w:t>
      </w:r>
      <w:r>
        <w:t>4.2</w:t>
      </w:r>
      <w:r w:rsidRPr="00A7691F">
        <w:t xml:space="preserve">.xlsm." Updated </w:t>
      </w:r>
      <w:r>
        <w:t>September 16</w:t>
      </w:r>
      <w:r w:rsidRPr="00A7691F">
        <w:t>, 20</w:t>
      </w:r>
      <w:r>
        <w:t>20</w:t>
      </w:r>
      <w:r w:rsidRPr="00A7691F">
        <w:t>.</w:t>
      </w:r>
      <w:bookmarkEnd w:id="48"/>
    </w:p>
  </w:footnote>
  <w:footnote w:id="16">
    <w:p w14:paraId="06ABE0BC" w14:textId="53D5659E" w:rsidR="002476A4" w:rsidRDefault="002476A4">
      <w:pPr>
        <w:pStyle w:val="FootnoteText"/>
      </w:pPr>
      <w:r>
        <w:rPr>
          <w:rStyle w:val="FootnoteReference"/>
        </w:rPr>
        <w:footnoteRef/>
      </w:r>
      <w:r>
        <w:t xml:space="preserve"> </w:t>
      </w:r>
      <w:r w:rsidRPr="00A7691F">
        <w:t>California Public Utilities Commission (CPUC), Energy Division. 20</w:t>
      </w:r>
      <w:r>
        <w:t>20</w:t>
      </w:r>
      <w:r w:rsidRPr="00A7691F">
        <w:t>. DEER20</w:t>
      </w:r>
      <w:r>
        <w:t>21</w:t>
      </w:r>
      <w:r w:rsidRPr="00A7691F">
        <w:t xml:space="preserve"> </w:t>
      </w:r>
      <w:r>
        <w:t>DEER Water Heater Calculator Documentation</w:t>
      </w:r>
      <w:r w:rsidRPr="00A7691F">
        <w:t>. "DEER-WaterHeater-Calculator-v</w:t>
      </w:r>
      <w:r>
        <w:t>4.2</w:t>
      </w:r>
      <w:r w:rsidRPr="00A7691F">
        <w:t xml:space="preserve">.xlsm." Updated </w:t>
      </w:r>
      <w:r>
        <w:t>September 16</w:t>
      </w:r>
      <w:r w:rsidRPr="00A7691F">
        <w:t>, 20</w:t>
      </w:r>
      <w:r>
        <w:t>20</w:t>
      </w:r>
      <w:r w:rsidRPr="00A7691F">
        <w:t>.</w:t>
      </w:r>
    </w:p>
  </w:footnote>
  <w:footnote w:id="17">
    <w:p w14:paraId="4FB3F02E" w14:textId="199608F4" w:rsidR="002476A4" w:rsidRDefault="002476A4">
      <w:pPr>
        <w:pStyle w:val="FootnoteText"/>
      </w:pPr>
      <w:r>
        <w:rPr>
          <w:rStyle w:val="FootnoteReference"/>
        </w:rPr>
        <w:footnoteRef/>
      </w:r>
      <w:r>
        <w:t xml:space="preserve"> </w:t>
      </w:r>
      <w:r w:rsidRPr="00CA5FFC">
        <w:rPr>
          <w:szCs w:val="20"/>
        </w:rPr>
        <w:t>California Public Utilities Commission (CPUC), Energy Division. 2020. DEER2021 DEER Water Heater Calculator Documentation. "DEER Water Heater Calculator Documentation v4.0 for DEER2021" Updated April 30, 2020.</w:t>
      </w:r>
    </w:p>
  </w:footnote>
  <w:footnote w:id="18">
    <w:p w14:paraId="58C4C333" w14:textId="2055BA78" w:rsidR="002476A4" w:rsidRDefault="002476A4">
      <w:pPr>
        <w:pStyle w:val="FootnoteText"/>
      </w:pPr>
      <w:r>
        <w:rPr>
          <w:rStyle w:val="FootnoteReference"/>
        </w:rPr>
        <w:footnoteRef/>
      </w:r>
      <w:r>
        <w:t xml:space="preserve"> </w:t>
      </w:r>
      <w:r w:rsidRPr="00CA5FFC">
        <w:rPr>
          <w:szCs w:val="20"/>
        </w:rPr>
        <w:t>California Public Utilities Commission (CPUC), Energy Division. 2020. DEER2021 DEER Water Heater Calculator Documentation. "DEER Water Heater Calculator Documentation v4.0 for DEER2021" Updated April 30, 2020.</w:t>
      </w:r>
    </w:p>
  </w:footnote>
  <w:footnote w:id="19">
    <w:p w14:paraId="01CEA96C" w14:textId="521EBF95" w:rsidR="002476A4" w:rsidRDefault="002476A4">
      <w:pPr>
        <w:pStyle w:val="FootnoteText"/>
      </w:pPr>
      <w:r>
        <w:rPr>
          <w:rStyle w:val="FootnoteReference"/>
        </w:rPr>
        <w:footnoteRef/>
      </w:r>
      <w:r>
        <w:t xml:space="preserve"> </w:t>
      </w:r>
      <w:r>
        <w:rPr>
          <w:szCs w:val="18"/>
        </w:rPr>
        <w:t>Southern California Edison (SCE). 2020. "</w:t>
      </w:r>
      <w:r w:rsidRPr="009F065B">
        <w:t xml:space="preserve"> </w:t>
      </w:r>
      <w:r w:rsidRPr="00F11D70">
        <w:rPr>
          <w:szCs w:val="18"/>
        </w:rPr>
        <w:t>SWWH025-02 Database Exports_11-9-2020</w:t>
      </w:r>
      <w:r>
        <w:rPr>
          <w:szCs w:val="18"/>
        </w:rPr>
        <w:t>.xlsm"</w:t>
      </w:r>
    </w:p>
  </w:footnote>
  <w:footnote w:id="20">
    <w:p w14:paraId="43DBF02C" w14:textId="2AF63EC6" w:rsidR="002476A4" w:rsidRDefault="002476A4" w:rsidP="0043235B">
      <w:pPr>
        <w:pStyle w:val="FootnoteText"/>
      </w:pPr>
      <w:r>
        <w:rPr>
          <w:rStyle w:val="FootnoteReference"/>
        </w:rPr>
        <w:footnoteRef/>
      </w:r>
      <w:r>
        <w:t xml:space="preserve"> </w:t>
      </w:r>
      <w:r w:rsidRPr="00910778">
        <w:t>California Public Utilities Commission. 2019. “Fuel Substitution Technical Guidance for Energy Efficiency”.</w:t>
      </w:r>
    </w:p>
  </w:footnote>
  <w:footnote w:id="21">
    <w:p w14:paraId="4FB62C39" w14:textId="0E75F7E2" w:rsidR="002476A4" w:rsidRDefault="002476A4">
      <w:pPr>
        <w:pStyle w:val="FootnoteText"/>
      </w:pPr>
      <w:r>
        <w:rPr>
          <w:rStyle w:val="FootnoteReference"/>
        </w:rPr>
        <w:footnoteRef/>
      </w:r>
      <w:r>
        <w:t xml:space="preserve"> </w:t>
      </w:r>
      <w:r>
        <w:rPr>
          <w:szCs w:val="18"/>
        </w:rPr>
        <w:t>Southern California Edison (SCE). 2020. "</w:t>
      </w:r>
      <w:r w:rsidRPr="009F065B">
        <w:t xml:space="preserve"> </w:t>
      </w:r>
      <w:r w:rsidRPr="009F065B">
        <w:rPr>
          <w:szCs w:val="18"/>
        </w:rPr>
        <w:t>SWWH025-0</w:t>
      </w:r>
      <w:r>
        <w:rPr>
          <w:szCs w:val="18"/>
        </w:rPr>
        <w:t>2</w:t>
      </w:r>
      <w:r w:rsidRPr="009F065B">
        <w:rPr>
          <w:szCs w:val="18"/>
        </w:rPr>
        <w:t xml:space="preserve"> MeasureDataSpec</w:t>
      </w:r>
      <w:r>
        <w:rPr>
          <w:szCs w:val="18"/>
        </w:rPr>
        <w:t>.xlsm", Cost Data tab</w:t>
      </w:r>
    </w:p>
  </w:footnote>
  <w:footnote w:id="22">
    <w:p w14:paraId="44C4496A" w14:textId="03451F78" w:rsidR="002476A4" w:rsidRDefault="002476A4">
      <w:pPr>
        <w:pStyle w:val="FootnoteText"/>
      </w:pPr>
      <w:r>
        <w:rPr>
          <w:rStyle w:val="FootnoteReference"/>
        </w:rPr>
        <w:footnoteRef/>
      </w:r>
      <w:r>
        <w:t xml:space="preserve"> </w:t>
      </w:r>
      <w:r>
        <w:rPr>
          <w:szCs w:val="18"/>
        </w:rPr>
        <w:t>Southern California Edison (SCE). 2020. "</w:t>
      </w:r>
      <w:r w:rsidRPr="009F065B">
        <w:t xml:space="preserve"> </w:t>
      </w:r>
      <w:r w:rsidRPr="009F065B">
        <w:rPr>
          <w:szCs w:val="18"/>
        </w:rPr>
        <w:t>SWWH025-0</w:t>
      </w:r>
      <w:r>
        <w:rPr>
          <w:szCs w:val="18"/>
        </w:rPr>
        <w:t>2</w:t>
      </w:r>
      <w:r w:rsidRPr="009F065B">
        <w:rPr>
          <w:szCs w:val="18"/>
        </w:rPr>
        <w:t xml:space="preserve"> MeasureDataSpec</w:t>
      </w:r>
      <w:r>
        <w:rPr>
          <w:szCs w:val="18"/>
        </w:rPr>
        <w:t>.xlsm", Cost Data tab</w:t>
      </w:r>
      <w:r>
        <w:t xml:space="preserve"> </w:t>
      </w:r>
    </w:p>
  </w:footnote>
  <w:footnote w:id="23">
    <w:p w14:paraId="34FF19F3" w14:textId="749E7968" w:rsidR="002476A4" w:rsidRDefault="002476A4">
      <w:pPr>
        <w:pStyle w:val="FootnoteText"/>
      </w:pPr>
      <w:r>
        <w:rPr>
          <w:rStyle w:val="FootnoteReference"/>
        </w:rPr>
        <w:footnoteRef/>
      </w:r>
      <w:r>
        <w:t xml:space="preserve"> </w:t>
      </w:r>
      <w:r>
        <w:rPr>
          <w:szCs w:val="18"/>
        </w:rPr>
        <w:t xml:space="preserve">Southern California Edison (SCE). 2018. "SCE17WH001.2 A3 - Costs Calculations.xlsx." </w:t>
      </w:r>
      <w:r>
        <w:t xml:space="preserve"> </w:t>
      </w:r>
    </w:p>
  </w:footnote>
  <w:footnote w:id="24">
    <w:p w14:paraId="4D8DBB24" w14:textId="77777777" w:rsidR="002476A4" w:rsidRDefault="002476A4" w:rsidP="005F6CAB">
      <w:pPr>
        <w:pStyle w:val="FootnoteText"/>
      </w:pPr>
      <w:r>
        <w:rPr>
          <w:rStyle w:val="FootnoteReference"/>
        </w:rPr>
        <w:footnoteRef/>
      </w:r>
      <w:r>
        <w:t xml:space="preserve"> </w:t>
      </w:r>
      <w:r>
        <w:rPr>
          <w:szCs w:val="18"/>
        </w:rPr>
        <w:t>Southern California Edison (SCE). 2020. "</w:t>
      </w:r>
      <w:r w:rsidRPr="009F065B">
        <w:t xml:space="preserve"> </w:t>
      </w:r>
      <w:r w:rsidRPr="009F065B">
        <w:rPr>
          <w:szCs w:val="18"/>
        </w:rPr>
        <w:t>SWWH025-0</w:t>
      </w:r>
      <w:r>
        <w:rPr>
          <w:szCs w:val="18"/>
        </w:rPr>
        <w:t>2</w:t>
      </w:r>
      <w:r w:rsidRPr="009F065B">
        <w:rPr>
          <w:szCs w:val="18"/>
        </w:rPr>
        <w:t xml:space="preserve"> MeasureDataSpec</w:t>
      </w:r>
      <w:r>
        <w:rPr>
          <w:szCs w:val="18"/>
        </w:rPr>
        <w:t>.xlsm", Cost Data tab</w:t>
      </w:r>
      <w:r>
        <w:t xml:space="preserve"> </w:t>
      </w:r>
    </w:p>
  </w:footnote>
  <w:footnote w:id="25">
    <w:p w14:paraId="22C61F09" w14:textId="77777777" w:rsidR="002476A4" w:rsidRDefault="002476A4" w:rsidP="005F6CAB">
      <w:pPr>
        <w:pStyle w:val="FootnoteText"/>
      </w:pPr>
      <w:r>
        <w:rPr>
          <w:rStyle w:val="FootnoteReference"/>
        </w:rPr>
        <w:footnoteRef/>
      </w:r>
      <w:r>
        <w:t xml:space="preserve"> </w:t>
      </w:r>
      <w:r>
        <w:rPr>
          <w:szCs w:val="18"/>
        </w:rPr>
        <w:t>Southern California Edison (SCE). 2020. "</w:t>
      </w:r>
      <w:r w:rsidRPr="009F065B">
        <w:t xml:space="preserve"> </w:t>
      </w:r>
      <w:r w:rsidRPr="009F065B">
        <w:rPr>
          <w:szCs w:val="18"/>
        </w:rPr>
        <w:t>SWWH025-0</w:t>
      </w:r>
      <w:r>
        <w:rPr>
          <w:szCs w:val="18"/>
        </w:rPr>
        <w:t>2</w:t>
      </w:r>
      <w:r w:rsidRPr="009F065B">
        <w:rPr>
          <w:szCs w:val="18"/>
        </w:rPr>
        <w:t xml:space="preserve"> MeasureDataSpec</w:t>
      </w:r>
      <w:r>
        <w:rPr>
          <w:szCs w:val="18"/>
        </w:rPr>
        <w:t>.xlsm", Cost Data tab</w:t>
      </w:r>
    </w:p>
  </w:footnote>
  <w:footnote w:id="26">
    <w:p w14:paraId="52D12FCE" w14:textId="214B62B6" w:rsidR="002476A4" w:rsidRDefault="002476A4" w:rsidP="001C2DAA">
      <w:pPr>
        <w:pStyle w:val="FootnoteText"/>
      </w:pPr>
      <w:r>
        <w:rPr>
          <w:rStyle w:val="FootnoteReference"/>
        </w:rPr>
        <w:footnoteRef/>
      </w:r>
      <w:r>
        <w:t xml:space="preserve"> </w:t>
      </w:r>
      <w:r w:rsidRPr="00873146">
        <w:t>20</w:t>
      </w:r>
      <w:r>
        <w:t>20</w:t>
      </w:r>
      <w:r w:rsidRPr="00873146">
        <w:t xml:space="preserve"> </w:t>
      </w:r>
      <w:proofErr w:type="spellStart"/>
      <w:r w:rsidRPr="00873146">
        <w:t>RSMeans</w:t>
      </w:r>
      <w:proofErr w:type="spellEnd"/>
      <w:r w:rsidRPr="00873146">
        <w:t xml:space="preserve"> </w:t>
      </w:r>
      <w:r>
        <w:t>Electrical</w:t>
      </w:r>
      <w:r w:rsidRPr="00873146">
        <w:t xml:space="preserve"> Cost Data</w:t>
      </w:r>
    </w:p>
  </w:footnote>
  <w:footnote w:id="27">
    <w:p w14:paraId="3E23E1EE" w14:textId="6416ABF1" w:rsidR="002476A4" w:rsidRDefault="002476A4" w:rsidP="001C2DAA">
      <w:pPr>
        <w:pStyle w:val="FootnoteText"/>
      </w:pPr>
      <w:r>
        <w:rPr>
          <w:rStyle w:val="FootnoteReference"/>
        </w:rPr>
        <w:footnoteRef/>
      </w:r>
      <w:r>
        <w:t xml:space="preserve"> </w:t>
      </w:r>
      <w:proofErr w:type="spellStart"/>
      <w:r w:rsidRPr="00873146">
        <w:t>RSMeans</w:t>
      </w:r>
      <w:proofErr w:type="spellEnd"/>
      <w:r w:rsidRPr="00873146">
        <w:t xml:space="preserve"> </w:t>
      </w:r>
      <w:r>
        <w:t xml:space="preserve">Residential Labor Rates, </w:t>
      </w:r>
      <w:proofErr w:type="gramStart"/>
      <w:r w:rsidRPr="00873146">
        <w:t>https://www.rsmeansonline.com/References/LABORRATE/2-Year%2020</w:t>
      </w:r>
      <w:r>
        <w:t>20</w:t>
      </w:r>
      <w:r w:rsidRPr="00873146">
        <w:t>%20Labor%20Rates/Residential%20Labor%20Rates.PDF</w:t>
      </w:r>
      <w:r>
        <w:t xml:space="preserve"> ,</w:t>
      </w:r>
      <w:proofErr w:type="gramEnd"/>
      <w:r>
        <w:t xml:space="preserve"> </w:t>
      </w:r>
      <w:r w:rsidRPr="00873146">
        <w:t>“</w:t>
      </w:r>
      <w:r>
        <w:t>Residential Labor Rates.</w:t>
      </w:r>
      <w:r w:rsidRPr="00873146">
        <w:t>pdf”</w:t>
      </w:r>
    </w:p>
  </w:footnote>
  <w:footnote w:id="28">
    <w:p w14:paraId="019F371D" w14:textId="2C5215AF" w:rsidR="002476A4" w:rsidRDefault="002476A4" w:rsidP="001C2DAA">
      <w:pPr>
        <w:pStyle w:val="FootnoteText"/>
      </w:pPr>
      <w:r>
        <w:rPr>
          <w:rStyle w:val="FootnoteReference"/>
        </w:rPr>
        <w:footnoteRef/>
      </w:r>
      <w:r>
        <w:t xml:space="preserve"> </w:t>
      </w:r>
      <w:r>
        <w:rPr>
          <w:szCs w:val="18"/>
        </w:rPr>
        <w:t>Southern California Edison (SCE). 2020. "</w:t>
      </w:r>
      <w:r w:rsidRPr="009F065B">
        <w:t xml:space="preserve"> </w:t>
      </w:r>
      <w:r w:rsidRPr="009F065B">
        <w:rPr>
          <w:szCs w:val="18"/>
        </w:rPr>
        <w:t>SWWH025-0</w:t>
      </w:r>
      <w:r>
        <w:rPr>
          <w:szCs w:val="18"/>
        </w:rPr>
        <w:t>2</w:t>
      </w:r>
      <w:r w:rsidRPr="009F065B">
        <w:rPr>
          <w:szCs w:val="18"/>
        </w:rPr>
        <w:t xml:space="preserve"> MeasureDataSpec</w:t>
      </w:r>
      <w:r>
        <w:rPr>
          <w:szCs w:val="18"/>
        </w:rPr>
        <w:t>.xlsm", Cost Data tab</w:t>
      </w:r>
    </w:p>
  </w:footnote>
  <w:footnote w:id="29">
    <w:p w14:paraId="37FC2044" w14:textId="77777777" w:rsidR="002476A4" w:rsidRDefault="002476A4" w:rsidP="00E62A94">
      <w:pPr>
        <w:pStyle w:val="FootnoteText"/>
      </w:pPr>
      <w:r>
        <w:rPr>
          <w:rStyle w:val="FootnoteReference"/>
        </w:rPr>
        <w:footnoteRef/>
      </w:r>
      <w:r>
        <w:t xml:space="preserve"> </w:t>
      </w:r>
      <w:r w:rsidRPr="00873146">
        <w:t>20</w:t>
      </w:r>
      <w:r>
        <w:t>20</w:t>
      </w:r>
      <w:r w:rsidRPr="00873146">
        <w:t xml:space="preserve"> </w:t>
      </w:r>
      <w:proofErr w:type="spellStart"/>
      <w:r w:rsidRPr="00873146">
        <w:t>RSMeans</w:t>
      </w:r>
      <w:proofErr w:type="spellEnd"/>
      <w:r w:rsidRPr="00873146">
        <w:t xml:space="preserve"> </w:t>
      </w:r>
      <w:r>
        <w:t>Electrical</w:t>
      </w:r>
      <w:r w:rsidRPr="00873146">
        <w:t xml:space="preserve"> Cost Data</w:t>
      </w:r>
    </w:p>
  </w:footnote>
  <w:footnote w:id="30">
    <w:p w14:paraId="6010038D" w14:textId="7C9CE83B" w:rsidR="002476A4" w:rsidRDefault="002476A4">
      <w:pPr>
        <w:pStyle w:val="FootnoteText"/>
      </w:pPr>
      <w:r>
        <w:rPr>
          <w:rStyle w:val="FootnoteReference"/>
        </w:rPr>
        <w:footnoteRef/>
      </w:r>
      <w:r>
        <w:t xml:space="preserve"> </w:t>
      </w:r>
      <w:proofErr w:type="spellStart"/>
      <w:r w:rsidRPr="005F1955">
        <w:t>RSMeans</w:t>
      </w:r>
      <w:proofErr w:type="spellEnd"/>
      <w:r w:rsidRPr="005F1955">
        <w:t xml:space="preserve"> </w:t>
      </w:r>
      <w:r>
        <w:t xml:space="preserve">2020 Residential Labor Rates. </w:t>
      </w:r>
      <w:r w:rsidRPr="00EE2874">
        <w:t>https://www.rsmeansonline.com/References/LABORRATE/2-Year%202020%20Labor%20Rates/Residential%20Labor%20Rates.PDF</w:t>
      </w:r>
    </w:p>
  </w:footnote>
  <w:footnote w:id="31">
    <w:p w14:paraId="5D8870F8" w14:textId="77777777" w:rsidR="002476A4" w:rsidRDefault="002476A4" w:rsidP="00E62A94">
      <w:pPr>
        <w:pStyle w:val="FootnoteText"/>
      </w:pPr>
      <w:r>
        <w:rPr>
          <w:rStyle w:val="FootnoteReference"/>
        </w:rPr>
        <w:footnoteRef/>
      </w:r>
      <w:r>
        <w:t xml:space="preserve"> </w:t>
      </w:r>
      <w:r w:rsidRPr="00873146">
        <w:t>20</w:t>
      </w:r>
      <w:r>
        <w:t>20</w:t>
      </w:r>
      <w:r w:rsidRPr="00873146">
        <w:t xml:space="preserve"> </w:t>
      </w:r>
      <w:proofErr w:type="spellStart"/>
      <w:r w:rsidRPr="00873146">
        <w:t>RSMeans</w:t>
      </w:r>
      <w:proofErr w:type="spellEnd"/>
      <w:r w:rsidRPr="00873146">
        <w:t xml:space="preserve"> </w:t>
      </w:r>
      <w:r>
        <w:t>Electrical</w:t>
      </w:r>
      <w:r w:rsidRPr="00873146">
        <w:t xml:space="preserve"> Cost Data</w:t>
      </w:r>
    </w:p>
  </w:footnote>
  <w:footnote w:id="32">
    <w:p w14:paraId="5662C816" w14:textId="3ACFE019" w:rsidR="002476A4" w:rsidRDefault="002476A4" w:rsidP="00E62A94">
      <w:pPr>
        <w:pStyle w:val="FootnoteText"/>
      </w:pPr>
      <w:r>
        <w:rPr>
          <w:rStyle w:val="FootnoteReference"/>
        </w:rPr>
        <w:footnoteRef/>
      </w:r>
      <w:r>
        <w:t xml:space="preserve"> </w:t>
      </w:r>
      <w:proofErr w:type="spellStart"/>
      <w:r w:rsidRPr="005F1955">
        <w:t>RSMeans</w:t>
      </w:r>
      <w:proofErr w:type="spellEnd"/>
      <w:r w:rsidRPr="005F1955">
        <w:t xml:space="preserve"> </w:t>
      </w:r>
      <w:r>
        <w:t xml:space="preserve">2020 Residential Labor Rates. </w:t>
      </w:r>
      <w:r w:rsidRPr="00EE2874">
        <w:t>https://www.rsmeansonline.com/References/LABORRATE/2-Year%202020%20Labor%20Rates/Residential%20Labor%20Rates.PDF</w:t>
      </w:r>
    </w:p>
  </w:footnote>
  <w:footnote w:id="33">
    <w:p w14:paraId="1D0D308A" w14:textId="77777777" w:rsidR="002476A4" w:rsidRDefault="002476A4" w:rsidP="00F7114F">
      <w:pPr>
        <w:pStyle w:val="FootnoteText"/>
      </w:pPr>
      <w:r>
        <w:rPr>
          <w:rStyle w:val="FootnoteReference"/>
        </w:rPr>
        <w:footnoteRef/>
      </w:r>
      <w:r>
        <w:t xml:space="preserve"> </w:t>
      </w:r>
      <w:r w:rsidRPr="00E30871">
        <w:t xml:space="preserve">California Public Utilities Commission. 2019. </w:t>
      </w:r>
      <w:r>
        <w:t>“</w:t>
      </w:r>
      <w:r w:rsidRPr="00E30871">
        <w:t>Fuel Substitution Technical Guidance for Energy Efficiency</w:t>
      </w:r>
      <w:r>
        <w:t>”</w:t>
      </w:r>
      <w:r w:rsidRPr="00E30871">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089A6C" w14:textId="77777777" w:rsidR="002476A4" w:rsidRPr="000220A0" w:rsidRDefault="002476A4"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CD59FC" w14:textId="77777777" w:rsidR="002476A4" w:rsidRDefault="002476A4">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5.34 Window Evaporative Cooler</w:t>
    </w:r>
  </w:p>
  <w:p w14:paraId="5F01CF3E" w14:textId="77777777" w:rsidR="002476A4" w:rsidRDefault="002476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01BD80" w14:textId="77777777" w:rsidR="002476A4" w:rsidRDefault="002476A4" w:rsidP="00BD221D">
    <w:pPr>
      <w:jc w:val="center"/>
    </w:pPr>
  </w:p>
  <w:p w14:paraId="47CFDC0C" w14:textId="77777777" w:rsidR="002476A4" w:rsidRDefault="002476A4" w:rsidP="00BD221D">
    <w:pPr>
      <w:jc w:val="center"/>
    </w:pPr>
    <w:r>
      <w:rPr>
        <w:noProof/>
      </w:rPr>
      <w:drawing>
        <wp:inline distT="0" distB="0" distL="0" distR="0" wp14:anchorId="3A4E70A8" wp14:editId="6E44AD34">
          <wp:extent cx="937307" cy="1405961"/>
          <wp:effectExtent l="0" t="0" r="2540" b="0"/>
          <wp:docPr id="10" name="Picture 10"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2D697" w14:textId="4B94154C" w:rsidR="002476A4" w:rsidRDefault="002476A4" w:rsidP="00986C3B">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sidRPr="00372EC6">
      <w:rPr>
        <w:rFonts w:ascii="Calibri Light" w:hAnsi="Calibri Light"/>
        <w:b/>
      </w:rPr>
      <w:t>RESIDENTIAL HEAT PUMP WATER HEATER-FUEL SUBSTITUTION</w:t>
    </w:r>
  </w:p>
  <w:p w14:paraId="39FF24B0" w14:textId="77777777" w:rsidR="002476A4" w:rsidRDefault="002476A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7109D4" w14:textId="77777777" w:rsidR="002476A4" w:rsidRDefault="002476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D5548"/>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 w15:restartNumberingAfterBreak="0">
    <w:nsid w:val="076E2A30"/>
    <w:multiLevelType w:val="hybridMultilevel"/>
    <w:tmpl w:val="38D6C9E8"/>
    <w:lvl w:ilvl="0" w:tplc="44480520">
      <w:start w:val="1"/>
      <w:numFmt w:val="bullet"/>
      <w:lvlText w:val=""/>
      <w:lvlJc w:val="left"/>
      <w:pPr>
        <w:ind w:left="1440" w:hanging="360"/>
      </w:pPr>
      <w:rPr>
        <w:rFonts w:ascii="Symbol" w:hAnsi="Symbol" w:hint="default"/>
        <w:color w:val="6B6B6B"/>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C1B130A"/>
    <w:multiLevelType w:val="hybridMultilevel"/>
    <w:tmpl w:val="6ECCE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DE26AB"/>
    <w:multiLevelType w:val="hybridMultilevel"/>
    <w:tmpl w:val="4A7A9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9801FA"/>
    <w:multiLevelType w:val="hybridMultilevel"/>
    <w:tmpl w:val="078CF1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845A5A"/>
    <w:multiLevelType w:val="hybridMultilevel"/>
    <w:tmpl w:val="09766422"/>
    <w:lvl w:ilvl="0" w:tplc="D5BAC996">
      <w:start w:val="1"/>
      <w:numFmt w:val="bullet"/>
      <w:lvlText w:val=""/>
      <w:lvlJc w:val="left"/>
      <w:pPr>
        <w:ind w:left="1080" w:hanging="360"/>
      </w:pPr>
      <w:rPr>
        <w:rFonts w:ascii="Symbol" w:hAnsi="Symbol" w:hint="default"/>
        <w:color w:val="404040" w:themeColor="accent3" w:themeShade="80"/>
        <w:sz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BE1801"/>
    <w:multiLevelType w:val="hybridMultilevel"/>
    <w:tmpl w:val="4C98D98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181D4176"/>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8" w15:restartNumberingAfterBreak="0">
    <w:nsid w:val="1B6C257D"/>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9" w15:restartNumberingAfterBreak="0">
    <w:nsid w:val="1D8360FC"/>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0"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D61CD5"/>
    <w:multiLevelType w:val="hybridMultilevel"/>
    <w:tmpl w:val="C2560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0D64C6"/>
    <w:multiLevelType w:val="multilevel"/>
    <w:tmpl w:val="753050A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15:restartNumberingAfterBreak="0">
    <w:nsid w:val="2ECB6C3D"/>
    <w:multiLevelType w:val="hybridMultilevel"/>
    <w:tmpl w:val="54E2B6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FD24E58"/>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5" w15:restartNumberingAfterBreak="0">
    <w:nsid w:val="31C51F9D"/>
    <w:multiLevelType w:val="hybridMultilevel"/>
    <w:tmpl w:val="1BAE5C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971107"/>
    <w:multiLevelType w:val="hybridMultilevel"/>
    <w:tmpl w:val="0D060E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80715E"/>
    <w:multiLevelType w:val="multilevel"/>
    <w:tmpl w:val="D8DE6B44"/>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8" w15:restartNumberingAfterBreak="0">
    <w:nsid w:val="345A30BC"/>
    <w:multiLevelType w:val="hybridMultilevel"/>
    <w:tmpl w:val="B4D2581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AE93ABE"/>
    <w:multiLevelType w:val="hybridMultilevel"/>
    <w:tmpl w:val="865CE1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8041816"/>
    <w:multiLevelType w:val="hybridMultilevel"/>
    <w:tmpl w:val="7BC6CD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DE2E4B"/>
    <w:multiLevelType w:val="hybridMultilevel"/>
    <w:tmpl w:val="5D4E0A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235873"/>
    <w:multiLevelType w:val="hybridMultilevel"/>
    <w:tmpl w:val="933029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E778C6"/>
    <w:multiLevelType w:val="hybridMultilevel"/>
    <w:tmpl w:val="4A32E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F165CE"/>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7"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28" w15:restartNumberingAfterBreak="0">
    <w:nsid w:val="5DEE44A8"/>
    <w:multiLevelType w:val="hybridMultilevel"/>
    <w:tmpl w:val="9408A4F2"/>
    <w:lvl w:ilvl="0" w:tplc="694C1B1A">
      <w:start w:val="1"/>
      <w:numFmt w:val="lowerLetter"/>
      <w:lvlText w:val="%1."/>
      <w:lvlJc w:val="left"/>
      <w:pPr>
        <w:ind w:left="1080" w:hanging="360"/>
      </w:pPr>
      <w:rPr>
        <w:rFonts w:asciiTheme="minorHAnsi" w:eastAsiaTheme="minorHAnsi" w:hAnsiTheme="minorHAnsi" w:cstheme="minorBid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B514566"/>
    <w:multiLevelType w:val="hybridMultilevel"/>
    <w:tmpl w:val="54187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354E66"/>
    <w:multiLevelType w:val="multilevel"/>
    <w:tmpl w:val="6BF881A8"/>
    <w:lvl w:ilvl="0">
      <w:start w:val="1"/>
      <w:numFmt w:val="bullet"/>
      <w:lvlText w:val=""/>
      <w:lvlJc w:val="left"/>
      <w:pPr>
        <w:ind w:left="360" w:hanging="360"/>
      </w:pPr>
      <w:rPr>
        <w:rFonts w:ascii="Symbol" w:hAnsi="Symbol" w:hint="default"/>
        <w:color w:val="F18A21"/>
        <w:sz w:val="20"/>
        <w:szCs w:val="18"/>
        <w:u w:color="F18A26"/>
      </w:rPr>
    </w:lvl>
    <w:lvl w:ilvl="1">
      <w:start w:val="1"/>
      <w:numFmt w:val="bullet"/>
      <w:lvlText w:val="o"/>
      <w:lvlJc w:val="left"/>
      <w:pPr>
        <w:tabs>
          <w:tab w:val="num" w:pos="1440"/>
        </w:tabs>
        <w:ind w:left="1440" w:hanging="360"/>
      </w:pPr>
      <w:rPr>
        <w:rFonts w:ascii="Courier New" w:hAnsi="Courier New" w:hint="default"/>
        <w:sz w:val="20"/>
        <w:szCs w:val="16"/>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E3A73DE"/>
    <w:multiLevelType w:val="hybridMultilevel"/>
    <w:tmpl w:val="52DC46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D64DDE"/>
    <w:multiLevelType w:val="hybridMultilevel"/>
    <w:tmpl w:val="1D3A84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C07B80"/>
    <w:multiLevelType w:val="hybridMultilevel"/>
    <w:tmpl w:val="D7F8C266"/>
    <w:lvl w:ilvl="0" w:tplc="3A4CF13A">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3B5A2E"/>
    <w:multiLevelType w:val="hybridMultilevel"/>
    <w:tmpl w:val="7BC6CD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36" w15:restartNumberingAfterBreak="0">
    <w:nsid w:val="7577186B"/>
    <w:multiLevelType w:val="hybridMultilevel"/>
    <w:tmpl w:val="388A8F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38" w15:restartNumberingAfterBreak="0">
    <w:nsid w:val="76961D01"/>
    <w:multiLevelType w:val="multilevel"/>
    <w:tmpl w:val="79E6F690"/>
    <w:lvl w:ilvl="0">
      <w:start w:val="1"/>
      <w:numFmt w:val="bullet"/>
      <w:pStyle w:val="eTRMBulletedText"/>
      <w:lvlText w:val=""/>
      <w:lvlJc w:val="left"/>
      <w:pPr>
        <w:ind w:left="720" w:hanging="360"/>
      </w:pPr>
      <w:rPr>
        <w:rFonts w:ascii="Symbol" w:hAnsi="Symbol" w:hint="default"/>
        <w:color w:val="6B6B6B"/>
        <w:sz w:val="20"/>
        <w:u w:val="none"/>
      </w:rPr>
    </w:lvl>
    <w:lvl w:ilvl="1">
      <w:start w:val="1"/>
      <w:numFmt w:val="lowerLetter"/>
      <w:lvlText w:val="%2."/>
      <w:lvlJc w:val="left"/>
      <w:pPr>
        <w:ind w:left="1800" w:firstLine="2520"/>
      </w:pPr>
      <w:rPr>
        <w:u w:val="none"/>
      </w:rPr>
    </w:lvl>
    <w:lvl w:ilvl="2">
      <w:start w:val="1"/>
      <w:numFmt w:val="lowerRoman"/>
      <w:lvlText w:val="%3."/>
      <w:lvlJc w:val="right"/>
      <w:pPr>
        <w:ind w:left="2520" w:firstLine="3960"/>
      </w:pPr>
      <w:rPr>
        <w:u w:val="none"/>
      </w:rPr>
    </w:lvl>
    <w:lvl w:ilvl="3">
      <w:start w:val="1"/>
      <w:numFmt w:val="decimal"/>
      <w:lvlText w:val="%4."/>
      <w:lvlJc w:val="left"/>
      <w:pPr>
        <w:ind w:left="3240" w:firstLine="5400"/>
      </w:pPr>
      <w:rPr>
        <w:u w:val="none"/>
      </w:rPr>
    </w:lvl>
    <w:lvl w:ilvl="4">
      <w:start w:val="1"/>
      <w:numFmt w:val="lowerLetter"/>
      <w:lvlText w:val="%5."/>
      <w:lvlJc w:val="left"/>
      <w:pPr>
        <w:ind w:left="3960" w:firstLine="6840"/>
      </w:pPr>
      <w:rPr>
        <w:u w:val="none"/>
      </w:rPr>
    </w:lvl>
    <w:lvl w:ilvl="5">
      <w:start w:val="1"/>
      <w:numFmt w:val="lowerRoman"/>
      <w:lvlText w:val="%6."/>
      <w:lvlJc w:val="right"/>
      <w:pPr>
        <w:ind w:left="4680" w:firstLine="8280"/>
      </w:pPr>
      <w:rPr>
        <w:u w:val="none"/>
      </w:rPr>
    </w:lvl>
    <w:lvl w:ilvl="6">
      <w:start w:val="1"/>
      <w:numFmt w:val="decimal"/>
      <w:lvlText w:val="%7."/>
      <w:lvlJc w:val="left"/>
      <w:pPr>
        <w:ind w:left="5400" w:firstLine="9720"/>
      </w:pPr>
      <w:rPr>
        <w:u w:val="none"/>
      </w:rPr>
    </w:lvl>
    <w:lvl w:ilvl="7">
      <w:start w:val="1"/>
      <w:numFmt w:val="lowerLetter"/>
      <w:lvlText w:val="%8."/>
      <w:lvlJc w:val="left"/>
      <w:pPr>
        <w:ind w:left="6120" w:firstLine="11160"/>
      </w:pPr>
      <w:rPr>
        <w:u w:val="none"/>
      </w:rPr>
    </w:lvl>
    <w:lvl w:ilvl="8">
      <w:start w:val="1"/>
      <w:numFmt w:val="lowerRoman"/>
      <w:lvlText w:val="%9."/>
      <w:lvlJc w:val="right"/>
      <w:pPr>
        <w:ind w:left="6840" w:firstLine="12600"/>
      </w:pPr>
      <w:rPr>
        <w:u w:val="none"/>
      </w:rPr>
    </w:lvl>
  </w:abstractNum>
  <w:abstractNum w:abstractNumId="39" w15:restartNumberingAfterBreak="0">
    <w:nsid w:val="78134A25"/>
    <w:multiLevelType w:val="hybridMultilevel"/>
    <w:tmpl w:val="1452DC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903BD3"/>
    <w:multiLevelType w:val="hybridMultilevel"/>
    <w:tmpl w:val="D39240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F791DFA"/>
    <w:multiLevelType w:val="hybridMultilevel"/>
    <w:tmpl w:val="F7901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FA07FB7"/>
    <w:multiLevelType w:val="hybridMultilevel"/>
    <w:tmpl w:val="DE1090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35"/>
  </w:num>
  <w:num w:numId="2">
    <w:abstractNumId w:val="37"/>
  </w:num>
  <w:num w:numId="3">
    <w:abstractNumId w:val="27"/>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4">
    <w:abstractNumId w:val="33"/>
  </w:num>
  <w:num w:numId="5">
    <w:abstractNumId w:val="10"/>
  </w:num>
  <w:num w:numId="6">
    <w:abstractNumId w:val="11"/>
  </w:num>
  <w:num w:numId="7">
    <w:abstractNumId w:val="26"/>
  </w:num>
  <w:num w:numId="8">
    <w:abstractNumId w:val="38"/>
  </w:num>
  <w:num w:numId="9">
    <w:abstractNumId w:val="14"/>
  </w:num>
  <w:num w:numId="10">
    <w:abstractNumId w:val="0"/>
  </w:num>
  <w:num w:numId="11">
    <w:abstractNumId w:val="17"/>
  </w:num>
  <w:num w:numId="12">
    <w:abstractNumId w:val="12"/>
  </w:num>
  <w:num w:numId="13">
    <w:abstractNumId w:val="8"/>
  </w:num>
  <w:num w:numId="14">
    <w:abstractNumId w:val="39"/>
  </w:num>
  <w:num w:numId="15">
    <w:abstractNumId w:val="9"/>
  </w:num>
  <w:num w:numId="16">
    <w:abstractNumId w:val="7"/>
  </w:num>
  <w:num w:numId="17">
    <w:abstractNumId w:val="3"/>
  </w:num>
  <w:num w:numId="18">
    <w:abstractNumId w:val="25"/>
  </w:num>
  <w:num w:numId="19">
    <w:abstractNumId w:val="30"/>
  </w:num>
  <w:num w:numId="20">
    <w:abstractNumId w:val="2"/>
  </w:num>
  <w:num w:numId="21">
    <w:abstractNumId w:val="29"/>
  </w:num>
  <w:num w:numId="22">
    <w:abstractNumId w:val="4"/>
  </w:num>
  <w:num w:numId="23">
    <w:abstractNumId w:val="41"/>
  </w:num>
  <w:num w:numId="24">
    <w:abstractNumId w:val="15"/>
  </w:num>
  <w:num w:numId="25">
    <w:abstractNumId w:val="23"/>
  </w:num>
  <w:num w:numId="26">
    <w:abstractNumId w:val="18"/>
  </w:num>
  <w:num w:numId="27">
    <w:abstractNumId w:val="32"/>
  </w:num>
  <w:num w:numId="28">
    <w:abstractNumId w:val="22"/>
  </w:num>
  <w:num w:numId="29">
    <w:abstractNumId w:val="34"/>
  </w:num>
  <w:num w:numId="30">
    <w:abstractNumId w:val="40"/>
  </w:num>
  <w:num w:numId="31">
    <w:abstractNumId w:val="24"/>
  </w:num>
  <w:num w:numId="32">
    <w:abstractNumId w:val="31"/>
  </w:num>
  <w:num w:numId="33">
    <w:abstractNumId w:val="36"/>
  </w:num>
  <w:num w:numId="34">
    <w:abstractNumId w:val="5"/>
  </w:num>
  <w:num w:numId="35">
    <w:abstractNumId w:val="13"/>
  </w:num>
  <w:num w:numId="36">
    <w:abstractNumId w:val="16"/>
  </w:num>
  <w:num w:numId="37">
    <w:abstractNumId w:val="28"/>
  </w:num>
  <w:num w:numId="38">
    <w:abstractNumId w:val="1"/>
  </w:num>
  <w:num w:numId="39">
    <w:abstractNumId w:val="42"/>
  </w:num>
  <w:num w:numId="40">
    <w:abstractNumId w:val="6"/>
  </w:num>
  <w:num w:numId="41">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1509"/>
    <w:rsid w:val="00002724"/>
    <w:rsid w:val="00002B6F"/>
    <w:rsid w:val="00004880"/>
    <w:rsid w:val="00005B06"/>
    <w:rsid w:val="000063B0"/>
    <w:rsid w:val="000110D9"/>
    <w:rsid w:val="000111AF"/>
    <w:rsid w:val="000117AB"/>
    <w:rsid w:val="00012728"/>
    <w:rsid w:val="0001609E"/>
    <w:rsid w:val="00016928"/>
    <w:rsid w:val="000220A0"/>
    <w:rsid w:val="000229F1"/>
    <w:rsid w:val="0002389A"/>
    <w:rsid w:val="00026D58"/>
    <w:rsid w:val="000302DF"/>
    <w:rsid w:val="00031184"/>
    <w:rsid w:val="000328F2"/>
    <w:rsid w:val="000336CD"/>
    <w:rsid w:val="0003562D"/>
    <w:rsid w:val="00037A06"/>
    <w:rsid w:val="000433BE"/>
    <w:rsid w:val="00046BB0"/>
    <w:rsid w:val="00050909"/>
    <w:rsid w:val="0005108E"/>
    <w:rsid w:val="00051DBB"/>
    <w:rsid w:val="00052143"/>
    <w:rsid w:val="00052C95"/>
    <w:rsid w:val="000530E4"/>
    <w:rsid w:val="0005587A"/>
    <w:rsid w:val="00055FF5"/>
    <w:rsid w:val="00060FC2"/>
    <w:rsid w:val="00061520"/>
    <w:rsid w:val="00061886"/>
    <w:rsid w:val="00061D34"/>
    <w:rsid w:val="000621A8"/>
    <w:rsid w:val="00065E54"/>
    <w:rsid w:val="00066723"/>
    <w:rsid w:val="000672E5"/>
    <w:rsid w:val="00074DC4"/>
    <w:rsid w:val="00074E3E"/>
    <w:rsid w:val="000767E9"/>
    <w:rsid w:val="00077A7A"/>
    <w:rsid w:val="0008108C"/>
    <w:rsid w:val="00081306"/>
    <w:rsid w:val="000841AA"/>
    <w:rsid w:val="000849F6"/>
    <w:rsid w:val="00085726"/>
    <w:rsid w:val="00087FD4"/>
    <w:rsid w:val="00090556"/>
    <w:rsid w:val="00090BBF"/>
    <w:rsid w:val="000910B7"/>
    <w:rsid w:val="00091581"/>
    <w:rsid w:val="000918DA"/>
    <w:rsid w:val="00091F66"/>
    <w:rsid w:val="0009206D"/>
    <w:rsid w:val="00094517"/>
    <w:rsid w:val="00096485"/>
    <w:rsid w:val="00096C5B"/>
    <w:rsid w:val="000978C8"/>
    <w:rsid w:val="000A1C8B"/>
    <w:rsid w:val="000A270E"/>
    <w:rsid w:val="000A4D3A"/>
    <w:rsid w:val="000A5FC9"/>
    <w:rsid w:val="000A62EF"/>
    <w:rsid w:val="000A66B7"/>
    <w:rsid w:val="000A6953"/>
    <w:rsid w:val="000A7058"/>
    <w:rsid w:val="000B139B"/>
    <w:rsid w:val="000B2F5E"/>
    <w:rsid w:val="000B459C"/>
    <w:rsid w:val="000B6004"/>
    <w:rsid w:val="000C0598"/>
    <w:rsid w:val="000C33C8"/>
    <w:rsid w:val="000C36B4"/>
    <w:rsid w:val="000C4BDE"/>
    <w:rsid w:val="000C5378"/>
    <w:rsid w:val="000C72C1"/>
    <w:rsid w:val="000C7B77"/>
    <w:rsid w:val="000D2F3F"/>
    <w:rsid w:val="000D6373"/>
    <w:rsid w:val="000D7D80"/>
    <w:rsid w:val="000E0244"/>
    <w:rsid w:val="000E044A"/>
    <w:rsid w:val="000E1D72"/>
    <w:rsid w:val="000E769A"/>
    <w:rsid w:val="000E7FE5"/>
    <w:rsid w:val="000F0229"/>
    <w:rsid w:val="000F0F30"/>
    <w:rsid w:val="000F1833"/>
    <w:rsid w:val="000F219D"/>
    <w:rsid w:val="000F220C"/>
    <w:rsid w:val="000F5FC7"/>
    <w:rsid w:val="001010E0"/>
    <w:rsid w:val="00103399"/>
    <w:rsid w:val="0010469F"/>
    <w:rsid w:val="0010471F"/>
    <w:rsid w:val="00104933"/>
    <w:rsid w:val="0010657B"/>
    <w:rsid w:val="00106A38"/>
    <w:rsid w:val="001100CD"/>
    <w:rsid w:val="00111A53"/>
    <w:rsid w:val="00112455"/>
    <w:rsid w:val="00113621"/>
    <w:rsid w:val="00113BA1"/>
    <w:rsid w:val="0011498C"/>
    <w:rsid w:val="00117351"/>
    <w:rsid w:val="00120592"/>
    <w:rsid w:val="001208D9"/>
    <w:rsid w:val="001217DF"/>
    <w:rsid w:val="0012187D"/>
    <w:rsid w:val="00121E1D"/>
    <w:rsid w:val="00123594"/>
    <w:rsid w:val="001239FF"/>
    <w:rsid w:val="00124BFE"/>
    <w:rsid w:val="00126809"/>
    <w:rsid w:val="00126B25"/>
    <w:rsid w:val="00127440"/>
    <w:rsid w:val="00131C5A"/>
    <w:rsid w:val="00135241"/>
    <w:rsid w:val="00142D3C"/>
    <w:rsid w:val="001451AB"/>
    <w:rsid w:val="001474D9"/>
    <w:rsid w:val="001501B3"/>
    <w:rsid w:val="00151B9F"/>
    <w:rsid w:val="00153BB7"/>
    <w:rsid w:val="00154391"/>
    <w:rsid w:val="001564FC"/>
    <w:rsid w:val="00157985"/>
    <w:rsid w:val="00161DF1"/>
    <w:rsid w:val="00162A3F"/>
    <w:rsid w:val="001648F6"/>
    <w:rsid w:val="00166375"/>
    <w:rsid w:val="00171951"/>
    <w:rsid w:val="00171BB8"/>
    <w:rsid w:val="001741DD"/>
    <w:rsid w:val="00174707"/>
    <w:rsid w:val="00176929"/>
    <w:rsid w:val="00177B50"/>
    <w:rsid w:val="00177EB6"/>
    <w:rsid w:val="00180DAD"/>
    <w:rsid w:val="00181672"/>
    <w:rsid w:val="00181E01"/>
    <w:rsid w:val="00191A92"/>
    <w:rsid w:val="001944A0"/>
    <w:rsid w:val="001944B4"/>
    <w:rsid w:val="0019480A"/>
    <w:rsid w:val="00195B03"/>
    <w:rsid w:val="00196649"/>
    <w:rsid w:val="001A11C7"/>
    <w:rsid w:val="001A4BE1"/>
    <w:rsid w:val="001A7A21"/>
    <w:rsid w:val="001B0D29"/>
    <w:rsid w:val="001B113B"/>
    <w:rsid w:val="001B1D23"/>
    <w:rsid w:val="001B426F"/>
    <w:rsid w:val="001B629E"/>
    <w:rsid w:val="001C2ACE"/>
    <w:rsid w:val="001C2DAA"/>
    <w:rsid w:val="001C47B6"/>
    <w:rsid w:val="001C6C9B"/>
    <w:rsid w:val="001C6D93"/>
    <w:rsid w:val="001C7134"/>
    <w:rsid w:val="001D0318"/>
    <w:rsid w:val="001D0EAA"/>
    <w:rsid w:val="001D340F"/>
    <w:rsid w:val="001D44FB"/>
    <w:rsid w:val="001D5907"/>
    <w:rsid w:val="001D656F"/>
    <w:rsid w:val="001D65A6"/>
    <w:rsid w:val="001D7A57"/>
    <w:rsid w:val="001E0138"/>
    <w:rsid w:val="001E19A3"/>
    <w:rsid w:val="001E4C3F"/>
    <w:rsid w:val="001E6273"/>
    <w:rsid w:val="001F00E9"/>
    <w:rsid w:val="001F438E"/>
    <w:rsid w:val="001F735E"/>
    <w:rsid w:val="001F73BB"/>
    <w:rsid w:val="002005A8"/>
    <w:rsid w:val="002006B6"/>
    <w:rsid w:val="002031BB"/>
    <w:rsid w:val="00203ECA"/>
    <w:rsid w:val="00204DEF"/>
    <w:rsid w:val="00205BAF"/>
    <w:rsid w:val="00206263"/>
    <w:rsid w:val="00207F85"/>
    <w:rsid w:val="0021226A"/>
    <w:rsid w:val="0021230E"/>
    <w:rsid w:val="0021746B"/>
    <w:rsid w:val="00220D0C"/>
    <w:rsid w:val="00222847"/>
    <w:rsid w:val="00224A16"/>
    <w:rsid w:val="00225142"/>
    <w:rsid w:val="0022519B"/>
    <w:rsid w:val="00226694"/>
    <w:rsid w:val="00227BDD"/>
    <w:rsid w:val="00230857"/>
    <w:rsid w:val="002318A4"/>
    <w:rsid w:val="002335FF"/>
    <w:rsid w:val="00233BB5"/>
    <w:rsid w:val="00233D87"/>
    <w:rsid w:val="00236232"/>
    <w:rsid w:val="0023666C"/>
    <w:rsid w:val="00236692"/>
    <w:rsid w:val="00236E0A"/>
    <w:rsid w:val="00237964"/>
    <w:rsid w:val="002434DE"/>
    <w:rsid w:val="0024462C"/>
    <w:rsid w:val="002450C9"/>
    <w:rsid w:val="00245AFF"/>
    <w:rsid w:val="0024628D"/>
    <w:rsid w:val="0024690E"/>
    <w:rsid w:val="002476A4"/>
    <w:rsid w:val="00251ABC"/>
    <w:rsid w:val="002524CF"/>
    <w:rsid w:val="00252D6D"/>
    <w:rsid w:val="00252E9E"/>
    <w:rsid w:val="00256400"/>
    <w:rsid w:val="002575C7"/>
    <w:rsid w:val="002652D2"/>
    <w:rsid w:val="00266135"/>
    <w:rsid w:val="00271B18"/>
    <w:rsid w:val="00273571"/>
    <w:rsid w:val="0027398C"/>
    <w:rsid w:val="00276F9B"/>
    <w:rsid w:val="00283862"/>
    <w:rsid w:val="00293026"/>
    <w:rsid w:val="002942B0"/>
    <w:rsid w:val="002947B9"/>
    <w:rsid w:val="00295061"/>
    <w:rsid w:val="0029555D"/>
    <w:rsid w:val="0029781E"/>
    <w:rsid w:val="002A10CE"/>
    <w:rsid w:val="002A1953"/>
    <w:rsid w:val="002A2471"/>
    <w:rsid w:val="002A2A94"/>
    <w:rsid w:val="002A54CE"/>
    <w:rsid w:val="002B107C"/>
    <w:rsid w:val="002B2C97"/>
    <w:rsid w:val="002B3BF4"/>
    <w:rsid w:val="002B6DED"/>
    <w:rsid w:val="002B6F2A"/>
    <w:rsid w:val="002C06FC"/>
    <w:rsid w:val="002C0B9B"/>
    <w:rsid w:val="002C1117"/>
    <w:rsid w:val="002C2665"/>
    <w:rsid w:val="002C2E26"/>
    <w:rsid w:val="002C4C89"/>
    <w:rsid w:val="002C67DF"/>
    <w:rsid w:val="002C6BAF"/>
    <w:rsid w:val="002C6F62"/>
    <w:rsid w:val="002D0036"/>
    <w:rsid w:val="002D17CE"/>
    <w:rsid w:val="002D29F8"/>
    <w:rsid w:val="002D40EE"/>
    <w:rsid w:val="002D4191"/>
    <w:rsid w:val="002D4813"/>
    <w:rsid w:val="002D4993"/>
    <w:rsid w:val="002D50E9"/>
    <w:rsid w:val="002D5CFA"/>
    <w:rsid w:val="002E4F0D"/>
    <w:rsid w:val="002E5874"/>
    <w:rsid w:val="002F036B"/>
    <w:rsid w:val="002F1C19"/>
    <w:rsid w:val="002F31FC"/>
    <w:rsid w:val="002F41A0"/>
    <w:rsid w:val="002F4DF6"/>
    <w:rsid w:val="002F78E9"/>
    <w:rsid w:val="00302A82"/>
    <w:rsid w:val="00302B26"/>
    <w:rsid w:val="00304892"/>
    <w:rsid w:val="003103FB"/>
    <w:rsid w:val="003120BB"/>
    <w:rsid w:val="00312D74"/>
    <w:rsid w:val="00313C99"/>
    <w:rsid w:val="00313E1D"/>
    <w:rsid w:val="0031400D"/>
    <w:rsid w:val="00314EAB"/>
    <w:rsid w:val="00315C56"/>
    <w:rsid w:val="003161C4"/>
    <w:rsid w:val="003215DB"/>
    <w:rsid w:val="00321DE7"/>
    <w:rsid w:val="003239A8"/>
    <w:rsid w:val="00323C12"/>
    <w:rsid w:val="003247FA"/>
    <w:rsid w:val="00325984"/>
    <w:rsid w:val="003309DA"/>
    <w:rsid w:val="00333809"/>
    <w:rsid w:val="003346BA"/>
    <w:rsid w:val="00334B84"/>
    <w:rsid w:val="00336313"/>
    <w:rsid w:val="00337D1D"/>
    <w:rsid w:val="00337E3E"/>
    <w:rsid w:val="00337E9F"/>
    <w:rsid w:val="00345C3F"/>
    <w:rsid w:val="0035060F"/>
    <w:rsid w:val="00352864"/>
    <w:rsid w:val="00356DE8"/>
    <w:rsid w:val="00362F9E"/>
    <w:rsid w:val="00363BE8"/>
    <w:rsid w:val="00363C0D"/>
    <w:rsid w:val="00364BAE"/>
    <w:rsid w:val="00370B5D"/>
    <w:rsid w:val="00371479"/>
    <w:rsid w:val="00372EA2"/>
    <w:rsid w:val="00372EC6"/>
    <w:rsid w:val="00372F61"/>
    <w:rsid w:val="00375F1C"/>
    <w:rsid w:val="00383149"/>
    <w:rsid w:val="00384941"/>
    <w:rsid w:val="00385069"/>
    <w:rsid w:val="00386F1D"/>
    <w:rsid w:val="00387072"/>
    <w:rsid w:val="00392097"/>
    <w:rsid w:val="00392684"/>
    <w:rsid w:val="00393E52"/>
    <w:rsid w:val="00396963"/>
    <w:rsid w:val="003B7610"/>
    <w:rsid w:val="003C11D7"/>
    <w:rsid w:val="003C2CC3"/>
    <w:rsid w:val="003C55D5"/>
    <w:rsid w:val="003C7721"/>
    <w:rsid w:val="003D06BD"/>
    <w:rsid w:val="003D1FB8"/>
    <w:rsid w:val="003D6DFC"/>
    <w:rsid w:val="003D70D3"/>
    <w:rsid w:val="003D7104"/>
    <w:rsid w:val="003E0EE6"/>
    <w:rsid w:val="003E2013"/>
    <w:rsid w:val="003E2462"/>
    <w:rsid w:val="003E50CF"/>
    <w:rsid w:val="003E5605"/>
    <w:rsid w:val="003E5AAD"/>
    <w:rsid w:val="003E7BC6"/>
    <w:rsid w:val="003F21D2"/>
    <w:rsid w:val="003F269E"/>
    <w:rsid w:val="003F4924"/>
    <w:rsid w:val="003F4964"/>
    <w:rsid w:val="003F65F3"/>
    <w:rsid w:val="003F6C3A"/>
    <w:rsid w:val="00401C43"/>
    <w:rsid w:val="004046FF"/>
    <w:rsid w:val="00406539"/>
    <w:rsid w:val="00407202"/>
    <w:rsid w:val="00410790"/>
    <w:rsid w:val="00411EF4"/>
    <w:rsid w:val="004133BB"/>
    <w:rsid w:val="004142EF"/>
    <w:rsid w:val="00420661"/>
    <w:rsid w:val="00420958"/>
    <w:rsid w:val="00420EF1"/>
    <w:rsid w:val="00421920"/>
    <w:rsid w:val="004226FC"/>
    <w:rsid w:val="00423D33"/>
    <w:rsid w:val="004249A0"/>
    <w:rsid w:val="0042533D"/>
    <w:rsid w:val="0043155E"/>
    <w:rsid w:val="0043235B"/>
    <w:rsid w:val="00432D49"/>
    <w:rsid w:val="004339EA"/>
    <w:rsid w:val="00433E8F"/>
    <w:rsid w:val="00434145"/>
    <w:rsid w:val="004354B3"/>
    <w:rsid w:val="0044577B"/>
    <w:rsid w:val="00446EAA"/>
    <w:rsid w:val="00451588"/>
    <w:rsid w:val="004517F1"/>
    <w:rsid w:val="00451FF6"/>
    <w:rsid w:val="004534B5"/>
    <w:rsid w:val="0045410A"/>
    <w:rsid w:val="004556DF"/>
    <w:rsid w:val="00461AE3"/>
    <w:rsid w:val="00462BB6"/>
    <w:rsid w:val="00463340"/>
    <w:rsid w:val="00464A63"/>
    <w:rsid w:val="00464DDC"/>
    <w:rsid w:val="00466DD6"/>
    <w:rsid w:val="00470670"/>
    <w:rsid w:val="00470F07"/>
    <w:rsid w:val="00472286"/>
    <w:rsid w:val="00475A47"/>
    <w:rsid w:val="00475D57"/>
    <w:rsid w:val="0047771D"/>
    <w:rsid w:val="00484536"/>
    <w:rsid w:val="00486585"/>
    <w:rsid w:val="004865FC"/>
    <w:rsid w:val="004922A0"/>
    <w:rsid w:val="00492985"/>
    <w:rsid w:val="00492C3A"/>
    <w:rsid w:val="0049615E"/>
    <w:rsid w:val="00497289"/>
    <w:rsid w:val="004A06AE"/>
    <w:rsid w:val="004A1C71"/>
    <w:rsid w:val="004A510D"/>
    <w:rsid w:val="004B06E3"/>
    <w:rsid w:val="004B2598"/>
    <w:rsid w:val="004B2B4E"/>
    <w:rsid w:val="004B35DC"/>
    <w:rsid w:val="004B5888"/>
    <w:rsid w:val="004B593E"/>
    <w:rsid w:val="004B6780"/>
    <w:rsid w:val="004B7CAA"/>
    <w:rsid w:val="004C273B"/>
    <w:rsid w:val="004C2A36"/>
    <w:rsid w:val="004C3663"/>
    <w:rsid w:val="004C57EC"/>
    <w:rsid w:val="004C69F2"/>
    <w:rsid w:val="004C7C7C"/>
    <w:rsid w:val="004D0C20"/>
    <w:rsid w:val="004D1461"/>
    <w:rsid w:val="004D19C8"/>
    <w:rsid w:val="004D2C1E"/>
    <w:rsid w:val="004D3A71"/>
    <w:rsid w:val="004D3CE4"/>
    <w:rsid w:val="004D494D"/>
    <w:rsid w:val="004D6F21"/>
    <w:rsid w:val="004D767C"/>
    <w:rsid w:val="004D7E51"/>
    <w:rsid w:val="004E04EE"/>
    <w:rsid w:val="004E1B37"/>
    <w:rsid w:val="004E2704"/>
    <w:rsid w:val="004E35D4"/>
    <w:rsid w:val="004E3F72"/>
    <w:rsid w:val="004E4D01"/>
    <w:rsid w:val="004F1114"/>
    <w:rsid w:val="004F29B4"/>
    <w:rsid w:val="004F3271"/>
    <w:rsid w:val="004F37D1"/>
    <w:rsid w:val="004F43DA"/>
    <w:rsid w:val="004F62F8"/>
    <w:rsid w:val="004F705B"/>
    <w:rsid w:val="00500964"/>
    <w:rsid w:val="00500C66"/>
    <w:rsid w:val="00505B94"/>
    <w:rsid w:val="00505F45"/>
    <w:rsid w:val="00506C5B"/>
    <w:rsid w:val="005104E8"/>
    <w:rsid w:val="005130EC"/>
    <w:rsid w:val="005146E6"/>
    <w:rsid w:val="0051483C"/>
    <w:rsid w:val="005164C0"/>
    <w:rsid w:val="005176DB"/>
    <w:rsid w:val="00520BB8"/>
    <w:rsid w:val="005224BC"/>
    <w:rsid w:val="00526806"/>
    <w:rsid w:val="005354F7"/>
    <w:rsid w:val="00535A42"/>
    <w:rsid w:val="0053748E"/>
    <w:rsid w:val="00540E12"/>
    <w:rsid w:val="00543D94"/>
    <w:rsid w:val="0054481F"/>
    <w:rsid w:val="005449C6"/>
    <w:rsid w:val="00545146"/>
    <w:rsid w:val="00551F51"/>
    <w:rsid w:val="005527B3"/>
    <w:rsid w:val="00560ECC"/>
    <w:rsid w:val="0056177B"/>
    <w:rsid w:val="005620D4"/>
    <w:rsid w:val="0056373E"/>
    <w:rsid w:val="005641EF"/>
    <w:rsid w:val="00566B42"/>
    <w:rsid w:val="0057165C"/>
    <w:rsid w:val="00571D95"/>
    <w:rsid w:val="005722C6"/>
    <w:rsid w:val="00573D0C"/>
    <w:rsid w:val="00580FF8"/>
    <w:rsid w:val="00584881"/>
    <w:rsid w:val="0058494C"/>
    <w:rsid w:val="00585C8D"/>
    <w:rsid w:val="005862CC"/>
    <w:rsid w:val="00590ED1"/>
    <w:rsid w:val="005911FE"/>
    <w:rsid w:val="005925A3"/>
    <w:rsid w:val="0059312F"/>
    <w:rsid w:val="00593220"/>
    <w:rsid w:val="0059380C"/>
    <w:rsid w:val="00594714"/>
    <w:rsid w:val="00595506"/>
    <w:rsid w:val="00595758"/>
    <w:rsid w:val="00595A21"/>
    <w:rsid w:val="00596081"/>
    <w:rsid w:val="0059692B"/>
    <w:rsid w:val="00596F70"/>
    <w:rsid w:val="005A2EBE"/>
    <w:rsid w:val="005A3943"/>
    <w:rsid w:val="005A51E6"/>
    <w:rsid w:val="005A632E"/>
    <w:rsid w:val="005A74DC"/>
    <w:rsid w:val="005A7F7B"/>
    <w:rsid w:val="005B3D62"/>
    <w:rsid w:val="005B5786"/>
    <w:rsid w:val="005B7418"/>
    <w:rsid w:val="005C03A9"/>
    <w:rsid w:val="005C0496"/>
    <w:rsid w:val="005C06A2"/>
    <w:rsid w:val="005C2BFC"/>
    <w:rsid w:val="005C2CDD"/>
    <w:rsid w:val="005C324B"/>
    <w:rsid w:val="005C43E2"/>
    <w:rsid w:val="005C454A"/>
    <w:rsid w:val="005C5E07"/>
    <w:rsid w:val="005C60EC"/>
    <w:rsid w:val="005C74C9"/>
    <w:rsid w:val="005C7CED"/>
    <w:rsid w:val="005D18EB"/>
    <w:rsid w:val="005D1B14"/>
    <w:rsid w:val="005D257B"/>
    <w:rsid w:val="005D530F"/>
    <w:rsid w:val="005D5AF7"/>
    <w:rsid w:val="005D65B1"/>
    <w:rsid w:val="005D723F"/>
    <w:rsid w:val="005D73C0"/>
    <w:rsid w:val="005E1494"/>
    <w:rsid w:val="005E1D5C"/>
    <w:rsid w:val="005E25DC"/>
    <w:rsid w:val="005E52AE"/>
    <w:rsid w:val="005E5607"/>
    <w:rsid w:val="005E567C"/>
    <w:rsid w:val="005E5EB0"/>
    <w:rsid w:val="005F11D1"/>
    <w:rsid w:val="005F505E"/>
    <w:rsid w:val="005F56E9"/>
    <w:rsid w:val="005F6BE7"/>
    <w:rsid w:val="005F6CAB"/>
    <w:rsid w:val="005F6F5F"/>
    <w:rsid w:val="0060106B"/>
    <w:rsid w:val="006023B2"/>
    <w:rsid w:val="00602976"/>
    <w:rsid w:val="0060378A"/>
    <w:rsid w:val="0060388D"/>
    <w:rsid w:val="00604231"/>
    <w:rsid w:val="006049F9"/>
    <w:rsid w:val="00605233"/>
    <w:rsid w:val="006068F3"/>
    <w:rsid w:val="006103D3"/>
    <w:rsid w:val="00610808"/>
    <w:rsid w:val="00610C2F"/>
    <w:rsid w:val="00615F2D"/>
    <w:rsid w:val="0062187C"/>
    <w:rsid w:val="006239BC"/>
    <w:rsid w:val="00624B80"/>
    <w:rsid w:val="00625805"/>
    <w:rsid w:val="006258C2"/>
    <w:rsid w:val="00626A43"/>
    <w:rsid w:val="00627AC4"/>
    <w:rsid w:val="00631DE4"/>
    <w:rsid w:val="0063253B"/>
    <w:rsid w:val="006363C8"/>
    <w:rsid w:val="00637AB8"/>
    <w:rsid w:val="0064370D"/>
    <w:rsid w:val="00643771"/>
    <w:rsid w:val="00644946"/>
    <w:rsid w:val="00645ED5"/>
    <w:rsid w:val="00646AB8"/>
    <w:rsid w:val="00647BD9"/>
    <w:rsid w:val="0065233B"/>
    <w:rsid w:val="00654A3E"/>
    <w:rsid w:val="00657C37"/>
    <w:rsid w:val="00660F1D"/>
    <w:rsid w:val="006624A7"/>
    <w:rsid w:val="0066515F"/>
    <w:rsid w:val="00665F19"/>
    <w:rsid w:val="006663E9"/>
    <w:rsid w:val="006668AF"/>
    <w:rsid w:val="006675CA"/>
    <w:rsid w:val="0066792F"/>
    <w:rsid w:val="00670A7E"/>
    <w:rsid w:val="00670E62"/>
    <w:rsid w:val="0067278C"/>
    <w:rsid w:val="00676803"/>
    <w:rsid w:val="00676DAA"/>
    <w:rsid w:val="00683E1C"/>
    <w:rsid w:val="00686439"/>
    <w:rsid w:val="00686D90"/>
    <w:rsid w:val="006905CF"/>
    <w:rsid w:val="00690A8C"/>
    <w:rsid w:val="00691F43"/>
    <w:rsid w:val="00693AA7"/>
    <w:rsid w:val="00697A88"/>
    <w:rsid w:val="00697CF1"/>
    <w:rsid w:val="006A0DCB"/>
    <w:rsid w:val="006A0F3F"/>
    <w:rsid w:val="006A6051"/>
    <w:rsid w:val="006A7985"/>
    <w:rsid w:val="006B31D9"/>
    <w:rsid w:val="006B71D7"/>
    <w:rsid w:val="006C0102"/>
    <w:rsid w:val="006C07D4"/>
    <w:rsid w:val="006C15EE"/>
    <w:rsid w:val="006C1EAE"/>
    <w:rsid w:val="006C41AD"/>
    <w:rsid w:val="006D04BD"/>
    <w:rsid w:val="006D47EF"/>
    <w:rsid w:val="006D6644"/>
    <w:rsid w:val="006D7180"/>
    <w:rsid w:val="006E0F1C"/>
    <w:rsid w:val="006E104D"/>
    <w:rsid w:val="006E433B"/>
    <w:rsid w:val="006E5721"/>
    <w:rsid w:val="006E7899"/>
    <w:rsid w:val="006E7C78"/>
    <w:rsid w:val="006F27F4"/>
    <w:rsid w:val="006F2E23"/>
    <w:rsid w:val="006F4C30"/>
    <w:rsid w:val="006F7024"/>
    <w:rsid w:val="00701FFC"/>
    <w:rsid w:val="00703A7C"/>
    <w:rsid w:val="007044B3"/>
    <w:rsid w:val="00705DD4"/>
    <w:rsid w:val="00705FD3"/>
    <w:rsid w:val="007076DA"/>
    <w:rsid w:val="00707860"/>
    <w:rsid w:val="007122D7"/>
    <w:rsid w:val="007157AB"/>
    <w:rsid w:val="00717131"/>
    <w:rsid w:val="0071734E"/>
    <w:rsid w:val="00717AA0"/>
    <w:rsid w:val="007207BF"/>
    <w:rsid w:val="00725037"/>
    <w:rsid w:val="00725CB0"/>
    <w:rsid w:val="00726214"/>
    <w:rsid w:val="00727445"/>
    <w:rsid w:val="007323A3"/>
    <w:rsid w:val="0073488B"/>
    <w:rsid w:val="0073517D"/>
    <w:rsid w:val="0073685C"/>
    <w:rsid w:val="007373BA"/>
    <w:rsid w:val="00737820"/>
    <w:rsid w:val="00737EA5"/>
    <w:rsid w:val="007400AE"/>
    <w:rsid w:val="00741F3E"/>
    <w:rsid w:val="00742724"/>
    <w:rsid w:val="00742F88"/>
    <w:rsid w:val="00743AA8"/>
    <w:rsid w:val="00750840"/>
    <w:rsid w:val="007534BC"/>
    <w:rsid w:val="0075630D"/>
    <w:rsid w:val="00757617"/>
    <w:rsid w:val="00763AD8"/>
    <w:rsid w:val="00764F68"/>
    <w:rsid w:val="00765016"/>
    <w:rsid w:val="00765E28"/>
    <w:rsid w:val="00767EDE"/>
    <w:rsid w:val="0077100C"/>
    <w:rsid w:val="00772FF7"/>
    <w:rsid w:val="00776C39"/>
    <w:rsid w:val="0078014E"/>
    <w:rsid w:val="007801EA"/>
    <w:rsid w:val="00780E5B"/>
    <w:rsid w:val="00781D00"/>
    <w:rsid w:val="00782054"/>
    <w:rsid w:val="00787F02"/>
    <w:rsid w:val="007900F3"/>
    <w:rsid w:val="00791B69"/>
    <w:rsid w:val="00793297"/>
    <w:rsid w:val="0079498E"/>
    <w:rsid w:val="00796F10"/>
    <w:rsid w:val="0079765B"/>
    <w:rsid w:val="00797B45"/>
    <w:rsid w:val="007A0F57"/>
    <w:rsid w:val="007A1549"/>
    <w:rsid w:val="007A3530"/>
    <w:rsid w:val="007A48F0"/>
    <w:rsid w:val="007A6AB5"/>
    <w:rsid w:val="007A6C67"/>
    <w:rsid w:val="007B14D9"/>
    <w:rsid w:val="007B2B46"/>
    <w:rsid w:val="007B30F2"/>
    <w:rsid w:val="007B377F"/>
    <w:rsid w:val="007B4274"/>
    <w:rsid w:val="007B443D"/>
    <w:rsid w:val="007B5117"/>
    <w:rsid w:val="007B599D"/>
    <w:rsid w:val="007B6650"/>
    <w:rsid w:val="007B6A74"/>
    <w:rsid w:val="007B6C85"/>
    <w:rsid w:val="007C2DC8"/>
    <w:rsid w:val="007C4F91"/>
    <w:rsid w:val="007C6FA4"/>
    <w:rsid w:val="007D028A"/>
    <w:rsid w:val="007D097E"/>
    <w:rsid w:val="007D1B2B"/>
    <w:rsid w:val="007D1C07"/>
    <w:rsid w:val="007D230B"/>
    <w:rsid w:val="007D2D80"/>
    <w:rsid w:val="007D3681"/>
    <w:rsid w:val="007D3824"/>
    <w:rsid w:val="007D3929"/>
    <w:rsid w:val="007D49A1"/>
    <w:rsid w:val="007D59DD"/>
    <w:rsid w:val="007E1F66"/>
    <w:rsid w:val="007E2CB5"/>
    <w:rsid w:val="007E2DC8"/>
    <w:rsid w:val="007E4C10"/>
    <w:rsid w:val="007E6501"/>
    <w:rsid w:val="007E6C25"/>
    <w:rsid w:val="007F2977"/>
    <w:rsid w:val="007F32D7"/>
    <w:rsid w:val="007F4F97"/>
    <w:rsid w:val="007F669E"/>
    <w:rsid w:val="00801632"/>
    <w:rsid w:val="00801E66"/>
    <w:rsid w:val="0080520B"/>
    <w:rsid w:val="00805B49"/>
    <w:rsid w:val="00807B3E"/>
    <w:rsid w:val="0081047C"/>
    <w:rsid w:val="00810573"/>
    <w:rsid w:val="00810D4A"/>
    <w:rsid w:val="00812F82"/>
    <w:rsid w:val="008134AC"/>
    <w:rsid w:val="008146FD"/>
    <w:rsid w:val="0081645A"/>
    <w:rsid w:val="00816AAB"/>
    <w:rsid w:val="00820402"/>
    <w:rsid w:val="0082317F"/>
    <w:rsid w:val="008243B2"/>
    <w:rsid w:val="00824F08"/>
    <w:rsid w:val="00824FC9"/>
    <w:rsid w:val="00826667"/>
    <w:rsid w:val="00827BF8"/>
    <w:rsid w:val="008310DF"/>
    <w:rsid w:val="00831105"/>
    <w:rsid w:val="00833532"/>
    <w:rsid w:val="00835487"/>
    <w:rsid w:val="008367A3"/>
    <w:rsid w:val="008425D8"/>
    <w:rsid w:val="008439C3"/>
    <w:rsid w:val="00843A14"/>
    <w:rsid w:val="00844A4B"/>
    <w:rsid w:val="00854676"/>
    <w:rsid w:val="00854D6E"/>
    <w:rsid w:val="00856CD0"/>
    <w:rsid w:val="008636E5"/>
    <w:rsid w:val="00864CB5"/>
    <w:rsid w:val="00865296"/>
    <w:rsid w:val="008659C5"/>
    <w:rsid w:val="008660B7"/>
    <w:rsid w:val="00866A01"/>
    <w:rsid w:val="00866F27"/>
    <w:rsid w:val="00867086"/>
    <w:rsid w:val="00871123"/>
    <w:rsid w:val="008727C7"/>
    <w:rsid w:val="00873146"/>
    <w:rsid w:val="00873BB7"/>
    <w:rsid w:val="00874663"/>
    <w:rsid w:val="008753DC"/>
    <w:rsid w:val="0087755E"/>
    <w:rsid w:val="00881B95"/>
    <w:rsid w:val="008831CA"/>
    <w:rsid w:val="008841D2"/>
    <w:rsid w:val="008870B4"/>
    <w:rsid w:val="00887FDA"/>
    <w:rsid w:val="00890F77"/>
    <w:rsid w:val="0089272A"/>
    <w:rsid w:val="00892D5B"/>
    <w:rsid w:val="00894890"/>
    <w:rsid w:val="00897247"/>
    <w:rsid w:val="008975D0"/>
    <w:rsid w:val="008A0076"/>
    <w:rsid w:val="008A1AE9"/>
    <w:rsid w:val="008A2E13"/>
    <w:rsid w:val="008A7B0C"/>
    <w:rsid w:val="008B0000"/>
    <w:rsid w:val="008B07F8"/>
    <w:rsid w:val="008B08F0"/>
    <w:rsid w:val="008B0CF9"/>
    <w:rsid w:val="008B262C"/>
    <w:rsid w:val="008B2DAD"/>
    <w:rsid w:val="008B3732"/>
    <w:rsid w:val="008B6FC8"/>
    <w:rsid w:val="008C19E9"/>
    <w:rsid w:val="008C26DB"/>
    <w:rsid w:val="008C26E9"/>
    <w:rsid w:val="008C5388"/>
    <w:rsid w:val="008C557C"/>
    <w:rsid w:val="008C5F90"/>
    <w:rsid w:val="008C774E"/>
    <w:rsid w:val="008D1E5B"/>
    <w:rsid w:val="008D2228"/>
    <w:rsid w:val="008D25A7"/>
    <w:rsid w:val="008D4652"/>
    <w:rsid w:val="008D6D9D"/>
    <w:rsid w:val="008D72F8"/>
    <w:rsid w:val="008E0906"/>
    <w:rsid w:val="008E4202"/>
    <w:rsid w:val="008E5B19"/>
    <w:rsid w:val="008E62EC"/>
    <w:rsid w:val="008F1691"/>
    <w:rsid w:val="008F22E2"/>
    <w:rsid w:val="008F31C5"/>
    <w:rsid w:val="008F5698"/>
    <w:rsid w:val="008F5CDF"/>
    <w:rsid w:val="008F5F7C"/>
    <w:rsid w:val="008F639E"/>
    <w:rsid w:val="00901EF2"/>
    <w:rsid w:val="00903EB6"/>
    <w:rsid w:val="00904906"/>
    <w:rsid w:val="00906427"/>
    <w:rsid w:val="0090702F"/>
    <w:rsid w:val="00907318"/>
    <w:rsid w:val="009079D0"/>
    <w:rsid w:val="00907EF5"/>
    <w:rsid w:val="0091117F"/>
    <w:rsid w:val="00913D0A"/>
    <w:rsid w:val="009148A1"/>
    <w:rsid w:val="00915DF2"/>
    <w:rsid w:val="009229F9"/>
    <w:rsid w:val="00924972"/>
    <w:rsid w:val="009309D7"/>
    <w:rsid w:val="00932E1E"/>
    <w:rsid w:val="00933C14"/>
    <w:rsid w:val="00934068"/>
    <w:rsid w:val="00935ED2"/>
    <w:rsid w:val="00936348"/>
    <w:rsid w:val="00937854"/>
    <w:rsid w:val="009400F4"/>
    <w:rsid w:val="0094015D"/>
    <w:rsid w:val="00943B11"/>
    <w:rsid w:val="009469E0"/>
    <w:rsid w:val="0094728D"/>
    <w:rsid w:val="00947E1D"/>
    <w:rsid w:val="00951C4D"/>
    <w:rsid w:val="00952955"/>
    <w:rsid w:val="00952E03"/>
    <w:rsid w:val="0095323B"/>
    <w:rsid w:val="0095396E"/>
    <w:rsid w:val="00953A8E"/>
    <w:rsid w:val="009547E2"/>
    <w:rsid w:val="00954C21"/>
    <w:rsid w:val="00956300"/>
    <w:rsid w:val="00956488"/>
    <w:rsid w:val="00956F5F"/>
    <w:rsid w:val="009579ED"/>
    <w:rsid w:val="009610DC"/>
    <w:rsid w:val="009620A0"/>
    <w:rsid w:val="00964038"/>
    <w:rsid w:val="0096623E"/>
    <w:rsid w:val="009669D2"/>
    <w:rsid w:val="0097154F"/>
    <w:rsid w:val="0097758E"/>
    <w:rsid w:val="0098457F"/>
    <w:rsid w:val="00985996"/>
    <w:rsid w:val="009859DE"/>
    <w:rsid w:val="00986978"/>
    <w:rsid w:val="00986C3B"/>
    <w:rsid w:val="00992F8C"/>
    <w:rsid w:val="009930B6"/>
    <w:rsid w:val="00993E14"/>
    <w:rsid w:val="00994F74"/>
    <w:rsid w:val="0099563A"/>
    <w:rsid w:val="009A13F4"/>
    <w:rsid w:val="009A14D2"/>
    <w:rsid w:val="009A2FBF"/>
    <w:rsid w:val="009A3AF1"/>
    <w:rsid w:val="009A44BE"/>
    <w:rsid w:val="009A50C4"/>
    <w:rsid w:val="009A77AB"/>
    <w:rsid w:val="009B029F"/>
    <w:rsid w:val="009B1B95"/>
    <w:rsid w:val="009B1E07"/>
    <w:rsid w:val="009B27F8"/>
    <w:rsid w:val="009B4A8B"/>
    <w:rsid w:val="009B74FB"/>
    <w:rsid w:val="009C0660"/>
    <w:rsid w:val="009C1195"/>
    <w:rsid w:val="009C31A4"/>
    <w:rsid w:val="009C4845"/>
    <w:rsid w:val="009C4D84"/>
    <w:rsid w:val="009C7314"/>
    <w:rsid w:val="009D2442"/>
    <w:rsid w:val="009D4381"/>
    <w:rsid w:val="009D46B6"/>
    <w:rsid w:val="009D5D9F"/>
    <w:rsid w:val="009D7D24"/>
    <w:rsid w:val="009D7F4D"/>
    <w:rsid w:val="009E092E"/>
    <w:rsid w:val="009E0FA2"/>
    <w:rsid w:val="009E2244"/>
    <w:rsid w:val="009E2361"/>
    <w:rsid w:val="009E247F"/>
    <w:rsid w:val="009E2D42"/>
    <w:rsid w:val="009E31DE"/>
    <w:rsid w:val="009E5084"/>
    <w:rsid w:val="009E57DF"/>
    <w:rsid w:val="009F065B"/>
    <w:rsid w:val="009F0F0C"/>
    <w:rsid w:val="009F57FD"/>
    <w:rsid w:val="009F7F9F"/>
    <w:rsid w:val="00A01E02"/>
    <w:rsid w:val="00A02E26"/>
    <w:rsid w:val="00A05BA0"/>
    <w:rsid w:val="00A07AB2"/>
    <w:rsid w:val="00A10C74"/>
    <w:rsid w:val="00A1215A"/>
    <w:rsid w:val="00A159C9"/>
    <w:rsid w:val="00A167FB"/>
    <w:rsid w:val="00A1733C"/>
    <w:rsid w:val="00A17413"/>
    <w:rsid w:val="00A1785C"/>
    <w:rsid w:val="00A21B70"/>
    <w:rsid w:val="00A21D02"/>
    <w:rsid w:val="00A21DDB"/>
    <w:rsid w:val="00A23CF6"/>
    <w:rsid w:val="00A2620B"/>
    <w:rsid w:val="00A2662C"/>
    <w:rsid w:val="00A2690C"/>
    <w:rsid w:val="00A2792F"/>
    <w:rsid w:val="00A3043D"/>
    <w:rsid w:val="00A30473"/>
    <w:rsid w:val="00A30970"/>
    <w:rsid w:val="00A315E4"/>
    <w:rsid w:val="00A31C51"/>
    <w:rsid w:val="00A31D96"/>
    <w:rsid w:val="00A31FEE"/>
    <w:rsid w:val="00A32FF5"/>
    <w:rsid w:val="00A33722"/>
    <w:rsid w:val="00A33C55"/>
    <w:rsid w:val="00A377A6"/>
    <w:rsid w:val="00A406C3"/>
    <w:rsid w:val="00A42875"/>
    <w:rsid w:val="00A44DC1"/>
    <w:rsid w:val="00A47168"/>
    <w:rsid w:val="00A47A98"/>
    <w:rsid w:val="00A47EE7"/>
    <w:rsid w:val="00A50B43"/>
    <w:rsid w:val="00A51C87"/>
    <w:rsid w:val="00A54197"/>
    <w:rsid w:val="00A61821"/>
    <w:rsid w:val="00A61D35"/>
    <w:rsid w:val="00A61E3A"/>
    <w:rsid w:val="00A631BA"/>
    <w:rsid w:val="00A65C27"/>
    <w:rsid w:val="00A660EF"/>
    <w:rsid w:val="00A67605"/>
    <w:rsid w:val="00A67CA5"/>
    <w:rsid w:val="00A73ADF"/>
    <w:rsid w:val="00A75CCD"/>
    <w:rsid w:val="00A80506"/>
    <w:rsid w:val="00A806AE"/>
    <w:rsid w:val="00A8118F"/>
    <w:rsid w:val="00A83458"/>
    <w:rsid w:val="00A84B03"/>
    <w:rsid w:val="00A84D8C"/>
    <w:rsid w:val="00A86C41"/>
    <w:rsid w:val="00A879E6"/>
    <w:rsid w:val="00A90148"/>
    <w:rsid w:val="00A917F8"/>
    <w:rsid w:val="00A927B1"/>
    <w:rsid w:val="00A93852"/>
    <w:rsid w:val="00A942CA"/>
    <w:rsid w:val="00A94B09"/>
    <w:rsid w:val="00AA0D8C"/>
    <w:rsid w:val="00AA142E"/>
    <w:rsid w:val="00AA25BC"/>
    <w:rsid w:val="00AA3077"/>
    <w:rsid w:val="00AA3E2A"/>
    <w:rsid w:val="00AA3F69"/>
    <w:rsid w:val="00AA46AF"/>
    <w:rsid w:val="00AA5AE7"/>
    <w:rsid w:val="00AB07A4"/>
    <w:rsid w:val="00AB0BBA"/>
    <w:rsid w:val="00AB34C1"/>
    <w:rsid w:val="00AB4460"/>
    <w:rsid w:val="00AB4E9E"/>
    <w:rsid w:val="00AB6C99"/>
    <w:rsid w:val="00AC11D5"/>
    <w:rsid w:val="00AC15E5"/>
    <w:rsid w:val="00AC22BB"/>
    <w:rsid w:val="00AC4080"/>
    <w:rsid w:val="00AC5A6D"/>
    <w:rsid w:val="00AC5D73"/>
    <w:rsid w:val="00AC73AD"/>
    <w:rsid w:val="00AC7BED"/>
    <w:rsid w:val="00AD067D"/>
    <w:rsid w:val="00AD1338"/>
    <w:rsid w:val="00AD4655"/>
    <w:rsid w:val="00AD5FFD"/>
    <w:rsid w:val="00AD63C1"/>
    <w:rsid w:val="00AD705A"/>
    <w:rsid w:val="00AD78F9"/>
    <w:rsid w:val="00AE008D"/>
    <w:rsid w:val="00AE093C"/>
    <w:rsid w:val="00AE30E0"/>
    <w:rsid w:val="00AE346F"/>
    <w:rsid w:val="00AE3AD5"/>
    <w:rsid w:val="00AE3C4F"/>
    <w:rsid w:val="00AE4E8D"/>
    <w:rsid w:val="00AE577F"/>
    <w:rsid w:val="00AE68A5"/>
    <w:rsid w:val="00AF0EC2"/>
    <w:rsid w:val="00AF1AC2"/>
    <w:rsid w:val="00AF2329"/>
    <w:rsid w:val="00AF3660"/>
    <w:rsid w:val="00AF7A20"/>
    <w:rsid w:val="00B01312"/>
    <w:rsid w:val="00B013BD"/>
    <w:rsid w:val="00B02D98"/>
    <w:rsid w:val="00B06685"/>
    <w:rsid w:val="00B13897"/>
    <w:rsid w:val="00B15D2F"/>
    <w:rsid w:val="00B16399"/>
    <w:rsid w:val="00B173E6"/>
    <w:rsid w:val="00B1760F"/>
    <w:rsid w:val="00B177E5"/>
    <w:rsid w:val="00B2586D"/>
    <w:rsid w:val="00B25AE4"/>
    <w:rsid w:val="00B265C9"/>
    <w:rsid w:val="00B26909"/>
    <w:rsid w:val="00B27664"/>
    <w:rsid w:val="00B31169"/>
    <w:rsid w:val="00B31828"/>
    <w:rsid w:val="00B344F5"/>
    <w:rsid w:val="00B41E25"/>
    <w:rsid w:val="00B42BEE"/>
    <w:rsid w:val="00B432ED"/>
    <w:rsid w:val="00B452B7"/>
    <w:rsid w:val="00B458E3"/>
    <w:rsid w:val="00B46D70"/>
    <w:rsid w:val="00B47923"/>
    <w:rsid w:val="00B51755"/>
    <w:rsid w:val="00B518FF"/>
    <w:rsid w:val="00B5375D"/>
    <w:rsid w:val="00B539D2"/>
    <w:rsid w:val="00B54F17"/>
    <w:rsid w:val="00B560EA"/>
    <w:rsid w:val="00B561EE"/>
    <w:rsid w:val="00B57D47"/>
    <w:rsid w:val="00B60F2F"/>
    <w:rsid w:val="00B6210E"/>
    <w:rsid w:val="00B632E3"/>
    <w:rsid w:val="00B64DC8"/>
    <w:rsid w:val="00B70688"/>
    <w:rsid w:val="00B71673"/>
    <w:rsid w:val="00B71B63"/>
    <w:rsid w:val="00B75FD9"/>
    <w:rsid w:val="00B77091"/>
    <w:rsid w:val="00B81F80"/>
    <w:rsid w:val="00B837C1"/>
    <w:rsid w:val="00B841E0"/>
    <w:rsid w:val="00B85656"/>
    <w:rsid w:val="00B860BA"/>
    <w:rsid w:val="00B865F5"/>
    <w:rsid w:val="00B870A0"/>
    <w:rsid w:val="00B8758C"/>
    <w:rsid w:val="00B91DFE"/>
    <w:rsid w:val="00B92858"/>
    <w:rsid w:val="00B92F00"/>
    <w:rsid w:val="00B9349E"/>
    <w:rsid w:val="00B95668"/>
    <w:rsid w:val="00B95982"/>
    <w:rsid w:val="00B966E9"/>
    <w:rsid w:val="00B96BC7"/>
    <w:rsid w:val="00B9719E"/>
    <w:rsid w:val="00B97229"/>
    <w:rsid w:val="00B9776A"/>
    <w:rsid w:val="00B97FE0"/>
    <w:rsid w:val="00BA08A3"/>
    <w:rsid w:val="00BA1BBC"/>
    <w:rsid w:val="00BA1D97"/>
    <w:rsid w:val="00BA2EED"/>
    <w:rsid w:val="00BA3D7D"/>
    <w:rsid w:val="00BA5AB3"/>
    <w:rsid w:val="00BA6451"/>
    <w:rsid w:val="00BA7C5F"/>
    <w:rsid w:val="00BB227E"/>
    <w:rsid w:val="00BB37E4"/>
    <w:rsid w:val="00BB3CBA"/>
    <w:rsid w:val="00BB4D4C"/>
    <w:rsid w:val="00BB4F22"/>
    <w:rsid w:val="00BB626B"/>
    <w:rsid w:val="00BB7E3D"/>
    <w:rsid w:val="00BB7E4E"/>
    <w:rsid w:val="00BC0FCE"/>
    <w:rsid w:val="00BC3CD1"/>
    <w:rsid w:val="00BC5201"/>
    <w:rsid w:val="00BC5D49"/>
    <w:rsid w:val="00BC5EC6"/>
    <w:rsid w:val="00BC5F0E"/>
    <w:rsid w:val="00BD2211"/>
    <w:rsid w:val="00BD221D"/>
    <w:rsid w:val="00BD3CB9"/>
    <w:rsid w:val="00BD3E65"/>
    <w:rsid w:val="00BD429A"/>
    <w:rsid w:val="00BD5934"/>
    <w:rsid w:val="00BD628F"/>
    <w:rsid w:val="00BD6F41"/>
    <w:rsid w:val="00BD7785"/>
    <w:rsid w:val="00BE3B2E"/>
    <w:rsid w:val="00BE7DE8"/>
    <w:rsid w:val="00BF031F"/>
    <w:rsid w:val="00BF1CBD"/>
    <w:rsid w:val="00BF3B1F"/>
    <w:rsid w:val="00BF52C4"/>
    <w:rsid w:val="00BF62EC"/>
    <w:rsid w:val="00BF6458"/>
    <w:rsid w:val="00C006BE"/>
    <w:rsid w:val="00C015AE"/>
    <w:rsid w:val="00C03663"/>
    <w:rsid w:val="00C05B8E"/>
    <w:rsid w:val="00C1063D"/>
    <w:rsid w:val="00C15B9A"/>
    <w:rsid w:val="00C15E0E"/>
    <w:rsid w:val="00C226BC"/>
    <w:rsid w:val="00C23FB5"/>
    <w:rsid w:val="00C24A1A"/>
    <w:rsid w:val="00C26F0A"/>
    <w:rsid w:val="00C3022C"/>
    <w:rsid w:val="00C30A71"/>
    <w:rsid w:val="00C331BB"/>
    <w:rsid w:val="00C3494A"/>
    <w:rsid w:val="00C41A08"/>
    <w:rsid w:val="00C422B9"/>
    <w:rsid w:val="00C4240A"/>
    <w:rsid w:val="00C4241E"/>
    <w:rsid w:val="00C445E8"/>
    <w:rsid w:val="00C44EF1"/>
    <w:rsid w:val="00C47222"/>
    <w:rsid w:val="00C504EC"/>
    <w:rsid w:val="00C50AA4"/>
    <w:rsid w:val="00C50EFE"/>
    <w:rsid w:val="00C5123C"/>
    <w:rsid w:val="00C52CCA"/>
    <w:rsid w:val="00C615A3"/>
    <w:rsid w:val="00C6198D"/>
    <w:rsid w:val="00C6243E"/>
    <w:rsid w:val="00C635DA"/>
    <w:rsid w:val="00C639E7"/>
    <w:rsid w:val="00C659BE"/>
    <w:rsid w:val="00C65A9B"/>
    <w:rsid w:val="00C66429"/>
    <w:rsid w:val="00C664A2"/>
    <w:rsid w:val="00C72A68"/>
    <w:rsid w:val="00C76F24"/>
    <w:rsid w:val="00C80300"/>
    <w:rsid w:val="00C82307"/>
    <w:rsid w:val="00C8262B"/>
    <w:rsid w:val="00C8613B"/>
    <w:rsid w:val="00C900DE"/>
    <w:rsid w:val="00C91944"/>
    <w:rsid w:val="00C92622"/>
    <w:rsid w:val="00C97228"/>
    <w:rsid w:val="00C9780D"/>
    <w:rsid w:val="00C9793C"/>
    <w:rsid w:val="00CA02DA"/>
    <w:rsid w:val="00CA1A54"/>
    <w:rsid w:val="00CA1CB3"/>
    <w:rsid w:val="00CA29DD"/>
    <w:rsid w:val="00CA3E19"/>
    <w:rsid w:val="00CA655A"/>
    <w:rsid w:val="00CA6DE6"/>
    <w:rsid w:val="00CB36E6"/>
    <w:rsid w:val="00CB3A32"/>
    <w:rsid w:val="00CB76E8"/>
    <w:rsid w:val="00CC0A27"/>
    <w:rsid w:val="00CC2721"/>
    <w:rsid w:val="00CC46B2"/>
    <w:rsid w:val="00CC5542"/>
    <w:rsid w:val="00CC5718"/>
    <w:rsid w:val="00CD1352"/>
    <w:rsid w:val="00CD1CBE"/>
    <w:rsid w:val="00CD1E1C"/>
    <w:rsid w:val="00CD1E3E"/>
    <w:rsid w:val="00CD2EDC"/>
    <w:rsid w:val="00CD32E2"/>
    <w:rsid w:val="00CD3D24"/>
    <w:rsid w:val="00CD4B0B"/>
    <w:rsid w:val="00CD6698"/>
    <w:rsid w:val="00CE1E5B"/>
    <w:rsid w:val="00CF1D92"/>
    <w:rsid w:val="00CF1E25"/>
    <w:rsid w:val="00CF2D92"/>
    <w:rsid w:val="00CF5D91"/>
    <w:rsid w:val="00D0025C"/>
    <w:rsid w:val="00D004FB"/>
    <w:rsid w:val="00D01C8B"/>
    <w:rsid w:val="00D02BBC"/>
    <w:rsid w:val="00D02C36"/>
    <w:rsid w:val="00D03FE2"/>
    <w:rsid w:val="00D10834"/>
    <w:rsid w:val="00D12172"/>
    <w:rsid w:val="00D129E4"/>
    <w:rsid w:val="00D12B8C"/>
    <w:rsid w:val="00D177E5"/>
    <w:rsid w:val="00D200F6"/>
    <w:rsid w:val="00D20FD7"/>
    <w:rsid w:val="00D21646"/>
    <w:rsid w:val="00D2171F"/>
    <w:rsid w:val="00D21ABC"/>
    <w:rsid w:val="00D23A53"/>
    <w:rsid w:val="00D23B88"/>
    <w:rsid w:val="00D24095"/>
    <w:rsid w:val="00D31554"/>
    <w:rsid w:val="00D33350"/>
    <w:rsid w:val="00D3431F"/>
    <w:rsid w:val="00D36A3A"/>
    <w:rsid w:val="00D37F81"/>
    <w:rsid w:val="00D432EB"/>
    <w:rsid w:val="00D454F2"/>
    <w:rsid w:val="00D46A55"/>
    <w:rsid w:val="00D47CE9"/>
    <w:rsid w:val="00D52995"/>
    <w:rsid w:val="00D563DF"/>
    <w:rsid w:val="00D60425"/>
    <w:rsid w:val="00D610DA"/>
    <w:rsid w:val="00D62874"/>
    <w:rsid w:val="00D6352D"/>
    <w:rsid w:val="00D64CB0"/>
    <w:rsid w:val="00D728AD"/>
    <w:rsid w:val="00D72ADE"/>
    <w:rsid w:val="00D72C52"/>
    <w:rsid w:val="00D74D2F"/>
    <w:rsid w:val="00D75233"/>
    <w:rsid w:val="00D7728F"/>
    <w:rsid w:val="00D77696"/>
    <w:rsid w:val="00D777FB"/>
    <w:rsid w:val="00D81CC4"/>
    <w:rsid w:val="00D93EFF"/>
    <w:rsid w:val="00D9765E"/>
    <w:rsid w:val="00DA1473"/>
    <w:rsid w:val="00DA14C4"/>
    <w:rsid w:val="00DA4591"/>
    <w:rsid w:val="00DA479F"/>
    <w:rsid w:val="00DA4AE5"/>
    <w:rsid w:val="00DA6430"/>
    <w:rsid w:val="00DA681A"/>
    <w:rsid w:val="00DA6B7E"/>
    <w:rsid w:val="00DA6C0A"/>
    <w:rsid w:val="00DB250C"/>
    <w:rsid w:val="00DB323D"/>
    <w:rsid w:val="00DB353C"/>
    <w:rsid w:val="00DB63BE"/>
    <w:rsid w:val="00DB63DB"/>
    <w:rsid w:val="00DB7824"/>
    <w:rsid w:val="00DC1A88"/>
    <w:rsid w:val="00DC2E1E"/>
    <w:rsid w:val="00DC308E"/>
    <w:rsid w:val="00DC3731"/>
    <w:rsid w:val="00DC5E0F"/>
    <w:rsid w:val="00DC5EA9"/>
    <w:rsid w:val="00DC6C76"/>
    <w:rsid w:val="00DC7F73"/>
    <w:rsid w:val="00DD2FD6"/>
    <w:rsid w:val="00DD6CCB"/>
    <w:rsid w:val="00DE191A"/>
    <w:rsid w:val="00DE1A0F"/>
    <w:rsid w:val="00DE3123"/>
    <w:rsid w:val="00DE339F"/>
    <w:rsid w:val="00DE65D3"/>
    <w:rsid w:val="00DF1073"/>
    <w:rsid w:val="00DF1535"/>
    <w:rsid w:val="00DF1B3E"/>
    <w:rsid w:val="00DF328A"/>
    <w:rsid w:val="00DF53F5"/>
    <w:rsid w:val="00DF61FD"/>
    <w:rsid w:val="00DF6D25"/>
    <w:rsid w:val="00DF7199"/>
    <w:rsid w:val="00E00FE3"/>
    <w:rsid w:val="00E03834"/>
    <w:rsid w:val="00E03C6D"/>
    <w:rsid w:val="00E07460"/>
    <w:rsid w:val="00E07F71"/>
    <w:rsid w:val="00E11EE3"/>
    <w:rsid w:val="00E135F9"/>
    <w:rsid w:val="00E14349"/>
    <w:rsid w:val="00E20C28"/>
    <w:rsid w:val="00E21895"/>
    <w:rsid w:val="00E21A95"/>
    <w:rsid w:val="00E22A77"/>
    <w:rsid w:val="00E22E84"/>
    <w:rsid w:val="00E24115"/>
    <w:rsid w:val="00E248D2"/>
    <w:rsid w:val="00E24B18"/>
    <w:rsid w:val="00E2665E"/>
    <w:rsid w:val="00E3016C"/>
    <w:rsid w:val="00E348BC"/>
    <w:rsid w:val="00E355E3"/>
    <w:rsid w:val="00E3598D"/>
    <w:rsid w:val="00E35B8D"/>
    <w:rsid w:val="00E4008C"/>
    <w:rsid w:val="00E4307D"/>
    <w:rsid w:val="00E4318F"/>
    <w:rsid w:val="00E4392E"/>
    <w:rsid w:val="00E43AC6"/>
    <w:rsid w:val="00E50B9E"/>
    <w:rsid w:val="00E54395"/>
    <w:rsid w:val="00E5448F"/>
    <w:rsid w:val="00E54741"/>
    <w:rsid w:val="00E55091"/>
    <w:rsid w:val="00E55456"/>
    <w:rsid w:val="00E568E5"/>
    <w:rsid w:val="00E57AAD"/>
    <w:rsid w:val="00E601EE"/>
    <w:rsid w:val="00E62353"/>
    <w:rsid w:val="00E62A94"/>
    <w:rsid w:val="00E6453F"/>
    <w:rsid w:val="00E647AA"/>
    <w:rsid w:val="00E659EF"/>
    <w:rsid w:val="00E677A6"/>
    <w:rsid w:val="00E70CBD"/>
    <w:rsid w:val="00E713AF"/>
    <w:rsid w:val="00E717E8"/>
    <w:rsid w:val="00E72BAF"/>
    <w:rsid w:val="00E73D81"/>
    <w:rsid w:val="00E754F4"/>
    <w:rsid w:val="00E76293"/>
    <w:rsid w:val="00E865D1"/>
    <w:rsid w:val="00E91F73"/>
    <w:rsid w:val="00E92968"/>
    <w:rsid w:val="00E941E2"/>
    <w:rsid w:val="00E95606"/>
    <w:rsid w:val="00E96077"/>
    <w:rsid w:val="00E975D4"/>
    <w:rsid w:val="00EA057C"/>
    <w:rsid w:val="00EA2807"/>
    <w:rsid w:val="00EA2D3D"/>
    <w:rsid w:val="00EA5346"/>
    <w:rsid w:val="00EA5B84"/>
    <w:rsid w:val="00EB20F9"/>
    <w:rsid w:val="00EB24EB"/>
    <w:rsid w:val="00EB34AF"/>
    <w:rsid w:val="00EB74BF"/>
    <w:rsid w:val="00EB767D"/>
    <w:rsid w:val="00EC0558"/>
    <w:rsid w:val="00EC1EC6"/>
    <w:rsid w:val="00EC4235"/>
    <w:rsid w:val="00EC546B"/>
    <w:rsid w:val="00EC643D"/>
    <w:rsid w:val="00ED0394"/>
    <w:rsid w:val="00ED06CC"/>
    <w:rsid w:val="00ED07DF"/>
    <w:rsid w:val="00ED2C8E"/>
    <w:rsid w:val="00ED379E"/>
    <w:rsid w:val="00ED728A"/>
    <w:rsid w:val="00ED7680"/>
    <w:rsid w:val="00EE0424"/>
    <w:rsid w:val="00EE07D0"/>
    <w:rsid w:val="00EE0D47"/>
    <w:rsid w:val="00EE2874"/>
    <w:rsid w:val="00EE4D5B"/>
    <w:rsid w:val="00EE5358"/>
    <w:rsid w:val="00EE60A8"/>
    <w:rsid w:val="00EE7619"/>
    <w:rsid w:val="00EE7EEC"/>
    <w:rsid w:val="00EF1B6A"/>
    <w:rsid w:val="00EF3C59"/>
    <w:rsid w:val="00EF45EA"/>
    <w:rsid w:val="00EF54D8"/>
    <w:rsid w:val="00EF6A0D"/>
    <w:rsid w:val="00EF71E9"/>
    <w:rsid w:val="00EF799A"/>
    <w:rsid w:val="00EF7BAC"/>
    <w:rsid w:val="00F006D2"/>
    <w:rsid w:val="00F00BD1"/>
    <w:rsid w:val="00F01FD9"/>
    <w:rsid w:val="00F04692"/>
    <w:rsid w:val="00F04B07"/>
    <w:rsid w:val="00F05BA8"/>
    <w:rsid w:val="00F06FA9"/>
    <w:rsid w:val="00F11AB9"/>
    <w:rsid w:val="00F11D70"/>
    <w:rsid w:val="00F16F13"/>
    <w:rsid w:val="00F20AEA"/>
    <w:rsid w:val="00F219C3"/>
    <w:rsid w:val="00F22490"/>
    <w:rsid w:val="00F22BF7"/>
    <w:rsid w:val="00F2359A"/>
    <w:rsid w:val="00F23E9A"/>
    <w:rsid w:val="00F24009"/>
    <w:rsid w:val="00F242D9"/>
    <w:rsid w:val="00F24D3A"/>
    <w:rsid w:val="00F259FE"/>
    <w:rsid w:val="00F27FEF"/>
    <w:rsid w:val="00F3134F"/>
    <w:rsid w:val="00F3715D"/>
    <w:rsid w:val="00F400F0"/>
    <w:rsid w:val="00F40685"/>
    <w:rsid w:val="00F44B62"/>
    <w:rsid w:val="00F45125"/>
    <w:rsid w:val="00F47770"/>
    <w:rsid w:val="00F50090"/>
    <w:rsid w:val="00F5072C"/>
    <w:rsid w:val="00F51CBF"/>
    <w:rsid w:val="00F526D5"/>
    <w:rsid w:val="00F5411D"/>
    <w:rsid w:val="00F56D2B"/>
    <w:rsid w:val="00F57D2D"/>
    <w:rsid w:val="00F606D8"/>
    <w:rsid w:val="00F61EA0"/>
    <w:rsid w:val="00F6275A"/>
    <w:rsid w:val="00F62A49"/>
    <w:rsid w:val="00F63F40"/>
    <w:rsid w:val="00F64F0D"/>
    <w:rsid w:val="00F67713"/>
    <w:rsid w:val="00F7026A"/>
    <w:rsid w:val="00F7114F"/>
    <w:rsid w:val="00F71826"/>
    <w:rsid w:val="00F72B45"/>
    <w:rsid w:val="00F73B00"/>
    <w:rsid w:val="00F74078"/>
    <w:rsid w:val="00F74457"/>
    <w:rsid w:val="00F764EE"/>
    <w:rsid w:val="00F7664F"/>
    <w:rsid w:val="00F76F02"/>
    <w:rsid w:val="00F77D04"/>
    <w:rsid w:val="00F77DCF"/>
    <w:rsid w:val="00F804E0"/>
    <w:rsid w:val="00F817B1"/>
    <w:rsid w:val="00F84737"/>
    <w:rsid w:val="00F85098"/>
    <w:rsid w:val="00F87B69"/>
    <w:rsid w:val="00F905AB"/>
    <w:rsid w:val="00F90C95"/>
    <w:rsid w:val="00F9103E"/>
    <w:rsid w:val="00F92DE2"/>
    <w:rsid w:val="00F95923"/>
    <w:rsid w:val="00F96A39"/>
    <w:rsid w:val="00F96DB3"/>
    <w:rsid w:val="00F97463"/>
    <w:rsid w:val="00FA0919"/>
    <w:rsid w:val="00FA44B6"/>
    <w:rsid w:val="00FA4B50"/>
    <w:rsid w:val="00FA4DC6"/>
    <w:rsid w:val="00FA5D99"/>
    <w:rsid w:val="00FB030E"/>
    <w:rsid w:val="00FB0C41"/>
    <w:rsid w:val="00FB571F"/>
    <w:rsid w:val="00FC1E22"/>
    <w:rsid w:val="00FC342F"/>
    <w:rsid w:val="00FC42BA"/>
    <w:rsid w:val="00FC6166"/>
    <w:rsid w:val="00FC77BB"/>
    <w:rsid w:val="00FD08C1"/>
    <w:rsid w:val="00FD2C54"/>
    <w:rsid w:val="00FD6F78"/>
    <w:rsid w:val="00FD7A7A"/>
    <w:rsid w:val="00FE10C1"/>
    <w:rsid w:val="00FE190E"/>
    <w:rsid w:val="00FE20A9"/>
    <w:rsid w:val="00FE48A9"/>
    <w:rsid w:val="00FE5CF7"/>
    <w:rsid w:val="00FF08B7"/>
    <w:rsid w:val="00FF12B8"/>
    <w:rsid w:val="00FF171B"/>
    <w:rsid w:val="00FF30FA"/>
    <w:rsid w:val="00FF521D"/>
    <w:rsid w:val="00FF60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3DED3E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3"/>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1"/>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2"/>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2"/>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3"/>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BA1D97"/>
    <w:pPr>
      <w:keepNext/>
      <w:keepLines/>
      <w:spacing w:before="280" w:after="80"/>
      <w:jc w:val="center"/>
    </w:pPr>
    <w:rPr>
      <w:rFonts w:cstheme="minorHAnsi"/>
      <w:bCs/>
      <w:color w:val="00000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BA1D97"/>
    <w:rPr>
      <w:rFonts w:ascii="Calibri Light" w:hAnsi="Calibri Light" w:cstheme="minorHAnsi"/>
      <w:bCs/>
      <w:color w:val="000000"/>
      <w:sz w:val="22"/>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3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5"/>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style>
  <w:style w:type="character" w:customStyle="1" w:styleId="FigureCaptionChar">
    <w:name w:val="Figure Caption Char"/>
    <w:basedOn w:val="CaptionChar"/>
    <w:link w:val="FigureCaption"/>
    <w:rsid w:val="00C92622"/>
    <w:rPr>
      <w:rFonts w:ascii="Calibri Light" w:hAnsi="Calibri Light" w:cs="Arial"/>
      <w:b w:val="0"/>
      <w:bCs/>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5C06A2"/>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462BB6"/>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62BB6"/>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0C5378"/>
    <w:pPr>
      <w:spacing w:before="20" w:after="20"/>
    </w:pPr>
  </w:style>
  <w:style w:type="character" w:customStyle="1" w:styleId="eTRMFootnoteTextChar">
    <w:name w:val="eTRM Footnote Text Char"/>
    <w:basedOn w:val="FootnoteTextChar"/>
    <w:link w:val="eTRMFootnoteText"/>
    <w:rsid w:val="000C5378"/>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4"/>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Reminder">
    <w:name w:val="Reminder"/>
    <w:basedOn w:val="Normal"/>
    <w:link w:val="ReminderChar"/>
    <w:rsid w:val="001501B3"/>
    <w:pPr>
      <w:spacing w:before="40" w:after="40" w:line="240" w:lineRule="auto"/>
    </w:pPr>
    <w:rPr>
      <w:rFonts w:ascii="Trebuchet MS" w:eastAsia="Times New Roman" w:hAnsi="Trebuchet MS" w:cs="Times New Roman"/>
      <w:i/>
      <w:color w:val="FF0000"/>
    </w:rPr>
  </w:style>
  <w:style w:type="character" w:customStyle="1" w:styleId="ReminderChar">
    <w:name w:val="Reminder Char"/>
    <w:basedOn w:val="DefaultParagraphFont"/>
    <w:link w:val="Reminder"/>
    <w:rsid w:val="001501B3"/>
    <w:rPr>
      <w:rFonts w:ascii="Trebuchet MS" w:eastAsia="Times New Roman" w:hAnsi="Trebuchet MS" w:cs="Times New Roman"/>
      <w:i/>
      <w:color w:val="FF0000"/>
      <w:sz w:val="22"/>
    </w:rPr>
  </w:style>
  <w:style w:type="table" w:customStyle="1" w:styleId="TableGrid1">
    <w:name w:val="Table Grid1"/>
    <w:basedOn w:val="TableNormal"/>
    <w:next w:val="TableGrid"/>
    <w:rsid w:val="001501B3"/>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C1EAE"/>
    <w:rPr>
      <w:rFonts w:eastAsiaTheme="minorHAnsi"/>
      <w:sz w:val="22"/>
      <w:szCs w:val="22"/>
    </w:rPr>
  </w:style>
  <w:style w:type="paragraph" w:customStyle="1" w:styleId="Reminders">
    <w:name w:val="Reminders"/>
    <w:basedOn w:val="Normal"/>
    <w:link w:val="RemindersChar"/>
    <w:rsid w:val="0094728D"/>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94728D"/>
    <w:rPr>
      <w:rFonts w:ascii="Trebuchet MS" w:eastAsia="Times New Roman" w:hAnsi="Trebuchet MS" w:cs="Times New Roman"/>
      <w:i/>
      <w:color w:val="FF0000"/>
      <w:sz w:val="22"/>
    </w:rPr>
  </w:style>
  <w:style w:type="character" w:styleId="PlaceholderText">
    <w:name w:val="Placeholder Text"/>
    <w:basedOn w:val="DefaultParagraphFont"/>
    <w:uiPriority w:val="99"/>
    <w:semiHidden/>
    <w:rsid w:val="00F905AB"/>
    <w:rPr>
      <w:color w:val="808080"/>
    </w:rPr>
  </w:style>
  <w:style w:type="character" w:customStyle="1" w:styleId="UnresolvedMention1">
    <w:name w:val="Unresolved Mention1"/>
    <w:basedOn w:val="DefaultParagraphFont"/>
    <w:uiPriority w:val="99"/>
    <w:rsid w:val="00CB76E8"/>
    <w:rPr>
      <w:color w:val="605E5C"/>
      <w:shd w:val="clear" w:color="auto" w:fill="E1DFDD"/>
    </w:rPr>
  </w:style>
  <w:style w:type="paragraph" w:customStyle="1" w:styleId="Normal1">
    <w:name w:val="Normal1"/>
    <w:rsid w:val="00A377A6"/>
    <w:rPr>
      <w:rFonts w:ascii="Calibri" w:eastAsia="Calibri" w:hAnsi="Calibri" w:cs="Calibri"/>
      <w:color w:val="000000"/>
      <w:sz w:val="22"/>
      <w:szCs w:val="22"/>
    </w:rPr>
  </w:style>
  <w:style w:type="character" w:customStyle="1" w:styleId="apple-converted-space">
    <w:name w:val="apple-converted-space"/>
    <w:basedOn w:val="DefaultParagraphFont"/>
    <w:rsid w:val="00690A8C"/>
  </w:style>
  <w:style w:type="paragraph" w:customStyle="1" w:styleId="Normal2">
    <w:name w:val="Normal2"/>
    <w:rsid w:val="00690A8C"/>
    <w:pPr>
      <w:widowControl w:val="0"/>
    </w:pPr>
    <w:rPr>
      <w:rFonts w:ascii="Calibri" w:eastAsia="Calibri" w:hAnsi="Calibri" w:cs="Calibri"/>
      <w:color w:val="000000"/>
      <w:sz w:val="22"/>
      <w:szCs w:val="22"/>
    </w:rPr>
  </w:style>
  <w:style w:type="character" w:customStyle="1" w:styleId="gmailmsg">
    <w:name w:val="gmail_msg"/>
    <w:basedOn w:val="DefaultParagraphFont"/>
    <w:rsid w:val="005F56E9"/>
  </w:style>
  <w:style w:type="paragraph" w:customStyle="1" w:styleId="m-4164623072496684233gmail-normal1">
    <w:name w:val="m_-4164623072496684233gmail-normal1"/>
    <w:basedOn w:val="Normal"/>
    <w:rsid w:val="005F56E9"/>
    <w:pPr>
      <w:spacing w:before="100" w:beforeAutospacing="1" w:after="100" w:afterAutospacing="1" w:line="240" w:lineRule="auto"/>
    </w:pPr>
    <w:rPr>
      <w:rFonts w:ascii="Times" w:eastAsia="Calibri" w:hAnsi="Times" w:cs="Calibri"/>
      <w:sz w:val="20"/>
      <w:szCs w:val="20"/>
    </w:rPr>
  </w:style>
  <w:style w:type="paragraph" w:styleId="NormalWeb">
    <w:name w:val="Normal (Web)"/>
    <w:basedOn w:val="Normal"/>
    <w:uiPriority w:val="99"/>
    <w:unhideWhenUsed/>
    <w:rsid w:val="005F56E9"/>
    <w:pPr>
      <w:spacing w:before="100" w:beforeAutospacing="1" w:after="100" w:afterAutospacing="1" w:line="240" w:lineRule="auto"/>
    </w:pPr>
    <w:rPr>
      <w:rFonts w:ascii="Times" w:eastAsia="Calibri" w:hAnsi="Times" w:cs="Times New Roman"/>
      <w:sz w:val="20"/>
      <w:szCs w:val="20"/>
    </w:rPr>
  </w:style>
  <w:style w:type="table" w:customStyle="1" w:styleId="TableGrid2">
    <w:name w:val="Table Grid2"/>
    <w:basedOn w:val="TableNormal"/>
    <w:next w:val="TableGrid"/>
    <w:uiPriority w:val="59"/>
    <w:rsid w:val="00B47923"/>
    <w:rPr>
      <w:rFonts w:ascii="Calibri" w:eastAsia="Calibri" w:hAnsi="Calibri" w:cs="Calibri"/>
      <w:color w:val="00000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B2B4E"/>
    <w:pPr>
      <w:autoSpaceDE w:val="0"/>
      <w:autoSpaceDN w:val="0"/>
      <w:adjustRightInd w:val="0"/>
    </w:pPr>
    <w:rPr>
      <w:rFonts w:ascii="Calibri Light" w:hAnsi="Calibri Light" w:cs="Calibri Light"/>
      <w:color w:val="000000"/>
    </w:rPr>
  </w:style>
  <w:style w:type="character" w:styleId="SubtleEmphasis">
    <w:name w:val="Subtle Emphasis"/>
    <w:basedOn w:val="DefaultParagraphFont"/>
    <w:uiPriority w:val="19"/>
    <w:qFormat/>
    <w:rsid w:val="00E24115"/>
    <w:rPr>
      <w:i/>
      <w:iCs/>
      <w:color w:val="525252" w:themeColor="text1" w:themeTint="BF"/>
    </w:rPr>
  </w:style>
  <w:style w:type="paragraph" w:customStyle="1" w:styleId="xetrmbulletedtext">
    <w:name w:val="x_etrmbulletedtext"/>
    <w:basedOn w:val="Normal"/>
    <w:rsid w:val="008B0000"/>
    <w:pPr>
      <w:spacing w:before="0" w:after="20"/>
      <w:ind w:left="720" w:hanging="360"/>
    </w:pPr>
    <w:rPr>
      <w:rFonts w:eastAsiaTheme="minorHAnsi" w:cs="Calibri Light"/>
      <w:szCs w:val="22"/>
    </w:rPr>
  </w:style>
  <w:style w:type="character" w:styleId="Emphasis">
    <w:name w:val="Emphasis"/>
    <w:basedOn w:val="DefaultParagraphFont"/>
    <w:uiPriority w:val="20"/>
    <w:qFormat/>
    <w:rsid w:val="00C52CC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59840">
      <w:bodyDiv w:val="1"/>
      <w:marLeft w:val="0"/>
      <w:marRight w:val="0"/>
      <w:marTop w:val="0"/>
      <w:marBottom w:val="0"/>
      <w:divBdr>
        <w:top w:val="none" w:sz="0" w:space="0" w:color="auto"/>
        <w:left w:val="none" w:sz="0" w:space="0" w:color="auto"/>
        <w:bottom w:val="none" w:sz="0" w:space="0" w:color="auto"/>
        <w:right w:val="none" w:sz="0" w:space="0" w:color="auto"/>
      </w:divBdr>
    </w:div>
    <w:div w:id="149450513">
      <w:bodyDiv w:val="1"/>
      <w:marLeft w:val="0"/>
      <w:marRight w:val="0"/>
      <w:marTop w:val="0"/>
      <w:marBottom w:val="0"/>
      <w:divBdr>
        <w:top w:val="none" w:sz="0" w:space="0" w:color="auto"/>
        <w:left w:val="none" w:sz="0" w:space="0" w:color="auto"/>
        <w:bottom w:val="none" w:sz="0" w:space="0" w:color="auto"/>
        <w:right w:val="none" w:sz="0" w:space="0" w:color="auto"/>
      </w:divBdr>
    </w:div>
    <w:div w:id="272596939">
      <w:bodyDiv w:val="1"/>
      <w:marLeft w:val="0"/>
      <w:marRight w:val="0"/>
      <w:marTop w:val="0"/>
      <w:marBottom w:val="0"/>
      <w:divBdr>
        <w:top w:val="none" w:sz="0" w:space="0" w:color="auto"/>
        <w:left w:val="none" w:sz="0" w:space="0" w:color="auto"/>
        <w:bottom w:val="none" w:sz="0" w:space="0" w:color="auto"/>
        <w:right w:val="none" w:sz="0" w:space="0" w:color="auto"/>
      </w:divBdr>
    </w:div>
    <w:div w:id="727337395">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214591">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548582">
      <w:bodyDiv w:val="1"/>
      <w:marLeft w:val="0"/>
      <w:marRight w:val="0"/>
      <w:marTop w:val="0"/>
      <w:marBottom w:val="0"/>
      <w:divBdr>
        <w:top w:val="none" w:sz="0" w:space="0" w:color="auto"/>
        <w:left w:val="none" w:sz="0" w:space="0" w:color="auto"/>
        <w:bottom w:val="none" w:sz="0" w:space="0" w:color="auto"/>
        <w:right w:val="none" w:sz="0" w:space="0" w:color="auto"/>
      </w:divBdr>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835416416">
      <w:bodyDiv w:val="1"/>
      <w:marLeft w:val="0"/>
      <w:marRight w:val="0"/>
      <w:marTop w:val="0"/>
      <w:marBottom w:val="0"/>
      <w:divBdr>
        <w:top w:val="none" w:sz="0" w:space="0" w:color="auto"/>
        <w:left w:val="none" w:sz="0" w:space="0" w:color="auto"/>
        <w:bottom w:val="none" w:sz="0" w:space="0" w:color="auto"/>
        <w:right w:val="none" w:sz="0" w:space="0" w:color="auto"/>
      </w:divBdr>
    </w:div>
    <w:div w:id="1864319394">
      <w:bodyDiv w:val="1"/>
      <w:marLeft w:val="0"/>
      <w:marRight w:val="0"/>
      <w:marTop w:val="0"/>
      <w:marBottom w:val="0"/>
      <w:divBdr>
        <w:top w:val="none" w:sz="0" w:space="0" w:color="auto"/>
        <w:left w:val="none" w:sz="0" w:space="0" w:color="auto"/>
        <w:bottom w:val="none" w:sz="0" w:space="0" w:color="auto"/>
        <w:right w:val="none" w:sz="0" w:space="0" w:color="auto"/>
      </w:divBdr>
    </w:div>
    <w:div w:id="1893080559">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 w:id="2078547394">
      <w:bodyDiv w:val="1"/>
      <w:marLeft w:val="0"/>
      <w:marRight w:val="0"/>
      <w:marTop w:val="0"/>
      <w:marBottom w:val="0"/>
      <w:divBdr>
        <w:top w:val="none" w:sz="0" w:space="0" w:color="auto"/>
        <w:left w:val="none" w:sz="0" w:space="0" w:color="auto"/>
        <w:bottom w:val="none" w:sz="0" w:space="0" w:color="auto"/>
        <w:right w:val="none" w:sz="0" w:space="0" w:color="auto"/>
      </w:divBdr>
    </w:div>
    <w:div w:id="21185231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s://www.energystar.gov/products/water_heaters/water_heater_high_efficiency_gas_storage/how_it_works" TargetMode="External"/><Relationship Id="rId2" Type="http://schemas.openxmlformats.org/officeDocument/2006/relationships/hyperlink" Target="https://www.energystar.gov/products/water_heaters/water_heater_whole_home_gas_tankless/how_it_works" TargetMode="External"/><Relationship Id="rId1" Type="http://schemas.openxmlformats.org/officeDocument/2006/relationships/hyperlink" Target="https://www.energy.gov/energysaver/water-heating/heat-pump-water-heaters" TargetMode="External"/><Relationship Id="rId4" Type="http://schemas.openxmlformats.org/officeDocument/2006/relationships/hyperlink" Target="https://www.nist.gov/sites/default/files/documents/iaao/Healy.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6C31A-74F0-4C1E-B638-51B63F370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4</TotalTime>
  <Pages>20</Pages>
  <Words>4652</Words>
  <Characters>26517</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31107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Hla, Soe</cp:lastModifiedBy>
  <cp:revision>8</cp:revision>
  <cp:lastPrinted>2021-08-24T18:49:00Z</cp:lastPrinted>
  <dcterms:created xsi:type="dcterms:W3CDTF">2021-04-22T23:11:00Z</dcterms:created>
  <dcterms:modified xsi:type="dcterms:W3CDTF">2021-08-24T18:50:00Z</dcterms:modified>
  <cp:category/>
</cp:coreProperties>
</file>